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849"/>
        <w:gridCol w:w="4849"/>
      </w:tblGrid>
      <w:tr w:rsidR="00DD4919" w:rsidRPr="00713213" w14:paraId="1A471ADB" w14:textId="77777777" w:rsidTr="0003466C">
        <w:tc>
          <w:tcPr>
            <w:tcW w:w="4789" w:type="dxa"/>
          </w:tcPr>
          <w:p w14:paraId="683B7A36" w14:textId="77777777" w:rsidR="00DD4919" w:rsidRPr="00713213" w:rsidRDefault="00DD4919" w:rsidP="0003466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32"/>
                <w:lang w:val="en-US"/>
              </w:rPr>
            </w:pPr>
          </w:p>
        </w:tc>
        <w:tc>
          <w:tcPr>
            <w:tcW w:w="4849" w:type="dxa"/>
          </w:tcPr>
          <w:p w14:paraId="4CCC513E" w14:textId="77777777" w:rsidR="00DD4919" w:rsidRPr="00713213" w:rsidRDefault="00DD4919" w:rsidP="0003466C">
            <w:pPr>
              <w:rPr>
                <w:sz w:val="28"/>
                <w:szCs w:val="28"/>
              </w:rPr>
            </w:pPr>
          </w:p>
        </w:tc>
        <w:tc>
          <w:tcPr>
            <w:tcW w:w="4849" w:type="dxa"/>
          </w:tcPr>
          <w:p w14:paraId="55559961" w14:textId="77777777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  <w:r w:rsidRPr="00713213">
              <w:rPr>
                <w:sz w:val="28"/>
                <w:szCs w:val="28"/>
              </w:rPr>
              <w:t>Приложение</w:t>
            </w:r>
          </w:p>
          <w:p w14:paraId="4FEA009E" w14:textId="77777777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</w:p>
          <w:p w14:paraId="5F269A31" w14:textId="77777777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  <w:r w:rsidRPr="00713213">
              <w:rPr>
                <w:sz w:val="28"/>
                <w:szCs w:val="28"/>
              </w:rPr>
              <w:t>УТВЕРЖДЕН</w:t>
            </w:r>
          </w:p>
          <w:p w14:paraId="66F6401C" w14:textId="020DC954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  <w:r w:rsidRPr="00713213">
              <w:rPr>
                <w:sz w:val="28"/>
                <w:szCs w:val="28"/>
              </w:rPr>
              <w:t xml:space="preserve">решением Совета </w:t>
            </w:r>
            <w:r w:rsidR="00307FBD">
              <w:rPr>
                <w:sz w:val="28"/>
                <w:szCs w:val="28"/>
              </w:rPr>
              <w:t>Николен</w:t>
            </w:r>
            <w:r w:rsidRPr="00713213">
              <w:rPr>
                <w:sz w:val="28"/>
                <w:szCs w:val="28"/>
              </w:rPr>
              <w:t xml:space="preserve">ского сельского поселения Гулькевичского района от </w:t>
            </w:r>
            <w:r w:rsidR="00307FBD">
              <w:rPr>
                <w:sz w:val="28"/>
                <w:szCs w:val="28"/>
              </w:rPr>
              <w:t>_________________</w:t>
            </w:r>
            <w:r w:rsidRPr="00713213">
              <w:rPr>
                <w:sz w:val="28"/>
                <w:szCs w:val="28"/>
              </w:rPr>
              <w:t xml:space="preserve"> № </w:t>
            </w:r>
            <w:r w:rsidR="00307FBD">
              <w:rPr>
                <w:sz w:val="28"/>
                <w:szCs w:val="28"/>
              </w:rPr>
              <w:t>__</w:t>
            </w:r>
          </w:p>
          <w:p w14:paraId="10066B1C" w14:textId="77777777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</w:p>
          <w:p w14:paraId="6147CB17" w14:textId="77777777" w:rsidR="00DD4919" w:rsidRPr="00713213" w:rsidRDefault="00DD4919" w:rsidP="0003466C">
            <w:pPr>
              <w:ind w:left="176"/>
              <w:rPr>
                <w:sz w:val="28"/>
                <w:szCs w:val="28"/>
              </w:rPr>
            </w:pPr>
          </w:p>
        </w:tc>
      </w:tr>
    </w:tbl>
    <w:p w14:paraId="34DE13CF" w14:textId="77777777" w:rsidR="00DD4919" w:rsidRPr="00713213" w:rsidRDefault="00DD4919" w:rsidP="00DD4919">
      <w:pPr>
        <w:jc w:val="center"/>
        <w:rPr>
          <w:b/>
          <w:sz w:val="28"/>
          <w:szCs w:val="28"/>
        </w:rPr>
      </w:pPr>
    </w:p>
    <w:p w14:paraId="46AAB448" w14:textId="77777777" w:rsidR="00DD4919" w:rsidRPr="00713213" w:rsidRDefault="00DD4919" w:rsidP="00DD49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3213">
        <w:rPr>
          <w:b/>
          <w:bCs/>
          <w:sz w:val="28"/>
          <w:szCs w:val="28"/>
        </w:rPr>
        <w:t>РЕЕСТР</w:t>
      </w:r>
    </w:p>
    <w:p w14:paraId="1DD2FDF5" w14:textId="7907D805" w:rsidR="00DD4919" w:rsidRPr="00713213" w:rsidRDefault="00DD4919" w:rsidP="00DD49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3213">
        <w:rPr>
          <w:b/>
          <w:bCs/>
          <w:sz w:val="28"/>
          <w:szCs w:val="28"/>
        </w:rPr>
        <w:t xml:space="preserve">муниципального имущества </w:t>
      </w:r>
      <w:r w:rsidR="00E10251">
        <w:rPr>
          <w:b/>
          <w:bCs/>
          <w:sz w:val="28"/>
          <w:szCs w:val="28"/>
        </w:rPr>
        <w:t>Николен</w:t>
      </w:r>
      <w:r w:rsidRPr="00713213">
        <w:rPr>
          <w:b/>
          <w:bCs/>
          <w:sz w:val="28"/>
          <w:szCs w:val="28"/>
        </w:rPr>
        <w:t xml:space="preserve">ского сельского поселения </w:t>
      </w:r>
    </w:p>
    <w:p w14:paraId="426564A3" w14:textId="77777777" w:rsidR="00DD4919" w:rsidRPr="00713213" w:rsidRDefault="00DD4919" w:rsidP="00DD49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3213">
        <w:rPr>
          <w:b/>
          <w:bCs/>
          <w:sz w:val="28"/>
          <w:szCs w:val="28"/>
        </w:rPr>
        <w:t>Гулькевичского района</w:t>
      </w:r>
    </w:p>
    <w:p w14:paraId="46D2A9BD" w14:textId="77777777" w:rsidR="00DD4919" w:rsidRPr="00713213" w:rsidRDefault="00DD4919" w:rsidP="00DD4919">
      <w:pPr>
        <w:shd w:val="clear" w:color="auto" w:fill="FFFFFF"/>
        <w:tabs>
          <w:tab w:val="left" w:pos="7738"/>
        </w:tabs>
        <w:jc w:val="center"/>
        <w:rPr>
          <w:sz w:val="28"/>
          <w:szCs w:val="28"/>
        </w:rPr>
      </w:pPr>
    </w:p>
    <w:p w14:paraId="1AC6A06A" w14:textId="77777777" w:rsidR="00DD4919" w:rsidRPr="00713213" w:rsidRDefault="00DD4919" w:rsidP="00DD4919">
      <w:pPr>
        <w:shd w:val="clear" w:color="auto" w:fill="FFFFFF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>Раздел 1. Сведения о муниципальном недвижимом имуществе</w:t>
      </w:r>
    </w:p>
    <w:p w14:paraId="5104B36F" w14:textId="77777777" w:rsidR="00DD4919" w:rsidRPr="00713213" w:rsidRDefault="00DD4919" w:rsidP="00DD4919">
      <w:pPr>
        <w:shd w:val="clear" w:color="auto" w:fill="FFFFFF"/>
        <w:jc w:val="center"/>
        <w:rPr>
          <w:rFonts w:eastAsia="Arial"/>
          <w:b/>
          <w:bCs/>
          <w:sz w:val="28"/>
          <w:szCs w:val="28"/>
          <w:lang w:eastAsia="hi-IN" w:bidi="hi-IN"/>
        </w:rPr>
      </w:pPr>
    </w:p>
    <w:p w14:paraId="3C649A9E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>Подраздел 1.1. Сведения о земельных участках</w:t>
      </w:r>
    </w:p>
    <w:p w14:paraId="7A8C6B73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75"/>
        <w:gridCol w:w="1497"/>
        <w:gridCol w:w="1432"/>
        <w:gridCol w:w="1296"/>
        <w:gridCol w:w="1585"/>
        <w:gridCol w:w="1709"/>
        <w:gridCol w:w="1272"/>
        <w:gridCol w:w="1133"/>
        <w:gridCol w:w="920"/>
        <w:gridCol w:w="1150"/>
        <w:gridCol w:w="1005"/>
        <w:gridCol w:w="1112"/>
      </w:tblGrid>
      <w:tr w:rsidR="00DD4919" w:rsidRPr="00713213" w14:paraId="684F81F3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0302A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88AB0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Наименование земельного участка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165C4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Адрес (местоположение) земельного участка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DFBC4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Кадастровый номер земельного участка (с датой присвоения)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45F1F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6151B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Вид вещного права, на основании которого правообладателю принадлежит земельный участок 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8905B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AE144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стоимости земельного участка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4CC1D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произведенном улучшении земельного участка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B5D52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BE6CD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961643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DD4919" w:rsidRPr="00713213" w14:paraId="34127119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3948E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AEA8E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92575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2EACD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AA232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126D1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F0363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5BD50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088EF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6070C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D2F86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E90622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12</w:t>
            </w:r>
          </w:p>
        </w:tc>
      </w:tr>
      <w:tr w:rsidR="00DA01A4" w:rsidRPr="00713213" w14:paraId="08C3319F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789543" w14:textId="70F4CC90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3860FE">
              <w:rPr>
                <w:rFonts w:eastAsia="Arial"/>
                <w:sz w:val="20"/>
                <w:szCs w:val="20"/>
                <w:lang w:eastAsia="hi-IN" w:bidi="hi-IN"/>
              </w:rPr>
              <w:t>1.11.1.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02EF3B" w14:textId="017F2F2F" w:rsidR="00DA01A4" w:rsidRPr="006E0A49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3860FE">
              <w:rPr>
                <w:rFonts w:eastAsia="Arial"/>
                <w:sz w:val="20"/>
                <w:szCs w:val="20"/>
                <w:lang w:eastAsia="hi-IN" w:bidi="hi-IN"/>
              </w:rPr>
              <w:t>Земельный участок (для</w:t>
            </w:r>
            <w:r w:rsidRPr="009E1DE2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r w:rsidRPr="009E1DE2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ведения личного подсобного хозяйства</w:t>
            </w:r>
            <w:r w:rsidRPr="003860FE">
              <w:rPr>
                <w:rFonts w:eastAsia="Arial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061DCE" w14:textId="77777777" w:rsidR="00DA01A4" w:rsidRPr="009E1DE2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E1DE2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Местоположение </w:t>
            </w:r>
            <w:r w:rsidRPr="009E1DE2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установлено относительно ориентира, расположенного в границах участка. Почтовый</w:t>
            </w:r>
          </w:p>
          <w:p w14:paraId="73A04D46" w14:textId="10B224E8" w:rsidR="00DA01A4" w:rsidRPr="006E0A49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E1DE2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край Краснодарский, р-н Гулькевичский, с/п Николенское, х. Ивлев, пер. Веселый, 3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F35E99" w14:textId="77777777" w:rsidR="00DA01A4" w:rsidRDefault="00DA01A4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9E1DE2">
              <w:rPr>
                <w:sz w:val="20"/>
                <w:szCs w:val="20"/>
              </w:rPr>
              <w:lastRenderedPageBreak/>
              <w:t>23:06:1001004:118</w:t>
            </w:r>
          </w:p>
          <w:p w14:paraId="67C16206" w14:textId="5511B1C7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</w:t>
            </w:r>
            <w:r w:rsidRPr="009E1DE2">
              <w:rPr>
                <w:sz w:val="20"/>
                <w:szCs w:val="20"/>
              </w:rPr>
              <w:t>06.11.2005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284526" w14:textId="77777777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Николен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ское сельское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поселение Гулькевичского района</w:t>
            </w:r>
          </w:p>
          <w:p w14:paraId="40F1A795" w14:textId="77777777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ИНН </w:t>
            </w:r>
            <w:r w:rsidRPr="00713213">
              <w:rPr>
                <w:sz w:val="20"/>
                <w:szCs w:val="20"/>
              </w:rPr>
              <w:t>2329019</w:t>
            </w:r>
            <w:r>
              <w:rPr>
                <w:sz w:val="20"/>
                <w:szCs w:val="20"/>
              </w:rPr>
              <w:t>640</w:t>
            </w:r>
            <w:r w:rsidRPr="00713213">
              <w:rPr>
                <w:sz w:val="20"/>
                <w:szCs w:val="20"/>
              </w:rPr>
              <w:t xml:space="preserve">,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КПП</w:t>
            </w:r>
          </w:p>
          <w:p w14:paraId="11B6E4BC" w14:textId="77777777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</w:rPr>
              <w:t>232901001,</w:t>
            </w:r>
          </w:p>
          <w:p w14:paraId="3071BF76" w14:textId="77777777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ОГРН </w:t>
            </w:r>
            <w:r w:rsidRPr="0018251E">
              <w:rPr>
                <w:rFonts w:eastAsia="Arial"/>
                <w:sz w:val="20"/>
                <w:szCs w:val="20"/>
                <w:lang w:eastAsia="hi-IN" w:bidi="hi-IN"/>
              </w:rPr>
              <w:t>1052316363802</w:t>
            </w:r>
          </w:p>
          <w:p w14:paraId="16CAF06E" w14:textId="77777777" w:rsidR="00DA01A4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</w:rPr>
              <w:t xml:space="preserve">Краснодарский край, Гулькевичский район, </w:t>
            </w:r>
            <w:r>
              <w:rPr>
                <w:sz w:val="20"/>
                <w:szCs w:val="20"/>
              </w:rPr>
              <w:t>Николен</w:t>
            </w:r>
            <w:r w:rsidRPr="00713213">
              <w:rPr>
                <w:sz w:val="20"/>
                <w:szCs w:val="20"/>
              </w:rPr>
              <w:t xml:space="preserve">ское сельское поселение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ОКТМО </w:t>
            </w:r>
          </w:p>
          <w:p w14:paraId="00DA7A18" w14:textId="02766848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8251E">
              <w:rPr>
                <w:rFonts w:eastAsia="Arial"/>
                <w:sz w:val="20"/>
                <w:szCs w:val="20"/>
                <w:lang w:eastAsia="hi-IN" w:bidi="hi-IN"/>
              </w:rPr>
              <w:t>03613425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A09A92" w14:textId="77777777" w:rsidR="00DA01A4" w:rsidRP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Собственность</w:t>
            </w:r>
          </w:p>
          <w:p w14:paraId="6F568D08" w14:textId="77777777" w:rsidR="00DA01A4" w:rsidRP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23-23-</w:t>
            </w: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15/039/2013-317</w:t>
            </w:r>
          </w:p>
          <w:p w14:paraId="666D5C5F" w14:textId="77777777" w:rsid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12.07.2013 00:00:00</w:t>
            </w:r>
          </w:p>
          <w:p w14:paraId="0C7D9B15" w14:textId="77777777" w:rsidR="00DA01A4" w:rsidRP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>Заявление о государственной регистрации прав на недвижимое имущество и сделок с ним от</w:t>
            </w:r>
          </w:p>
          <w:p w14:paraId="49B31DB0" w14:textId="77777777" w:rsidR="00DA01A4" w:rsidRP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>Кадыкина</w:t>
            </w:r>
            <w:proofErr w:type="spellEnd"/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Н. В., выдан 02.07.2013</w:t>
            </w:r>
          </w:p>
          <w:p w14:paraId="7786D774" w14:textId="77777777" w:rsidR="00DA01A4" w:rsidRPr="00DA01A4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Кадастровый паспорт земельного участка, № 2343/12/13-594319, выдан 11.07.2013, Филиал</w:t>
            </w:r>
          </w:p>
          <w:p w14:paraId="588A8C23" w14:textId="0B047A46" w:rsidR="00DA01A4" w:rsidRPr="0046040E" w:rsidRDefault="00DA01A4" w:rsidP="00DA01A4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 xml:space="preserve"> федерального государственного бюджетного учреждения "Федеральная кадастровая палата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»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1CA165" w14:textId="77777777" w:rsidR="00DA01A4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Земли населенных </w:t>
            </w: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пунктов</w:t>
            </w:r>
          </w:p>
          <w:p w14:paraId="78DB804F" w14:textId="77777777" w:rsidR="00DA01A4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t>5000 +/- 25</w:t>
            </w:r>
          </w:p>
          <w:p w14:paraId="562EF501" w14:textId="5B3980E5" w:rsidR="00DA01A4" w:rsidRPr="006E0A49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eastAsia="Arial"/>
                <w:sz w:val="20"/>
                <w:szCs w:val="20"/>
                <w:lang w:eastAsia="hi-IN" w:bidi="hi-IN"/>
              </w:rPr>
              <w:t>кв.м</w:t>
            </w:r>
            <w:proofErr w:type="spellEnd"/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7A07F2" w14:textId="65B2A21A" w:rsidR="00DA01A4" w:rsidRPr="00DA01A4" w:rsidRDefault="00DA01A4" w:rsidP="00DA01A4">
            <w:pPr>
              <w:jc w:val="center"/>
              <w:rPr>
                <w:sz w:val="20"/>
                <w:szCs w:val="20"/>
              </w:rPr>
            </w:pPr>
            <w:r w:rsidRPr="00DA01A4">
              <w:rPr>
                <w:sz w:val="20"/>
                <w:szCs w:val="20"/>
              </w:rPr>
              <w:lastRenderedPageBreak/>
              <w:t>217900,00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8FADEB" w14:textId="245A6A29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101CDC" w14:textId="3BA75B92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3013F1" w14:textId="1E70BE1E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179CD3C" w14:textId="663A42B6" w:rsidR="00DA01A4" w:rsidRPr="00713213" w:rsidRDefault="00DA01A4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A01A4" w:rsidRPr="00713213" w14:paraId="63718A38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D01C2F" w14:textId="3BB88D63" w:rsidR="00DA01A4" w:rsidRPr="003860FE" w:rsidRDefault="00F15B4C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1.11.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D628F7" w14:textId="04E6833E" w:rsidR="00DA01A4" w:rsidRPr="003860FE" w:rsidRDefault="000D3ED3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D3ED3">
              <w:rPr>
                <w:rFonts w:eastAsia="Arial"/>
                <w:sz w:val="20"/>
                <w:szCs w:val="20"/>
                <w:lang w:eastAsia="hi-IN" w:bidi="hi-IN"/>
              </w:rPr>
              <w:t>Земельны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й</w:t>
            </w:r>
            <w:r w:rsidRPr="000D3ED3">
              <w:rPr>
                <w:rFonts w:eastAsia="Arial"/>
                <w:sz w:val="20"/>
                <w:szCs w:val="20"/>
                <w:lang w:eastAsia="hi-IN" w:bidi="hi-IN"/>
              </w:rPr>
              <w:t xml:space="preserve"> участ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 xml:space="preserve">ок </w:t>
            </w:r>
            <w:r w:rsidRPr="000D3ED3">
              <w:rPr>
                <w:rFonts w:eastAsia="Arial"/>
                <w:sz w:val="20"/>
                <w:szCs w:val="20"/>
                <w:lang w:eastAsia="hi-IN" w:bidi="hi-IN"/>
              </w:rPr>
              <w:t>(территории) общего пользования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5A85FB" w14:textId="77777777" w:rsidR="001B02AC" w:rsidRPr="001B02AC" w:rsidRDefault="001B02AC" w:rsidP="001B02A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29EE692B" w14:textId="5BD2F44E" w:rsidR="00DA01A4" w:rsidRPr="009E1DE2" w:rsidRDefault="001B02AC" w:rsidP="001B02A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Краснодарский край, р-н. </w:t>
            </w: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Гулькевичский, с. Николенское, ул. Октябрьская.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B75131F" w14:textId="77777777" w:rsidR="00DA01A4" w:rsidRDefault="00F15B4C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F15B4C">
              <w:rPr>
                <w:sz w:val="20"/>
                <w:szCs w:val="20"/>
              </w:rPr>
              <w:lastRenderedPageBreak/>
              <w:t>23:06:1002008:332</w:t>
            </w:r>
          </w:p>
          <w:p w14:paraId="3A455D81" w14:textId="4D824C0A" w:rsidR="00F15B4C" w:rsidRPr="009E1DE2" w:rsidRDefault="00F15B4C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15B4C">
              <w:rPr>
                <w:sz w:val="20"/>
                <w:szCs w:val="20"/>
              </w:rPr>
              <w:t>29.01.2020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C6CE84" w14:textId="77777777" w:rsidR="00F15B4C" w:rsidRPr="00F15B4C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3EED6A4E" w14:textId="77777777" w:rsidR="00F15B4C" w:rsidRPr="00F15B4C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35140FB3" w14:textId="77777777" w:rsidR="00F15B4C" w:rsidRPr="00F15B4C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5DAB05F1" w14:textId="77777777" w:rsidR="00F15B4C" w:rsidRPr="00F15B4C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050FC612" w14:textId="77777777" w:rsidR="00F15B4C" w:rsidRPr="00F15B4C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</w:t>
            </w: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район, Николенское сельское поселение ОКТМО </w:t>
            </w:r>
          </w:p>
          <w:p w14:paraId="1220F143" w14:textId="492E5A02" w:rsidR="00DA01A4" w:rsidRDefault="00F15B4C" w:rsidP="00F15B4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15B4C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13ED99" w14:textId="77777777" w:rsidR="001B02AC" w:rsidRPr="001B02AC" w:rsidRDefault="001B02AC" w:rsidP="001B02A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Постоянное (бессрочное) пользование</w:t>
            </w:r>
          </w:p>
          <w:p w14:paraId="718EDCBF" w14:textId="77777777" w:rsidR="001B02AC" w:rsidRPr="001B02AC" w:rsidRDefault="001B02AC" w:rsidP="001B02A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 xml:space="preserve"> 23:06:1002008:332-23/015/2020-1</w:t>
            </w:r>
          </w:p>
          <w:p w14:paraId="14B783A6" w14:textId="77777777" w:rsidR="00DA01A4" w:rsidRDefault="001B02AC" w:rsidP="001B02A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 xml:space="preserve"> 11.06.2020 15:43:02</w:t>
            </w:r>
          </w:p>
          <w:p w14:paraId="1DB98E0A" w14:textId="77777777" w:rsidR="001B02AC" w:rsidRPr="001B02AC" w:rsidRDefault="001B02AC" w:rsidP="001B02A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 xml:space="preserve">Постановление администрации муниципального образования Гулькевичский район, № 620, </w:t>
            </w: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выдан</w:t>
            </w:r>
          </w:p>
          <w:p w14:paraId="14D45130" w14:textId="728ADAF0" w:rsidR="001B02AC" w:rsidRPr="00DA01A4" w:rsidRDefault="001B02AC" w:rsidP="001B02A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B02AC">
              <w:rPr>
                <w:rFonts w:eastAsia="Arial"/>
                <w:sz w:val="20"/>
                <w:szCs w:val="20"/>
                <w:lang w:eastAsia="hi-IN" w:bidi="hi-IN"/>
              </w:rPr>
              <w:t xml:space="preserve"> 30.04.2020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60921C" w14:textId="77777777" w:rsidR="00A7020E" w:rsidRDefault="00A7020E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A01A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Земли населенных пунктов</w:t>
            </w:r>
          </w:p>
          <w:p w14:paraId="303B5A9B" w14:textId="1E43FDBE" w:rsidR="00DA01A4" w:rsidRPr="00DA01A4" w:rsidRDefault="00A7020E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7020E">
              <w:rPr>
                <w:rFonts w:eastAsia="Arial"/>
                <w:sz w:val="20"/>
                <w:szCs w:val="20"/>
                <w:lang w:eastAsia="hi-IN" w:bidi="hi-IN"/>
              </w:rPr>
              <w:t xml:space="preserve">3984 +/- 22 </w:t>
            </w:r>
            <w:proofErr w:type="spellStart"/>
            <w:r>
              <w:rPr>
                <w:rFonts w:eastAsia="Arial"/>
                <w:sz w:val="20"/>
                <w:szCs w:val="20"/>
                <w:lang w:eastAsia="hi-IN" w:bidi="hi-IN"/>
              </w:rPr>
              <w:t>кв.м</w:t>
            </w:r>
            <w:proofErr w:type="spellEnd"/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0FC0AD" w14:textId="1B55B31C" w:rsidR="00DA01A4" w:rsidRPr="00DA01A4" w:rsidRDefault="00A7020E" w:rsidP="00DA01A4">
            <w:pPr>
              <w:jc w:val="center"/>
              <w:rPr>
                <w:sz w:val="20"/>
                <w:szCs w:val="20"/>
              </w:rPr>
            </w:pPr>
            <w:r w:rsidRPr="00A7020E">
              <w:rPr>
                <w:sz w:val="20"/>
                <w:szCs w:val="20"/>
              </w:rPr>
              <w:t>60118.56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5F9AEB" w14:textId="41C4F052" w:rsidR="00DA01A4" w:rsidRPr="00713213" w:rsidRDefault="00A7020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C6FCC5" w14:textId="3B4447A4" w:rsidR="00DA01A4" w:rsidRPr="00713213" w:rsidRDefault="00A7020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DBCB6A" w14:textId="457D2DDA" w:rsidR="00DA01A4" w:rsidRPr="00713213" w:rsidRDefault="00A7020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8175DAC" w14:textId="6E54E4C6" w:rsidR="00DA01A4" w:rsidRPr="00713213" w:rsidRDefault="00A7020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11002500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35F77E" w14:textId="3CD1FB36" w:rsidR="00B8494F" w:rsidRPr="00A41365" w:rsidRDefault="00B8494F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1.11.3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646455" w14:textId="09B87192" w:rsidR="00B8494F" w:rsidRPr="00A41365" w:rsidRDefault="00B8494F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sz w:val="20"/>
                <w:szCs w:val="20"/>
              </w:rPr>
              <w:t>Земельный участок (для содержания и обслуживания кладбища)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BBFFDF" w14:textId="77777777" w:rsidR="009051D4" w:rsidRPr="00A41365" w:rsidRDefault="009051D4" w:rsidP="009051D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53540A65" w14:textId="77777777" w:rsidR="009051D4" w:rsidRPr="00A41365" w:rsidRDefault="009051D4" w:rsidP="009051D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примерно в 1015 м. от ориентира по направлению на северо-запад, наименование</w:t>
            </w:r>
          </w:p>
          <w:p w14:paraId="5A1F97C9" w14:textId="77777777" w:rsidR="009051D4" w:rsidRPr="00A41365" w:rsidRDefault="009051D4" w:rsidP="009051D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ориентира: пересечение улиц Пионерская и Школьная, почтовый адрес ориентира: Краснодарский край,</w:t>
            </w:r>
          </w:p>
          <w:p w14:paraId="3969D643" w14:textId="090EE4B9" w:rsidR="00B8494F" w:rsidRPr="00A41365" w:rsidRDefault="009051D4" w:rsidP="009051D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Гулькевичский район, х. Булгаков.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CD51CF" w14:textId="77777777" w:rsidR="00726121" w:rsidRPr="00A41365" w:rsidRDefault="009051D4" w:rsidP="00B8494F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  <w:lang w:val="en-US"/>
              </w:rPr>
              <w:t>23:06:1001000:359</w:t>
            </w:r>
          </w:p>
          <w:p w14:paraId="2C4DA9D3" w14:textId="63FD8890" w:rsidR="009051D4" w:rsidRPr="00A41365" w:rsidRDefault="009051D4" w:rsidP="00B8494F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  <w:lang w:val="en-US"/>
              </w:rPr>
              <w:t>(31.01.2014)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F4A7E6" w14:textId="77777777" w:rsidR="00F03C93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Николенское сельское поселение Гулькевичского района</w:t>
            </w:r>
          </w:p>
          <w:p w14:paraId="6DD9F306" w14:textId="77777777" w:rsidR="00F03C93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ИНН 2329019640, КПП</w:t>
            </w:r>
          </w:p>
          <w:p w14:paraId="5D4D3087" w14:textId="77777777" w:rsidR="00F03C93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232901001,</w:t>
            </w:r>
          </w:p>
          <w:p w14:paraId="754B94EA" w14:textId="77777777" w:rsidR="00F03C93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ОГРН 1052316363802</w:t>
            </w:r>
          </w:p>
          <w:p w14:paraId="6F9CC818" w14:textId="77777777" w:rsidR="00F03C93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3A78C331" w14:textId="6CB540EB" w:rsidR="00B8494F" w:rsidRPr="00A41365" w:rsidRDefault="00F03C93" w:rsidP="00F03C9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sz w:val="20"/>
                <w:szCs w:val="20"/>
              </w:rPr>
              <w:t>03613425101</w:t>
            </w:r>
            <w:r w:rsidR="00B8494F" w:rsidRPr="00A413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5BCD5A" w14:textId="77777777" w:rsidR="00C72CDE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</w:p>
          <w:p w14:paraId="35E1B66F" w14:textId="77777777" w:rsidR="00C72CDE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23:06:1001000:359-23/015/2017-1</w:t>
            </w:r>
          </w:p>
          <w:p w14:paraId="76C75D59" w14:textId="77777777" w:rsidR="00F03C93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18.08.2017 09:39:46</w:t>
            </w:r>
          </w:p>
          <w:p w14:paraId="39A5C019" w14:textId="77777777" w:rsidR="00C72CDE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Акт передачи муниципального имущества муниципального образования Гулькевичский район</w:t>
            </w:r>
          </w:p>
          <w:p w14:paraId="26C74537" w14:textId="77777777" w:rsidR="00C72CDE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вновь </w:t>
            </w:r>
            <w:proofErr w:type="spellStart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образованнному</w:t>
            </w:r>
            <w:proofErr w:type="spellEnd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Николенскому</w:t>
            </w:r>
            <w:proofErr w:type="spellEnd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сельскому поселению Гулькевичского района, выдан</w:t>
            </w:r>
          </w:p>
          <w:p w14:paraId="45E509D7" w14:textId="45B7296B" w:rsidR="00C72CDE" w:rsidRPr="00A41365" w:rsidRDefault="00C72CDE" w:rsidP="00C72CD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val="en-US"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r w:rsidRPr="00A41365">
              <w:rPr>
                <w:rFonts w:eastAsia="Arial"/>
                <w:sz w:val="20"/>
                <w:szCs w:val="20"/>
                <w:lang w:val="en-US" w:eastAsia="hi-IN" w:bidi="hi-IN"/>
              </w:rPr>
              <w:t>20.11.2006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607583" w14:textId="77777777" w:rsidR="006125C3" w:rsidRPr="00A41365" w:rsidRDefault="006125C3" w:rsidP="0072612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Земли сельскохозяйственного назначения</w:t>
            </w:r>
          </w:p>
          <w:p w14:paraId="2DFC5EA5" w14:textId="69EE5783" w:rsidR="00B8494F" w:rsidRPr="00A41365" w:rsidRDefault="006125C3" w:rsidP="0072612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7418 +/- 754</w:t>
            </w:r>
            <w:r w:rsidR="00726121" w:rsidRPr="00A41365">
              <w:rPr>
                <w:sz w:val="20"/>
                <w:szCs w:val="20"/>
              </w:rPr>
              <w:t xml:space="preserve"> кв.м</w:t>
            </w:r>
            <w:r w:rsidRPr="00A41365">
              <w:rPr>
                <w:sz w:val="20"/>
                <w:szCs w:val="20"/>
              </w:rPr>
              <w:t>.</w:t>
            </w:r>
          </w:p>
          <w:p w14:paraId="57BA5FC6" w14:textId="77777777" w:rsidR="006125C3" w:rsidRPr="00A41365" w:rsidRDefault="006125C3" w:rsidP="006125C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"Ритуальная деятельность: размещение кладбищ, крематориев и мест захоронения; размещение</w:t>
            </w:r>
          </w:p>
          <w:p w14:paraId="57747E7F" w14:textId="23F90B18" w:rsidR="006125C3" w:rsidRPr="00A41365" w:rsidRDefault="006125C3" w:rsidP="006125C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</w:rPr>
              <w:t xml:space="preserve"> </w:t>
            </w:r>
            <w:proofErr w:type="spellStart"/>
            <w:r w:rsidRPr="00A41365">
              <w:rPr>
                <w:sz w:val="20"/>
                <w:szCs w:val="20"/>
                <w:lang w:val="en-US"/>
              </w:rPr>
              <w:t>соответствующих</w:t>
            </w:r>
            <w:proofErr w:type="spellEnd"/>
            <w:r w:rsidRPr="00A413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1365">
              <w:rPr>
                <w:sz w:val="20"/>
                <w:szCs w:val="20"/>
                <w:lang w:val="en-US"/>
              </w:rPr>
              <w:t>культовых</w:t>
            </w:r>
            <w:proofErr w:type="spellEnd"/>
            <w:r w:rsidRPr="00A413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1365">
              <w:rPr>
                <w:sz w:val="20"/>
                <w:szCs w:val="20"/>
                <w:lang w:val="en-US"/>
              </w:rPr>
              <w:t>сооружений</w:t>
            </w:r>
            <w:proofErr w:type="spellEnd"/>
            <w:r w:rsidRPr="00A41365">
              <w:rPr>
                <w:sz w:val="20"/>
                <w:szCs w:val="20"/>
                <w:lang w:val="en-US"/>
              </w:rPr>
              <w:t>"</w:t>
            </w:r>
          </w:p>
          <w:p w14:paraId="13D5D49C" w14:textId="77777777" w:rsidR="006125C3" w:rsidRPr="00A41365" w:rsidRDefault="006125C3" w:rsidP="0072612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  <w:p w14:paraId="7EB74B2D" w14:textId="77777777" w:rsidR="00B8494F" w:rsidRPr="00A41365" w:rsidRDefault="00B8494F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CC07E4" w14:textId="1DC2AE0B" w:rsidR="00B8494F" w:rsidRPr="00A41365" w:rsidRDefault="006125C3" w:rsidP="00B8494F">
            <w:pPr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  <w:lang w:val="en-US"/>
              </w:rPr>
              <w:t>111937.62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578A20" w14:textId="1FF1E42F" w:rsidR="00B8494F" w:rsidRPr="00A41365" w:rsidRDefault="006125C3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5AAE5E" w14:textId="1DCBB0C0" w:rsidR="00B8494F" w:rsidRPr="00A41365" w:rsidRDefault="006125C3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DFFD3A" w14:textId="36E86885" w:rsidR="00B8494F" w:rsidRPr="00A41365" w:rsidRDefault="006125C3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80272EF" w14:textId="0CFE8213" w:rsidR="00B8494F" w:rsidRPr="00A41365" w:rsidRDefault="006125C3" w:rsidP="00B849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55819E65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D24A68" w14:textId="46B88FB2" w:rsidR="004020F4" w:rsidRPr="00A41365" w:rsidRDefault="004020F4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1.11.4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7D3A3F" w14:textId="192CE8C5" w:rsidR="004020F4" w:rsidRPr="00A41365" w:rsidRDefault="004759B0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Земельный участок (для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размещения площадок для занятий спортом)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A797BB" w14:textId="77777777" w:rsidR="004020F4" w:rsidRPr="00A41365" w:rsidRDefault="004759B0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Краснодарский край,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Гулькевичский район, с. Николенское, ул. Олимпийская</w:t>
            </w:r>
          </w:p>
          <w:p w14:paraId="67303AC8" w14:textId="7154B20B" w:rsidR="004759B0" w:rsidRPr="00A41365" w:rsidRDefault="004759B0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763FA5A" w14:textId="77777777" w:rsidR="004020F4" w:rsidRPr="00A41365" w:rsidRDefault="00BD5814" w:rsidP="004020F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23:06:1002011:622</w:t>
            </w:r>
          </w:p>
          <w:p w14:paraId="404BF7D4" w14:textId="691571CE" w:rsidR="00BD5814" w:rsidRPr="00A41365" w:rsidRDefault="00BD5814" w:rsidP="004020F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(03.10.2024)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6C86B1" w14:textId="77777777" w:rsidR="00F170EA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Николенское сельское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поселение Гулькевичского района</w:t>
            </w:r>
          </w:p>
          <w:p w14:paraId="36781542" w14:textId="77777777" w:rsidR="00F170EA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37D46077" w14:textId="77777777" w:rsidR="00F170EA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698586C0" w14:textId="77777777" w:rsidR="00F170EA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428F6591" w14:textId="77777777" w:rsidR="00F170EA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3D6F4C71" w14:textId="12384225" w:rsidR="004020F4" w:rsidRPr="00A41365" w:rsidRDefault="00F170EA" w:rsidP="00F170E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F698BD" w14:textId="77777777" w:rsidR="002E474E" w:rsidRPr="00A41365" w:rsidRDefault="002E474E" w:rsidP="002E474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Собственность</w:t>
            </w:r>
          </w:p>
          <w:p w14:paraId="5C4E45ED" w14:textId="77777777" w:rsidR="002E474E" w:rsidRPr="00A41365" w:rsidRDefault="002E474E" w:rsidP="002E474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23:06:1002011:622-23/259/2024-1</w:t>
            </w:r>
          </w:p>
          <w:p w14:paraId="76195F5E" w14:textId="77777777" w:rsidR="004020F4" w:rsidRPr="00A41365" w:rsidRDefault="002E474E" w:rsidP="002E474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03.10.2024 18:04:08</w:t>
            </w:r>
          </w:p>
          <w:p w14:paraId="3B1AF33E" w14:textId="77777777" w:rsidR="002E474E" w:rsidRPr="00A41365" w:rsidRDefault="002E474E" w:rsidP="002E474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Постановление администрации Николенского сельского поселения Гулькевичского района, № 18,</w:t>
            </w:r>
          </w:p>
          <w:p w14:paraId="71D46F61" w14:textId="13F277A7" w:rsidR="002E474E" w:rsidRPr="00A41365" w:rsidRDefault="002E474E" w:rsidP="002E474E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выдан 28.02.2020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C98B33" w14:textId="77777777" w:rsidR="004020F4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Земли населенных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пунктов,</w:t>
            </w:r>
          </w:p>
          <w:p w14:paraId="41BD00D3" w14:textId="1E5528A6" w:rsidR="00F170EA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площадки для занятий спортом</w:t>
            </w:r>
            <w:r w:rsidR="0080036F" w:rsidRPr="00A41365">
              <w:rPr>
                <w:rFonts w:eastAsia="Arial"/>
                <w:sz w:val="20"/>
                <w:szCs w:val="20"/>
                <w:lang w:eastAsia="hi-IN" w:bidi="hi-IN"/>
              </w:rPr>
              <w:t>,</w:t>
            </w:r>
          </w:p>
          <w:p w14:paraId="58D793CC" w14:textId="39AE3B2C" w:rsidR="0080036F" w:rsidRPr="00A41365" w:rsidRDefault="0080036F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площадь</w:t>
            </w:r>
          </w:p>
          <w:p w14:paraId="40CBAF3D" w14:textId="77777777" w:rsidR="00F170EA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41660 +/- 71</w:t>
            </w:r>
          </w:p>
          <w:p w14:paraId="7DC1BE64" w14:textId="029673F0" w:rsidR="00F170EA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кв.м.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B200BC" w14:textId="21533058" w:rsidR="004020F4" w:rsidRPr="00A41365" w:rsidRDefault="00F170EA" w:rsidP="004020F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1733056,00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D2F042" w14:textId="134E5073" w:rsidR="004020F4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57E426" w14:textId="3E70F86F" w:rsidR="004020F4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D86D48" w14:textId="0EF79E0F" w:rsidR="004020F4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E53726" w14:textId="4C774FDC" w:rsidR="004020F4" w:rsidRPr="00A41365" w:rsidRDefault="00F170EA" w:rsidP="004020F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6D718842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DF982A" w14:textId="2BF84CAC" w:rsidR="004020F4" w:rsidRPr="00A41365" w:rsidRDefault="00923900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</w:t>
            </w:r>
            <w:r w:rsidR="0080036F" w:rsidRPr="00A41365">
              <w:rPr>
                <w:rFonts w:eastAsia="Arial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DD6E1B" w14:textId="064C14E5" w:rsidR="004020F4" w:rsidRPr="00A41365" w:rsidRDefault="00923900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Земельный участок (для обслуживания и содержания братской могилы)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3537CF1" w14:textId="1DA35C61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Краснодарский край, р-н Гулькевичский, примерно в 525 м. от ориентира по направлению на северо-</w:t>
            </w:r>
          </w:p>
          <w:p w14:paraId="44ED1141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восток. Наименование ориентира: пересечение ул. Октябрьская и ул. Олимпийская. Почтовый адрес</w:t>
            </w:r>
          </w:p>
          <w:p w14:paraId="1ED5DC66" w14:textId="55BBB88A" w:rsidR="004020F4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ориентира: Краснодарский край, Гулькевичский район, с.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Николенское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0E0504" w14:textId="77777777" w:rsidR="004020F4" w:rsidRPr="00A41365" w:rsidRDefault="00395041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23:06:1002008:274</w:t>
            </w:r>
          </w:p>
          <w:p w14:paraId="0D74FFB0" w14:textId="12ED6D39" w:rsidR="00395041" w:rsidRPr="00A41365" w:rsidRDefault="00395041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(29.07.2013)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9284D8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7DFF215D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3FAFF741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5CAD45DD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7E5E1389" w14:textId="77777777" w:rsidR="00395041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5C81B31D" w14:textId="7A207051" w:rsidR="004020F4" w:rsidRPr="00A41365" w:rsidRDefault="00395041" w:rsidP="0039504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43BC0F" w14:textId="77777777" w:rsidR="00395041" w:rsidRPr="00A41365" w:rsidRDefault="00395041" w:rsidP="00395041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</w:p>
          <w:p w14:paraId="2A92868F" w14:textId="77777777" w:rsidR="00395041" w:rsidRPr="00A41365" w:rsidRDefault="00395041" w:rsidP="00395041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23-23/015-23/015/801/2015-9272/1</w:t>
            </w:r>
          </w:p>
          <w:p w14:paraId="24CA89F7" w14:textId="77777777" w:rsidR="004020F4" w:rsidRPr="00A41365" w:rsidRDefault="00395041" w:rsidP="00395041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21.12.2015 16:45:51</w:t>
            </w:r>
          </w:p>
          <w:p w14:paraId="22D6DFF5" w14:textId="77777777" w:rsidR="00395041" w:rsidRPr="00A41365" w:rsidRDefault="00395041" w:rsidP="00395041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Акт муниципального имущества муниципального образования Гулькевичский район вновь</w:t>
            </w:r>
          </w:p>
          <w:p w14:paraId="76C157DE" w14:textId="285A7CC4" w:rsidR="00395041" w:rsidRPr="00A41365" w:rsidRDefault="00395041" w:rsidP="00395041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образованному </w:t>
            </w:r>
            <w:proofErr w:type="spellStart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Николенскому</w:t>
            </w:r>
            <w:proofErr w:type="spellEnd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сельскому поселению Гулькевичского района, выдан 20.11.2006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3811E5" w14:textId="6C20CE77" w:rsidR="004020F4" w:rsidRPr="00A41365" w:rsidRDefault="0080036F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Земли населенных пунктов,</w:t>
            </w:r>
          </w:p>
          <w:p w14:paraId="4926A9F9" w14:textId="54AA8267" w:rsidR="0080036F" w:rsidRPr="00A41365" w:rsidRDefault="0080036F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площадь</w:t>
            </w:r>
          </w:p>
          <w:p w14:paraId="7254D4E9" w14:textId="2E42AFC4" w:rsidR="0080036F" w:rsidRPr="00A41365" w:rsidRDefault="0080036F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41 +/- 2 кв.м.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B78D2D3" w14:textId="386E79FA" w:rsidR="004020F4" w:rsidRPr="00A41365" w:rsidRDefault="0080036F" w:rsidP="00DA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618.69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3CBCF3" w14:textId="01511287" w:rsidR="004020F4" w:rsidRPr="00A41365" w:rsidRDefault="0080036F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297704" w14:textId="1E40814A" w:rsidR="004020F4" w:rsidRPr="00A41365" w:rsidRDefault="0080036F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C7ABE6" w14:textId="2BACA8DC" w:rsidR="004020F4" w:rsidRPr="00A41365" w:rsidRDefault="0080036F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A1A490E" w14:textId="19D6CF03" w:rsidR="004020F4" w:rsidRPr="00A41365" w:rsidRDefault="0080036F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068F018E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D783A1" w14:textId="761B9AE1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1.11.6.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E179B9" w14:textId="396FC4CD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Земельный участок (</w:t>
            </w:r>
            <w:r w:rsidR="00980DB3" w:rsidRPr="00A41365">
              <w:rPr>
                <w:rFonts w:eastAsia="Arial"/>
                <w:sz w:val="20"/>
                <w:szCs w:val="20"/>
                <w:lang w:eastAsia="hi-IN" w:bidi="hi-IN"/>
              </w:rPr>
              <w:t>для обслуживания и функционирования здания центральной котельной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0A35FD" w14:textId="77777777" w:rsidR="00137932" w:rsidRPr="00A41365" w:rsidRDefault="00137932" w:rsidP="0013793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17079DEE" w14:textId="0FC617B3" w:rsidR="00CB4C09" w:rsidRPr="00A41365" w:rsidRDefault="00137932" w:rsidP="0013793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Краснодарский край, р-н Гулькевичский, с/п Николенское, с. Николенское, ул. Мира, 1 А.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516CD4" w14:textId="77777777" w:rsidR="00CB4C09" w:rsidRPr="00A41365" w:rsidRDefault="00137932" w:rsidP="00CB4C09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23:06:1002001:319</w:t>
            </w:r>
          </w:p>
          <w:p w14:paraId="1A426045" w14:textId="0EA10E25" w:rsidR="00137932" w:rsidRPr="00A41365" w:rsidRDefault="00137932" w:rsidP="00CB4C09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(02.03.2012)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9CB386" w14:textId="7777777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389FCBDC" w14:textId="7777777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655C88E4" w14:textId="7777777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29FC8818" w14:textId="7777777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57FDBE75" w14:textId="7777777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7F74025E" w14:textId="3C80821E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233EBE9" w14:textId="77777777" w:rsidR="00023E42" w:rsidRPr="00A41365" w:rsidRDefault="00023E42" w:rsidP="00023E42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</w:p>
          <w:p w14:paraId="5CEE29DA" w14:textId="77777777" w:rsidR="00023E42" w:rsidRPr="00A41365" w:rsidRDefault="00023E42" w:rsidP="00023E42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23:06:1002001:319-23/015/2018-1</w:t>
            </w:r>
          </w:p>
          <w:p w14:paraId="5A176E42" w14:textId="77777777" w:rsidR="00CB4C09" w:rsidRPr="00A41365" w:rsidRDefault="00023E42" w:rsidP="00023E42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13.06.2018 10:01:49</w:t>
            </w:r>
          </w:p>
          <w:p w14:paraId="208BBF0B" w14:textId="64C3006A" w:rsidR="00023E42" w:rsidRPr="00A41365" w:rsidRDefault="00023E42" w:rsidP="00023E42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Договор о безвозмездной передаче объекта, выдан 02.06.2010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091B68" w14:textId="77777777" w:rsidR="00CB4C09" w:rsidRPr="00A41365" w:rsidRDefault="006F56D6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Земли населенных пунктов</w:t>
            </w:r>
          </w:p>
          <w:p w14:paraId="0ECCEF0F" w14:textId="77777777" w:rsidR="00FA1FBD" w:rsidRPr="00A41365" w:rsidRDefault="00FA1FBD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474 +/- 15</w:t>
            </w:r>
          </w:p>
          <w:p w14:paraId="2C2CDC3E" w14:textId="3EBAB29D" w:rsidR="00FA1FBD" w:rsidRPr="00A41365" w:rsidRDefault="00FA1FBD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кв.м.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0A08CB" w14:textId="210052EF" w:rsidR="00CB4C09" w:rsidRPr="00A41365" w:rsidRDefault="00FA1FBD" w:rsidP="00CB4C0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40745.04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003E85" w14:textId="275FE53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6B47F0" w14:textId="24E923F5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B390F0" w14:textId="1F153197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9CC1D5B" w14:textId="0B1C418E" w:rsidR="00CB4C09" w:rsidRPr="00A41365" w:rsidRDefault="00CB4C09" w:rsidP="00CB4C0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5E0F0574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56741A" w14:textId="074F4F7E" w:rsidR="0080036F" w:rsidRPr="00A41365" w:rsidRDefault="00D50A69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1.11.7</w:t>
            </w:r>
            <w:r w:rsidR="00AB22BD" w:rsidRPr="00A41365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  <w:p w14:paraId="567BF6F8" w14:textId="15D6D4B3" w:rsidR="00D50A69" w:rsidRPr="00A41365" w:rsidRDefault="00D50A69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BE7171" w14:textId="2C0095D9" w:rsidR="0080036F" w:rsidRPr="00A41365" w:rsidRDefault="00D50A69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Земельный участок (для обслуживания и содержания мемориала В.И. Ленину)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FDDDD0" w14:textId="7DA03929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Краснодарский край, р-н Гулькевичский, примерно в 520 м. от ориентира по направлению на северо</w:t>
            </w:r>
            <w:r w:rsidR="00E967A8"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  <w:p w14:paraId="66334868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восток. Наименование ориентира: пересечение ул. Октябрьская и ул. Олимпийская. Почтовый адрес</w:t>
            </w:r>
          </w:p>
          <w:p w14:paraId="6112FBBA" w14:textId="586DA16F" w:rsidR="0080036F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ориентира: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Краснодарский край, Гулькевичский район, с. Николенское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32D5F1" w14:textId="77777777" w:rsidR="0080036F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23:06:1002008:273</w:t>
            </w:r>
          </w:p>
          <w:p w14:paraId="304FFC31" w14:textId="5FEFB185" w:rsidR="006F56D6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(29.07.2013)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BB69D48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07BCAB5A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6C064727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47E48A7E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25A1F032" w14:textId="77777777" w:rsidR="006F56D6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078AB3AE" w14:textId="508881A2" w:rsidR="0080036F" w:rsidRPr="00A41365" w:rsidRDefault="006F56D6" w:rsidP="006F56D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3E9B7B" w14:textId="77777777" w:rsidR="006F56D6" w:rsidRPr="00A41365" w:rsidRDefault="006F56D6" w:rsidP="006F56D6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Собственность</w:t>
            </w:r>
          </w:p>
          <w:p w14:paraId="02DFA0BE" w14:textId="77777777" w:rsidR="006F56D6" w:rsidRPr="00A41365" w:rsidRDefault="006F56D6" w:rsidP="006F56D6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23-23/015-23/015/801/2015-9288/1</w:t>
            </w:r>
          </w:p>
          <w:p w14:paraId="54088129" w14:textId="77777777" w:rsidR="0080036F" w:rsidRPr="00A41365" w:rsidRDefault="006F56D6" w:rsidP="006F56D6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21.12.2015 18:07:15</w:t>
            </w:r>
          </w:p>
          <w:p w14:paraId="402B2E74" w14:textId="77777777" w:rsidR="006F56D6" w:rsidRPr="00A41365" w:rsidRDefault="006F56D6" w:rsidP="006F56D6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Акт муниципального имущества муниципального образования Гулькевичский район вновь</w:t>
            </w:r>
          </w:p>
          <w:p w14:paraId="6F1BBF73" w14:textId="53A1EE3B" w:rsidR="006F56D6" w:rsidRPr="00A41365" w:rsidRDefault="006F56D6" w:rsidP="006F56D6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образованному </w:t>
            </w:r>
            <w:proofErr w:type="spellStart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Николенскому</w:t>
            </w:r>
            <w:proofErr w:type="spellEnd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сельскому поселению Гулькевичского района, выдан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20.11.2006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488099" w14:textId="77777777" w:rsidR="0080036F" w:rsidRPr="00A41365" w:rsidRDefault="006F56D6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Земли населенных пунктов</w:t>
            </w:r>
          </w:p>
          <w:p w14:paraId="77CA09F6" w14:textId="77777777" w:rsidR="006F56D6" w:rsidRPr="00A41365" w:rsidRDefault="006F56D6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64 +/- 3</w:t>
            </w:r>
          </w:p>
          <w:p w14:paraId="168C832F" w14:textId="43D97CA1" w:rsidR="006F56D6" w:rsidRPr="00A41365" w:rsidRDefault="006F56D6" w:rsidP="00A7020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кв.м.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9164D6" w14:textId="7A1763B4" w:rsidR="0080036F" w:rsidRPr="00A41365" w:rsidRDefault="00636193" w:rsidP="00DA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965.76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D63984" w14:textId="063D4253" w:rsidR="0080036F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693347" w14:textId="77262B69" w:rsidR="0080036F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E0F8B7" w14:textId="0E5C635E" w:rsidR="0080036F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B28116" w14:textId="095CC952" w:rsidR="0080036F" w:rsidRPr="00A41365" w:rsidRDefault="006F56D6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370516E0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F81807" w14:textId="14C93DAA" w:rsidR="004020F4" w:rsidRPr="00A41365" w:rsidRDefault="00AB22BD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1.11.8.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BE9E02" w14:textId="3391420E" w:rsidR="004020F4" w:rsidRPr="00A41365" w:rsidRDefault="00DE3DDD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Земельный участок (для содержания и обслуживания кладбища традиционного захоронения)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32F96C" w14:textId="77777777" w:rsidR="00DE3DDD" w:rsidRPr="00A41365" w:rsidRDefault="00DE3DDD" w:rsidP="00DE3DD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71978B2F" w14:textId="77777777" w:rsidR="00DE3DDD" w:rsidRPr="00A41365" w:rsidRDefault="00DE3DDD" w:rsidP="00DE3DD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Краснодарский край, примерно в 300 м. от ориентира по направлению на северо-запад,</w:t>
            </w:r>
          </w:p>
          <w:p w14:paraId="5DC379F1" w14:textId="5AD584AC" w:rsidR="00DE3DDD" w:rsidRPr="00A41365" w:rsidRDefault="00DE3DDD" w:rsidP="00DE3DD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наименование ориентира - домовладение, почтовый адрес ориентира: ул. Мира, 33, с. Николенское,</w:t>
            </w:r>
          </w:p>
          <w:p w14:paraId="04C087ED" w14:textId="77783D53" w:rsidR="004020F4" w:rsidRPr="00A41365" w:rsidRDefault="00DE3DDD" w:rsidP="00DE3DD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Гулькевичский район, Краснодарский край.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2D5AEF" w14:textId="77777777" w:rsidR="004020F4" w:rsidRPr="00A41365" w:rsidRDefault="001D14E2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23:06:1001000:204</w:t>
            </w:r>
          </w:p>
          <w:p w14:paraId="692B305D" w14:textId="37217EB0" w:rsidR="001D14E2" w:rsidRPr="00A41365" w:rsidRDefault="001D14E2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(12.09.2012)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A9EBB9" w14:textId="77777777" w:rsidR="00875FB7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04C4C565" w14:textId="77777777" w:rsidR="00875FB7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0BD5551D" w14:textId="77777777" w:rsidR="00875FB7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122EED77" w14:textId="77777777" w:rsidR="00875FB7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2D589CFD" w14:textId="77777777" w:rsidR="00875FB7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38EB5280" w14:textId="3B8B5693" w:rsidR="004020F4" w:rsidRPr="00A41365" w:rsidRDefault="00875FB7" w:rsidP="00875FB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311C59" w14:textId="77777777" w:rsidR="00584210" w:rsidRPr="00A41365" w:rsidRDefault="00584210" w:rsidP="00584210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</w:p>
          <w:p w14:paraId="6F196B01" w14:textId="77777777" w:rsidR="00584210" w:rsidRPr="00A41365" w:rsidRDefault="00584210" w:rsidP="00584210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23:06:1001000:204-23/015/2017-1</w:t>
            </w:r>
          </w:p>
          <w:p w14:paraId="66F8709B" w14:textId="77777777" w:rsidR="004020F4" w:rsidRPr="00A41365" w:rsidRDefault="00584210" w:rsidP="00584210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15.03.2017 17:47:24</w:t>
            </w:r>
          </w:p>
          <w:p w14:paraId="2694783C" w14:textId="77777777" w:rsidR="00584210" w:rsidRPr="00A41365" w:rsidRDefault="00584210" w:rsidP="00584210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Акт передачи муниципального имущества муниципального образования Гулькевичский район</w:t>
            </w:r>
          </w:p>
          <w:p w14:paraId="36C8D5DD" w14:textId="28D55603" w:rsidR="00584210" w:rsidRPr="00A41365" w:rsidRDefault="00584210" w:rsidP="00584210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вновь образованному </w:t>
            </w:r>
            <w:proofErr w:type="spellStart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Николенскому</w:t>
            </w:r>
            <w:proofErr w:type="spellEnd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сельскому поселению Гулькевичского района, выдан 20.11.2006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D7B5CA" w14:textId="77777777" w:rsidR="009C6C7E" w:rsidRPr="00A41365" w:rsidRDefault="009C6C7E" w:rsidP="009C6C7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Земли населенных пунктов</w:t>
            </w:r>
          </w:p>
          <w:p w14:paraId="1865CCD1" w14:textId="7FE37D1F" w:rsidR="009C6C7E" w:rsidRPr="00A41365" w:rsidRDefault="009C6C7E" w:rsidP="009C6C7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38000 +/- 136 </w:t>
            </w:r>
          </w:p>
          <w:p w14:paraId="51C13F33" w14:textId="5543FF41" w:rsidR="004020F4" w:rsidRPr="00A41365" w:rsidRDefault="009C6C7E" w:rsidP="009C6C7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 м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A25F0A" w14:textId="56767F21" w:rsidR="004020F4" w:rsidRPr="00A41365" w:rsidRDefault="009C6C7E" w:rsidP="00DA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573420,0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2508D4" w14:textId="7D82BF8E" w:rsidR="004020F4" w:rsidRPr="00A41365" w:rsidRDefault="009C6C7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D09324" w14:textId="1BFBA4B9" w:rsidR="004020F4" w:rsidRPr="00A41365" w:rsidRDefault="009C6C7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A9BC05" w14:textId="1FEB03AF" w:rsidR="004020F4" w:rsidRPr="00A41365" w:rsidRDefault="009C6C7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9EF40A" w14:textId="15F90613" w:rsidR="004020F4" w:rsidRPr="00A41365" w:rsidRDefault="009C6C7E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702D768E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70DD46" w14:textId="495D2C61" w:rsidR="00AB22BD" w:rsidRPr="00A41365" w:rsidRDefault="00E41E7B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1.11.9.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6B742A" w14:textId="1DD077D8" w:rsidR="00E41E7B" w:rsidRPr="00A41365" w:rsidRDefault="00E41E7B" w:rsidP="00E41E7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Земельный участок (территории)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общего пользования: размещение объектов улично-дорожной сети, автомобильных дорог и пешеходных тротуаров в границах населенных пунктов, пешеходных переходов,</w:t>
            </w:r>
          </w:p>
          <w:p w14:paraId="37546592" w14:textId="77777777" w:rsidR="00E41E7B" w:rsidRPr="00A41365" w:rsidRDefault="00E41E7B" w:rsidP="00E41E7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набережных, береговых полос водных объектов общего пользования, скверов, бульваров, площадей,</w:t>
            </w:r>
          </w:p>
          <w:p w14:paraId="42E5B4F3" w14:textId="3BC9649C" w:rsidR="00AB22BD" w:rsidRPr="00A41365" w:rsidRDefault="00E41E7B" w:rsidP="00E41E7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проездов, малых архитектурных форм благоустройства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96797C" w14:textId="77777777" w:rsidR="00630D93" w:rsidRPr="00A41365" w:rsidRDefault="00630D93" w:rsidP="00630D9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Местоположение установлено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относительно ориентира, расположенного в границах участка. Почтовый</w:t>
            </w:r>
          </w:p>
          <w:p w14:paraId="015BA50C" w14:textId="58BF786A" w:rsidR="00AB22BD" w:rsidRPr="00A41365" w:rsidRDefault="00630D93" w:rsidP="00630D9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адрес ориентира: Краснодарский край, р-н. Гулькевичский, с. Николенское.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CFFB4B" w14:textId="77777777" w:rsidR="00AB22BD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23:06:1002008:334</w:t>
            </w:r>
          </w:p>
          <w:p w14:paraId="33D77DE0" w14:textId="246207B4" w:rsidR="003414EC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(15.05.2020)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93DED7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Николенское сельское поселение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Гулькевичского района</w:t>
            </w:r>
          </w:p>
          <w:p w14:paraId="1AD8B82C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071E3034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2C2BE18E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2A78D3F0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6D04BCE9" w14:textId="78675F5F" w:rsidR="00AB22BD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6EF93F" w14:textId="77777777" w:rsidR="003414EC" w:rsidRPr="00A41365" w:rsidRDefault="003414EC" w:rsidP="003414E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Постоянное (бессрочное) пользование</w:t>
            </w:r>
          </w:p>
          <w:p w14:paraId="2A5CD070" w14:textId="77777777" w:rsidR="003414EC" w:rsidRPr="00A41365" w:rsidRDefault="003414EC" w:rsidP="003414E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 23:06:1002008:334-23/259/2020-1</w:t>
            </w:r>
          </w:p>
          <w:p w14:paraId="3D8E2773" w14:textId="77777777" w:rsidR="00AB22BD" w:rsidRPr="00A41365" w:rsidRDefault="003414EC" w:rsidP="003414E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28.12.2020 12:49:55</w:t>
            </w:r>
          </w:p>
          <w:p w14:paraId="1EC6AC06" w14:textId="77777777" w:rsidR="003414EC" w:rsidRPr="00A41365" w:rsidRDefault="003414EC" w:rsidP="003414E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Постановление администрации муниципального образования Гулькевичский район, № 1668, выдан</w:t>
            </w:r>
          </w:p>
          <w:p w14:paraId="69D0275F" w14:textId="46C226F7" w:rsidR="003414EC" w:rsidRPr="00A41365" w:rsidRDefault="003414EC" w:rsidP="003414E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06.11.2020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E72201" w14:textId="77777777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Земли населенных пунктов</w:t>
            </w:r>
          </w:p>
          <w:p w14:paraId="308D77B7" w14:textId="3E838D00" w:rsidR="00AB22BD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 7415 +/- 30</w:t>
            </w:r>
          </w:p>
          <w:p w14:paraId="71835F52" w14:textId="03AB3A59" w:rsidR="003414EC" w:rsidRPr="00A41365" w:rsidRDefault="003414EC" w:rsidP="003414E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 м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7ECB7A3" w14:textId="674F0965" w:rsidR="00AB22BD" w:rsidRPr="00A41365" w:rsidRDefault="003414EC" w:rsidP="00DA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111892.35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4DC2F4" w14:textId="5E285F0D" w:rsidR="00AB22BD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3CE334" w14:textId="4DD35D20" w:rsidR="00AB22BD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E5368E" w14:textId="40A86194" w:rsidR="00AB22BD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6AB84F" w14:textId="16B43326" w:rsidR="00AB22BD" w:rsidRPr="00A41365" w:rsidRDefault="003414EC" w:rsidP="00DA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2C148A70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DC6836" w14:textId="5DE081CB" w:rsidR="00146CA7" w:rsidRPr="00A41365" w:rsidRDefault="00146CA7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1.11.10.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96978C" w14:textId="1265E04C" w:rsidR="00146CA7" w:rsidRPr="00A41365" w:rsidRDefault="00146CA7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sz w:val="20"/>
                <w:szCs w:val="20"/>
              </w:rPr>
              <w:t>Земельный участок (для обслуживания и функционирования дороги)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470BCC7" w14:textId="77777777" w:rsidR="0013749C" w:rsidRPr="00A41365" w:rsidRDefault="0013749C" w:rsidP="001374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352172, Краснодарский край, р-н Гулькевичский, с Николенское, дорога между ул. Заречная, и ул.</w:t>
            </w:r>
          </w:p>
          <w:p w14:paraId="3940D9B2" w14:textId="1406DFB5" w:rsidR="00146CA7" w:rsidRPr="00A41365" w:rsidRDefault="0013749C" w:rsidP="001374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Октябрьская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E208D6" w14:textId="77777777" w:rsidR="00146CA7" w:rsidRPr="00A41365" w:rsidRDefault="0013749C" w:rsidP="00146CA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23:06:0000000:2474</w:t>
            </w:r>
          </w:p>
          <w:p w14:paraId="07EC5F41" w14:textId="49DC3766" w:rsidR="0013749C" w:rsidRPr="00A41365" w:rsidRDefault="0013749C" w:rsidP="00146CA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(07.05.2021)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67B562" w14:textId="77777777" w:rsidR="00E42C6D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0AA62A4D" w14:textId="77777777" w:rsidR="00E42C6D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23B17A35" w14:textId="77777777" w:rsidR="00E42C6D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6AA9F980" w14:textId="77777777" w:rsidR="00E42C6D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ОГРН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1052316363802</w:t>
            </w:r>
          </w:p>
          <w:p w14:paraId="15D590D3" w14:textId="77777777" w:rsidR="00E42C6D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120EEF12" w14:textId="3D21A2A7" w:rsidR="00146CA7" w:rsidRPr="00A41365" w:rsidRDefault="00E42C6D" w:rsidP="00E42C6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4D55A8" w14:textId="77777777" w:rsidR="00E42C6D" w:rsidRPr="00A41365" w:rsidRDefault="00E42C6D" w:rsidP="00E42C6D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Постоянное (бессрочное) пользование</w:t>
            </w:r>
          </w:p>
          <w:p w14:paraId="27DBF702" w14:textId="77777777" w:rsidR="00E42C6D" w:rsidRPr="00A41365" w:rsidRDefault="00E42C6D" w:rsidP="00E42C6D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23:06:0000000:2474-23/259/2023-3</w:t>
            </w:r>
          </w:p>
          <w:p w14:paraId="03E9ADCF" w14:textId="77777777" w:rsidR="00146CA7" w:rsidRPr="00A41365" w:rsidRDefault="00E42C6D" w:rsidP="00E42C6D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16.08.2023 16:03:04</w:t>
            </w:r>
          </w:p>
          <w:p w14:paraId="2F5F3AC7" w14:textId="77777777" w:rsidR="00E42C6D" w:rsidRPr="00A41365" w:rsidRDefault="00E42C6D" w:rsidP="00E42C6D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Постановление администрации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муниципального образования Гулькевичский район, № 982, выдан</w:t>
            </w:r>
          </w:p>
          <w:p w14:paraId="61F650B1" w14:textId="735EA0FB" w:rsidR="00E42C6D" w:rsidRPr="00A41365" w:rsidRDefault="00E42C6D" w:rsidP="00E42C6D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28.07.2023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285034" w14:textId="77777777" w:rsidR="00280A3A" w:rsidRPr="00A41365" w:rsidRDefault="00280A3A" w:rsidP="00280A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Земли населенных пунктов</w:t>
            </w:r>
          </w:p>
          <w:p w14:paraId="45999E2D" w14:textId="058ACCD9" w:rsidR="00280A3A" w:rsidRPr="00A41365" w:rsidRDefault="00280A3A" w:rsidP="00280A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4314 +/- 23</w:t>
            </w:r>
          </w:p>
          <w:p w14:paraId="41827742" w14:textId="31560289" w:rsidR="00146CA7" w:rsidRPr="00A41365" w:rsidRDefault="00280A3A" w:rsidP="00280A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 м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25FA77" w14:textId="575C08A9" w:rsidR="00146CA7" w:rsidRPr="00A41365" w:rsidRDefault="00280A3A" w:rsidP="00146CA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24158.4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0678C0" w14:textId="172F7C73" w:rsidR="00146CA7" w:rsidRPr="00A41365" w:rsidRDefault="00280A3A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534F91" w14:textId="13C5FC74" w:rsidR="00146CA7" w:rsidRPr="00A41365" w:rsidRDefault="00280A3A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204426" w14:textId="2D72BC38" w:rsidR="00146CA7" w:rsidRPr="00A41365" w:rsidRDefault="00280A3A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E30A73" w14:textId="25AB6E29" w:rsidR="00146CA7" w:rsidRPr="00A41365" w:rsidRDefault="00280A3A" w:rsidP="00146C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365" w:rsidRPr="00A41365" w14:paraId="3413DDD5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2098F2" w14:textId="52831560" w:rsidR="003E6878" w:rsidRPr="00A41365" w:rsidRDefault="003E6878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1.11.11.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9852C1" w14:textId="7B1B9CCA" w:rsidR="003E6878" w:rsidRPr="00A41365" w:rsidRDefault="003E6878" w:rsidP="003E6878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Земельный участок (для обслуживания и функционирования дороги)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ABA3F5" w14:textId="14D5F7FF" w:rsidR="003E6878" w:rsidRPr="00A41365" w:rsidRDefault="00787C42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Краснодарский край, Гулькевичский район, с. Николенское, пер. Свободный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EC48B0" w14:textId="77777777" w:rsidR="003E6878" w:rsidRPr="00A41365" w:rsidRDefault="0023569C" w:rsidP="003E6878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23:06:1002015:835</w:t>
            </w:r>
          </w:p>
          <w:p w14:paraId="06BDD2C9" w14:textId="67999E4F" w:rsidR="0023569C" w:rsidRPr="00A41365" w:rsidRDefault="0023569C" w:rsidP="003E6878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(07.05.2021)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44F6AB" w14:textId="77777777" w:rsidR="0023569C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21B7E347" w14:textId="77777777" w:rsidR="0023569C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2696D683" w14:textId="77777777" w:rsidR="0023569C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03B03084" w14:textId="77777777" w:rsidR="0023569C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ОГРН 1052316363802</w:t>
            </w:r>
          </w:p>
          <w:p w14:paraId="1941F206" w14:textId="77777777" w:rsidR="0023569C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6030E882" w14:textId="77777777" w:rsidR="003E6878" w:rsidRPr="00A41365" w:rsidRDefault="0023569C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  <w:p w14:paraId="3B4C2842" w14:textId="0AAD029F" w:rsidR="00F51E85" w:rsidRPr="00A41365" w:rsidRDefault="00F51E85" w:rsidP="0023569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BC4DA1" w14:textId="77777777" w:rsidR="0023569C" w:rsidRPr="00A41365" w:rsidRDefault="0023569C" w:rsidP="0023569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Постоянное (бессрочное) пользование</w:t>
            </w:r>
          </w:p>
          <w:p w14:paraId="00FAC83F" w14:textId="77777777" w:rsidR="0023569C" w:rsidRPr="00A41365" w:rsidRDefault="0023569C" w:rsidP="0023569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23:06:1002015:835-23/259/2023-3</w:t>
            </w:r>
          </w:p>
          <w:p w14:paraId="7F018326" w14:textId="77777777" w:rsidR="003E6878" w:rsidRPr="00A41365" w:rsidRDefault="0023569C" w:rsidP="0023569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15.08.2023 15:40:24</w:t>
            </w:r>
          </w:p>
          <w:p w14:paraId="3903B8C3" w14:textId="77777777" w:rsidR="0023569C" w:rsidRPr="00A41365" w:rsidRDefault="0023569C" w:rsidP="0023569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Постановление администрации муниципального образования Гулькевичский район, № 981, выдан</w:t>
            </w:r>
          </w:p>
          <w:p w14:paraId="73B15180" w14:textId="5ED3DEFD" w:rsidR="0023569C" w:rsidRPr="00A41365" w:rsidRDefault="0023569C" w:rsidP="0023569C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28.07.2023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FD43F2" w14:textId="77777777" w:rsidR="00EC703E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Земли населенных пунктов</w:t>
            </w:r>
          </w:p>
          <w:p w14:paraId="03AA1163" w14:textId="77777777" w:rsidR="003E6878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3381 +/- 20</w:t>
            </w:r>
          </w:p>
          <w:p w14:paraId="7490A06B" w14:textId="3A95FB37" w:rsidR="00EC703E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кв. м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673210" w14:textId="41B077D1" w:rsidR="003E6878" w:rsidRPr="00A41365" w:rsidRDefault="00EC703E" w:rsidP="003E687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51695.49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F88021" w14:textId="44D03B12" w:rsidR="003E6878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58569F" w14:textId="0376F7DC" w:rsidR="003E6878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FFC324" w14:textId="060F6FFE" w:rsidR="003E6878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EE0A74" w14:textId="1948182D" w:rsidR="003E6878" w:rsidRPr="00A41365" w:rsidRDefault="00EC703E" w:rsidP="003E687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C4C1C" w:rsidRPr="00A41365" w14:paraId="330824CE" w14:textId="77777777" w:rsidTr="006125C3">
        <w:trPr>
          <w:jc w:val="center"/>
        </w:trPr>
        <w:tc>
          <w:tcPr>
            <w:tcW w:w="2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0F2D70" w14:textId="12C3C3D6" w:rsidR="00AC4C1C" w:rsidRPr="00A41365" w:rsidRDefault="00AC4C1C" w:rsidP="00AC4C1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1.11.12.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4EFD54" w14:textId="688E54AD" w:rsidR="00AC4C1C" w:rsidRPr="00A41365" w:rsidRDefault="00AC4C1C" w:rsidP="00AC4C1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Земельный участок (для обслуживания и функционирования дороги)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5AB601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Краснодарский край, Гулькевичский район, с. Николенское, дорога между ул. Набережная и ул.</w:t>
            </w:r>
          </w:p>
          <w:p w14:paraId="3659389D" w14:textId="2A053F8C" w:rsidR="00AC4C1C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Октябрьская</w:t>
            </w:r>
          </w:p>
        </w:tc>
        <w:tc>
          <w:tcPr>
            <w:tcW w:w="4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51637D" w14:textId="77777777" w:rsidR="00AC4C1C" w:rsidRPr="00A41365" w:rsidRDefault="00C7164F" w:rsidP="00AC4C1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23:06:0000000:2475</w:t>
            </w:r>
          </w:p>
          <w:p w14:paraId="17DDA240" w14:textId="43E2C5E5" w:rsidR="00C7164F" w:rsidRPr="00A41365" w:rsidRDefault="00C7164F" w:rsidP="00AC4C1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(07.05.2021)</w:t>
            </w:r>
          </w:p>
        </w:tc>
        <w:tc>
          <w:tcPr>
            <w:tcW w:w="5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776C62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Николенское сельское поселение Гулькевичского района</w:t>
            </w:r>
          </w:p>
          <w:p w14:paraId="3685B5B5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ИНН 2329019640, КПП</w:t>
            </w:r>
          </w:p>
          <w:p w14:paraId="4298ACE2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232901001,</w:t>
            </w:r>
          </w:p>
          <w:p w14:paraId="762D228E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ОГРН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1052316363802</w:t>
            </w:r>
          </w:p>
          <w:p w14:paraId="3C93943A" w14:textId="77777777" w:rsidR="00C7164F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Краснодарский край, Гулькевичский район, Николенское сельское поселение ОКТМО </w:t>
            </w:r>
          </w:p>
          <w:p w14:paraId="2CA6221B" w14:textId="04AA4B9E" w:rsidR="00AC4C1C" w:rsidRPr="00A41365" w:rsidRDefault="00C7164F" w:rsidP="00C7164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03613425101</w:t>
            </w:r>
          </w:p>
        </w:tc>
        <w:tc>
          <w:tcPr>
            <w:tcW w:w="5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9BE81E0" w14:textId="77777777" w:rsidR="00C7164F" w:rsidRPr="00A41365" w:rsidRDefault="00C7164F" w:rsidP="00C7164F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Постоянное (бессрочное) пользование</w:t>
            </w:r>
          </w:p>
          <w:p w14:paraId="1C8974B9" w14:textId="77777777" w:rsidR="00C7164F" w:rsidRPr="00A41365" w:rsidRDefault="00C7164F" w:rsidP="00C7164F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23:06:0000000:2475-23/259/2023-3</w:t>
            </w:r>
          </w:p>
          <w:p w14:paraId="53F41F02" w14:textId="77777777" w:rsidR="00AC4C1C" w:rsidRPr="00A41365" w:rsidRDefault="00C7164F" w:rsidP="00C7164F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16.08.2023 16:06:03</w:t>
            </w:r>
          </w:p>
          <w:p w14:paraId="087CE501" w14:textId="77777777" w:rsidR="00C7164F" w:rsidRPr="00A41365" w:rsidRDefault="00C7164F" w:rsidP="00C7164F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Постановление администрации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муниципального образования Гулькевичский район, № 983, выдан</w:t>
            </w:r>
          </w:p>
          <w:p w14:paraId="7C7729C4" w14:textId="3A6A16AE" w:rsidR="00C7164F" w:rsidRPr="00A41365" w:rsidRDefault="00C7164F" w:rsidP="00C7164F">
            <w:pPr>
              <w:widowControl w:val="0"/>
              <w:suppressAutoHyphens/>
              <w:autoSpaceDE w:val="0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 28.07.2023</w:t>
            </w:r>
          </w:p>
        </w:tc>
        <w:tc>
          <w:tcPr>
            <w:tcW w:w="43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A955D6" w14:textId="77777777" w:rsidR="00050157" w:rsidRPr="00A41365" w:rsidRDefault="00050157" w:rsidP="0005015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Земли населенных пунктов</w:t>
            </w:r>
          </w:p>
          <w:p w14:paraId="028A3ABE" w14:textId="434B9435" w:rsidR="00AC4C1C" w:rsidRPr="00A41365" w:rsidRDefault="00440169" w:rsidP="0005015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2480 +/- 17 </w:t>
            </w:r>
            <w:r w:rsidR="00050157" w:rsidRPr="00A41365">
              <w:rPr>
                <w:rFonts w:eastAsia="Arial"/>
                <w:sz w:val="20"/>
                <w:szCs w:val="20"/>
                <w:lang w:eastAsia="hi-IN" w:bidi="hi-IN"/>
              </w:rPr>
              <w:t>кв. м</w:t>
            </w:r>
          </w:p>
        </w:tc>
        <w:tc>
          <w:tcPr>
            <w:tcW w:w="38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FC4C4A" w14:textId="1ECAF918" w:rsidR="00AC4C1C" w:rsidRPr="00A41365" w:rsidRDefault="00050157" w:rsidP="00AC4C1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13888,0</w:t>
            </w:r>
          </w:p>
        </w:tc>
        <w:tc>
          <w:tcPr>
            <w:tcW w:w="3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076E60" w14:textId="6BC2D918" w:rsidR="00AC4C1C" w:rsidRPr="00A41365" w:rsidRDefault="00050157" w:rsidP="00AC4C1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8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22523F" w14:textId="2D0F6395" w:rsidR="00AC4C1C" w:rsidRPr="00A41365" w:rsidRDefault="00050157" w:rsidP="00AC4C1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4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BA35B3" w14:textId="483AE221" w:rsidR="00AC4C1C" w:rsidRPr="00A41365" w:rsidRDefault="00050157" w:rsidP="00AC4C1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AABC56" w14:textId="1601EF1F" w:rsidR="00AC4C1C" w:rsidRPr="00A41365" w:rsidRDefault="00050157" w:rsidP="00AC4C1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</w:tbl>
    <w:p w14:paraId="2BEDB0BB" w14:textId="77777777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58A1C20F" w14:textId="77777777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  <w:r w:rsidRPr="00A41365">
        <w:rPr>
          <w:rFonts w:eastAsia="Arial"/>
          <w:b/>
          <w:sz w:val="28"/>
          <w:szCs w:val="28"/>
          <w:lang w:eastAsia="hi-IN" w:bidi="hi-IN"/>
        </w:rPr>
        <w:t xml:space="preserve">Подраздел 1.2. Сведения о зданиях, сооружениях, объектах незавершенного строительства, </w:t>
      </w:r>
    </w:p>
    <w:p w14:paraId="509EA844" w14:textId="77777777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  <w:r w:rsidRPr="00A41365">
        <w:rPr>
          <w:rFonts w:eastAsia="Arial"/>
          <w:b/>
          <w:sz w:val="28"/>
          <w:szCs w:val="28"/>
          <w:lang w:eastAsia="hi-IN" w:bidi="hi-IN"/>
        </w:rPr>
        <w:t>единых недвижимых комплексах и иных объектах, отнесенных законом к недвижимости</w:t>
      </w:r>
    </w:p>
    <w:p w14:paraId="71AA2B57" w14:textId="77777777" w:rsidR="00DD4919" w:rsidRPr="00A41365" w:rsidRDefault="00DD4919" w:rsidP="00DD4919">
      <w:pPr>
        <w:jc w:val="center"/>
      </w:pPr>
    </w:p>
    <w:tbl>
      <w:tblPr>
        <w:tblStyle w:val="af5"/>
        <w:tblW w:w="14796" w:type="dxa"/>
        <w:tblLayout w:type="fixed"/>
        <w:tblLook w:val="04A0" w:firstRow="1" w:lastRow="0" w:firstColumn="1" w:lastColumn="0" w:noHBand="0" w:noVBand="1"/>
      </w:tblPr>
      <w:tblGrid>
        <w:gridCol w:w="713"/>
        <w:gridCol w:w="548"/>
        <w:gridCol w:w="875"/>
        <w:gridCol w:w="714"/>
        <w:gridCol w:w="993"/>
        <w:gridCol w:w="995"/>
        <w:gridCol w:w="945"/>
        <w:gridCol w:w="930"/>
        <w:gridCol w:w="1192"/>
        <w:gridCol w:w="992"/>
        <w:gridCol w:w="709"/>
        <w:gridCol w:w="1228"/>
        <w:gridCol w:w="709"/>
        <w:gridCol w:w="708"/>
        <w:gridCol w:w="737"/>
        <w:gridCol w:w="904"/>
        <w:gridCol w:w="904"/>
      </w:tblGrid>
      <w:tr w:rsidR="00A41365" w:rsidRPr="00A41365" w14:paraId="73551BD6" w14:textId="77777777" w:rsidTr="00ED15DE">
        <w:tc>
          <w:tcPr>
            <w:tcW w:w="713" w:type="dxa"/>
            <w:vAlign w:val="center"/>
          </w:tcPr>
          <w:p w14:paraId="284DA55D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bookmarkStart w:id="0" w:name="_Hlk192060807"/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548" w:type="dxa"/>
            <w:vAlign w:val="center"/>
          </w:tcPr>
          <w:p w14:paraId="45CDA4E5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Вид объекта учета</w:t>
            </w:r>
          </w:p>
        </w:tc>
        <w:tc>
          <w:tcPr>
            <w:tcW w:w="875" w:type="dxa"/>
            <w:vAlign w:val="center"/>
          </w:tcPr>
          <w:p w14:paraId="7D3BC34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Наименование объекта учета</w:t>
            </w:r>
          </w:p>
        </w:tc>
        <w:tc>
          <w:tcPr>
            <w:tcW w:w="714" w:type="dxa"/>
            <w:vAlign w:val="center"/>
          </w:tcPr>
          <w:p w14:paraId="78C04034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Назначение объекта учета</w:t>
            </w:r>
          </w:p>
        </w:tc>
        <w:tc>
          <w:tcPr>
            <w:tcW w:w="993" w:type="dxa"/>
            <w:vAlign w:val="center"/>
          </w:tcPr>
          <w:p w14:paraId="026C0600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Адрес (местоположение) объекта учета (с указанием кода ОКТМО)</w:t>
            </w:r>
          </w:p>
        </w:tc>
        <w:tc>
          <w:tcPr>
            <w:tcW w:w="995" w:type="dxa"/>
            <w:vAlign w:val="center"/>
          </w:tcPr>
          <w:p w14:paraId="052EF243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Кадастровый номер объекта учета (с датой присвоения)</w:t>
            </w:r>
          </w:p>
        </w:tc>
        <w:tc>
          <w:tcPr>
            <w:tcW w:w="945" w:type="dxa"/>
            <w:vAlign w:val="center"/>
          </w:tcPr>
          <w:p w14:paraId="7510BA06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 земельном участке, на котором расположен объект учета (кадастровый номер, форма собственности, площадь)</w:t>
            </w:r>
          </w:p>
        </w:tc>
        <w:tc>
          <w:tcPr>
            <w:tcW w:w="930" w:type="dxa"/>
            <w:vAlign w:val="center"/>
          </w:tcPr>
          <w:p w14:paraId="1DBD662B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1192" w:type="dxa"/>
            <w:vAlign w:val="center"/>
          </w:tcPr>
          <w:p w14:paraId="06053CD7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992" w:type="dxa"/>
            <w:vAlign w:val="center"/>
          </w:tcPr>
          <w:p w14:paraId="11FBC6F2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709" w:type="dxa"/>
            <w:vAlign w:val="center"/>
          </w:tcPr>
          <w:p w14:paraId="030BE64B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Инвентарный номер объекта учета</w:t>
            </w:r>
          </w:p>
        </w:tc>
        <w:tc>
          <w:tcPr>
            <w:tcW w:w="1228" w:type="dxa"/>
            <w:vAlign w:val="center"/>
          </w:tcPr>
          <w:p w14:paraId="7A8E7D72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 стоимости объекта учета</w:t>
            </w:r>
          </w:p>
        </w:tc>
        <w:tc>
          <w:tcPr>
            <w:tcW w:w="709" w:type="dxa"/>
            <w:vAlign w:val="center"/>
          </w:tcPr>
          <w:p w14:paraId="476F7314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Сведения об изменениях объекта учета (произведенных достройках, капитальном ремонте, реконструкции, модернизации,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сносе)</w:t>
            </w:r>
          </w:p>
        </w:tc>
        <w:tc>
          <w:tcPr>
            <w:tcW w:w="708" w:type="dxa"/>
            <w:vAlign w:val="center"/>
          </w:tcPr>
          <w:p w14:paraId="199EAFFE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737" w:type="dxa"/>
            <w:vAlign w:val="center"/>
          </w:tcPr>
          <w:p w14:paraId="77D2620F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904" w:type="dxa"/>
            <w:vAlign w:val="center"/>
          </w:tcPr>
          <w:p w14:paraId="5D08E1E4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комплекса, сведения о земельном участке, на котором расположено здание, сооружение</w:t>
            </w:r>
          </w:p>
        </w:tc>
        <w:tc>
          <w:tcPr>
            <w:tcW w:w="904" w:type="dxa"/>
            <w:vAlign w:val="center"/>
          </w:tcPr>
          <w:p w14:paraId="38CEDF31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A41365" w:rsidRPr="00A41365" w14:paraId="76C98CFB" w14:textId="77777777" w:rsidTr="00ED15DE">
        <w:tc>
          <w:tcPr>
            <w:tcW w:w="713" w:type="dxa"/>
            <w:vAlign w:val="center"/>
          </w:tcPr>
          <w:p w14:paraId="2319D40F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</w:t>
            </w:r>
          </w:p>
        </w:tc>
        <w:tc>
          <w:tcPr>
            <w:tcW w:w="548" w:type="dxa"/>
            <w:vAlign w:val="center"/>
          </w:tcPr>
          <w:p w14:paraId="30E90BE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14:paraId="777A8F8E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3</w:t>
            </w:r>
          </w:p>
        </w:tc>
        <w:tc>
          <w:tcPr>
            <w:tcW w:w="714" w:type="dxa"/>
            <w:vAlign w:val="center"/>
          </w:tcPr>
          <w:p w14:paraId="33E2375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0871EF15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vAlign w:val="center"/>
          </w:tcPr>
          <w:p w14:paraId="15EDB061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vAlign w:val="center"/>
          </w:tcPr>
          <w:p w14:paraId="5A94321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14:paraId="025330D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8</w:t>
            </w:r>
          </w:p>
        </w:tc>
        <w:tc>
          <w:tcPr>
            <w:tcW w:w="1192" w:type="dxa"/>
            <w:vAlign w:val="center"/>
          </w:tcPr>
          <w:p w14:paraId="4C858BAF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3A4CA1C7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28E71AA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44F707F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3FA1DA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14:paraId="3D512221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14</w:t>
            </w:r>
          </w:p>
        </w:tc>
        <w:tc>
          <w:tcPr>
            <w:tcW w:w="737" w:type="dxa"/>
            <w:vAlign w:val="center"/>
          </w:tcPr>
          <w:p w14:paraId="6C97333D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15</w:t>
            </w:r>
          </w:p>
        </w:tc>
        <w:tc>
          <w:tcPr>
            <w:tcW w:w="904" w:type="dxa"/>
            <w:vAlign w:val="center"/>
          </w:tcPr>
          <w:p w14:paraId="7F959089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16</w:t>
            </w:r>
          </w:p>
        </w:tc>
        <w:tc>
          <w:tcPr>
            <w:tcW w:w="904" w:type="dxa"/>
            <w:vAlign w:val="center"/>
          </w:tcPr>
          <w:p w14:paraId="27D6CED5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17</w:t>
            </w:r>
          </w:p>
        </w:tc>
      </w:tr>
      <w:bookmarkEnd w:id="0"/>
      <w:tr w:rsidR="00A41365" w:rsidRPr="00A41365" w14:paraId="4354871B" w14:textId="77777777" w:rsidTr="00ED15DE">
        <w:tc>
          <w:tcPr>
            <w:tcW w:w="713" w:type="dxa"/>
            <w:vAlign w:val="center"/>
          </w:tcPr>
          <w:p w14:paraId="56996BAC" w14:textId="4F97DD2C" w:rsidR="00DD4919" w:rsidRPr="00A41365" w:rsidRDefault="00DD4919" w:rsidP="0003466C">
            <w:pPr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</w:rPr>
              <w:t>1.12.</w:t>
            </w:r>
            <w:r w:rsidR="00B04D41" w:rsidRPr="00A4136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8" w:type="dxa"/>
            <w:vAlign w:val="center"/>
          </w:tcPr>
          <w:p w14:paraId="56C483F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4C079CCE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Гидротехническое сооружение</w:t>
            </w:r>
          </w:p>
        </w:tc>
        <w:tc>
          <w:tcPr>
            <w:tcW w:w="714" w:type="dxa"/>
            <w:vAlign w:val="center"/>
          </w:tcPr>
          <w:p w14:paraId="5B177143" w14:textId="77777777" w:rsidR="00DD4919" w:rsidRPr="00A41365" w:rsidRDefault="00DD4919" w:rsidP="0003466C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Сооружение гидротехническое</w:t>
            </w:r>
          </w:p>
        </w:tc>
        <w:tc>
          <w:tcPr>
            <w:tcW w:w="993" w:type="dxa"/>
            <w:vAlign w:val="center"/>
          </w:tcPr>
          <w:p w14:paraId="5556C507" w14:textId="77777777" w:rsidR="00DD4919" w:rsidRPr="00A41365" w:rsidRDefault="00B53F48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р-н Гулькевичский, с. Николенское</w:t>
            </w:r>
          </w:p>
          <w:p w14:paraId="6D8D71D7" w14:textId="6060383F" w:rsidR="00377259" w:rsidRPr="00A41365" w:rsidRDefault="00377259" w:rsidP="0037725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7CCECF55" w14:textId="665AA1F9" w:rsidR="00377259" w:rsidRPr="00A41365" w:rsidRDefault="00377259" w:rsidP="0037725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04887380" w14:textId="77777777" w:rsidR="00DD4919" w:rsidRPr="00A41365" w:rsidRDefault="00B53F48" w:rsidP="0003466C">
            <w:pPr>
              <w:jc w:val="center"/>
              <w:rPr>
                <w:rStyle w:val="fontstyle01"/>
                <w:rFonts w:ascii="Times New Roman" w:hAnsi="Times New Roman"/>
                <w:color w:val="auto"/>
                <w:lang w:val="en-US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23:06:1002011:269</w:t>
            </w:r>
          </w:p>
          <w:p w14:paraId="24F4FD0C" w14:textId="78DCB446" w:rsidR="00B53F48" w:rsidRPr="00A41365" w:rsidRDefault="00B53F48" w:rsidP="0003466C">
            <w:pPr>
              <w:jc w:val="center"/>
              <w:rPr>
                <w:rStyle w:val="fontstyle01"/>
                <w:rFonts w:asciiTheme="minorHAnsi" w:hAnsiTheme="minorHAnsi"/>
                <w:color w:val="auto"/>
                <w:lang w:val="en-US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  <w:lang w:val="en-US"/>
              </w:rPr>
              <w:t>(25.11.2013)</w:t>
            </w:r>
          </w:p>
        </w:tc>
        <w:tc>
          <w:tcPr>
            <w:tcW w:w="945" w:type="dxa"/>
            <w:vAlign w:val="center"/>
          </w:tcPr>
          <w:p w14:paraId="659C70ED" w14:textId="77777777" w:rsidR="00DD4919" w:rsidRPr="00A41365" w:rsidRDefault="00DD4919" w:rsidP="0003466C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3DA51D73" w14:textId="24C6C1A1" w:rsidR="00DD4919" w:rsidRPr="00A41365" w:rsidRDefault="00B53F48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55B4290B" w14:textId="77777777" w:rsidR="00B04D41" w:rsidRPr="00A41365" w:rsidRDefault="00B04D41" w:rsidP="00B04D41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B9760A3" w14:textId="77777777" w:rsidR="00B04D41" w:rsidRPr="00A41365" w:rsidRDefault="00B04D41" w:rsidP="00B04D41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23:06:1002011:269-23/015/2017-2</w:t>
            </w:r>
          </w:p>
          <w:p w14:paraId="729F983D" w14:textId="77777777" w:rsidR="00DD4919" w:rsidRPr="00A41365" w:rsidRDefault="00B04D41" w:rsidP="00B04D41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01.12.2017 13:14:19</w:t>
            </w:r>
          </w:p>
          <w:p w14:paraId="3C557161" w14:textId="77777777" w:rsidR="00B04D41" w:rsidRPr="00A41365" w:rsidRDefault="00B04D41" w:rsidP="00B04D41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 к делу №2-2313/2016, выдан</w:t>
            </w:r>
          </w:p>
          <w:p w14:paraId="58B64DAD" w14:textId="34EB5960" w:rsidR="00B04D41" w:rsidRPr="00A41365" w:rsidRDefault="00B04D41" w:rsidP="00B04D41">
            <w:pPr>
              <w:jc w:val="center"/>
              <w:rPr>
                <w:sz w:val="20"/>
                <w:szCs w:val="20"/>
                <w:lang w:val="en-US"/>
              </w:rPr>
            </w:pPr>
            <w:r w:rsidRPr="00A41365">
              <w:rPr>
                <w:sz w:val="20"/>
                <w:szCs w:val="20"/>
              </w:rPr>
              <w:t xml:space="preserve"> </w:t>
            </w:r>
            <w:r w:rsidRPr="00A41365">
              <w:rPr>
                <w:sz w:val="20"/>
                <w:szCs w:val="20"/>
                <w:lang w:val="en-US"/>
              </w:rPr>
              <w:t>21.12.2016</w:t>
            </w:r>
          </w:p>
        </w:tc>
        <w:tc>
          <w:tcPr>
            <w:tcW w:w="992" w:type="dxa"/>
            <w:vAlign w:val="center"/>
          </w:tcPr>
          <w:p w14:paraId="64CEDB43" w14:textId="2BA8CAFA" w:rsidR="00DD4919" w:rsidRPr="00A41365" w:rsidRDefault="00B04D41" w:rsidP="0003466C">
            <w:pPr>
              <w:ind w:left="7"/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 xml:space="preserve">Площадь: общая 245 </w:t>
            </w:r>
            <w:proofErr w:type="spellStart"/>
            <w:r w:rsidRPr="00A41365">
              <w:rPr>
                <w:rStyle w:val="fontstyle01"/>
                <w:color w:val="auto"/>
              </w:rPr>
              <w:t>кв.м</w:t>
            </w:r>
            <w:proofErr w:type="spellEnd"/>
          </w:p>
        </w:tc>
        <w:tc>
          <w:tcPr>
            <w:tcW w:w="709" w:type="dxa"/>
            <w:vAlign w:val="center"/>
          </w:tcPr>
          <w:p w14:paraId="6EBE7C05" w14:textId="77777777" w:rsidR="00DD4919" w:rsidRPr="00A41365" w:rsidRDefault="00DD4919" w:rsidP="0003466C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1CA8AE20" w14:textId="2CEE514D" w:rsidR="00DD4919" w:rsidRPr="00A41365" w:rsidRDefault="00B04D41" w:rsidP="0003466C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187957.27</w:t>
            </w:r>
          </w:p>
        </w:tc>
        <w:tc>
          <w:tcPr>
            <w:tcW w:w="709" w:type="dxa"/>
            <w:vAlign w:val="center"/>
          </w:tcPr>
          <w:p w14:paraId="0E2CC11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65F8636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50B1EC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16A9358E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747839F6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55C18069" w14:textId="77777777" w:rsidTr="00ED15DE">
        <w:tc>
          <w:tcPr>
            <w:tcW w:w="713" w:type="dxa"/>
            <w:vAlign w:val="center"/>
          </w:tcPr>
          <w:p w14:paraId="109CD9A6" w14:textId="63E78D9C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1.12.2</w:t>
            </w:r>
          </w:p>
        </w:tc>
        <w:tc>
          <w:tcPr>
            <w:tcW w:w="548" w:type="dxa"/>
            <w:vAlign w:val="center"/>
          </w:tcPr>
          <w:p w14:paraId="6C56651B" w14:textId="38DA15D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4971B8AA" w14:textId="218510FB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Гидротехническое сооружение</w:t>
            </w:r>
          </w:p>
        </w:tc>
        <w:tc>
          <w:tcPr>
            <w:tcW w:w="714" w:type="dxa"/>
            <w:vAlign w:val="center"/>
          </w:tcPr>
          <w:p w14:paraId="2AC63557" w14:textId="08E93D49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Сооружение гидротехни</w:t>
            </w:r>
            <w:r w:rsidRPr="00A41365">
              <w:rPr>
                <w:rStyle w:val="fontstyle01"/>
                <w:color w:val="auto"/>
              </w:rPr>
              <w:lastRenderedPageBreak/>
              <w:t>ческое</w:t>
            </w:r>
          </w:p>
        </w:tc>
        <w:tc>
          <w:tcPr>
            <w:tcW w:w="993" w:type="dxa"/>
            <w:vAlign w:val="center"/>
          </w:tcPr>
          <w:p w14:paraId="76E0D3A9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Краснодарский край, р-н Гулькевичский, </w:t>
            </w:r>
            <w:r w:rsidRPr="00A41365">
              <w:rPr>
                <w:sz w:val="20"/>
                <w:szCs w:val="20"/>
              </w:rPr>
              <w:lastRenderedPageBreak/>
              <w:t>с. Николенское</w:t>
            </w:r>
          </w:p>
          <w:p w14:paraId="2A24F8CD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10F90D72" w14:textId="6769946E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6AB56FE2" w14:textId="77777777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23:06:0000000:539</w:t>
            </w:r>
          </w:p>
          <w:p w14:paraId="3D8582CA" w14:textId="77EF36DE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(25.11.2013)</w:t>
            </w:r>
          </w:p>
        </w:tc>
        <w:tc>
          <w:tcPr>
            <w:tcW w:w="945" w:type="dxa"/>
            <w:vAlign w:val="center"/>
          </w:tcPr>
          <w:p w14:paraId="45F757F3" w14:textId="502412CE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3CF5D394" w14:textId="37D385F9" w:rsidR="00DA1766" w:rsidRPr="00A41365" w:rsidRDefault="00DA1766" w:rsidP="00DA176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20562091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Собственность</w:t>
            </w:r>
          </w:p>
          <w:p w14:paraId="232C12F3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23:06:0000000:539-</w:t>
            </w:r>
            <w:r w:rsidRPr="00A41365">
              <w:rPr>
                <w:sz w:val="20"/>
                <w:szCs w:val="20"/>
              </w:rPr>
              <w:lastRenderedPageBreak/>
              <w:t>23/015/2017-2</w:t>
            </w:r>
          </w:p>
          <w:p w14:paraId="4251076A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01.12.2017 13:30:04</w:t>
            </w:r>
          </w:p>
          <w:p w14:paraId="3DC2A77D" w14:textId="1371E7BE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21.12.2016</w:t>
            </w:r>
          </w:p>
        </w:tc>
        <w:tc>
          <w:tcPr>
            <w:tcW w:w="992" w:type="dxa"/>
            <w:vAlign w:val="center"/>
          </w:tcPr>
          <w:p w14:paraId="6FA02E44" w14:textId="5581BE57" w:rsidR="00DA1766" w:rsidRPr="00A41365" w:rsidRDefault="00DA1766" w:rsidP="00DA1766">
            <w:pPr>
              <w:ind w:left="7"/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lastRenderedPageBreak/>
              <w:t>Площадь: общая 1038 кв.м.</w:t>
            </w:r>
          </w:p>
        </w:tc>
        <w:tc>
          <w:tcPr>
            <w:tcW w:w="709" w:type="dxa"/>
            <w:vAlign w:val="center"/>
          </w:tcPr>
          <w:p w14:paraId="6F1BC7F5" w14:textId="09BB51A7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17D2F984" w14:textId="267DB6B8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796325.09</w:t>
            </w:r>
          </w:p>
        </w:tc>
        <w:tc>
          <w:tcPr>
            <w:tcW w:w="709" w:type="dxa"/>
            <w:vAlign w:val="center"/>
          </w:tcPr>
          <w:p w14:paraId="13BB0C01" w14:textId="6AAEE03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09C84E0B" w14:textId="51DCEEBB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466C101" w14:textId="23BF57B9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5507285E" w14:textId="7E951B3C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EA4724C" w14:textId="3942D47E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6D2FD799" w14:textId="77777777" w:rsidTr="00ED15DE">
        <w:tc>
          <w:tcPr>
            <w:tcW w:w="713" w:type="dxa"/>
            <w:vAlign w:val="center"/>
          </w:tcPr>
          <w:p w14:paraId="52D3F5FF" w14:textId="64006C21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1.12.3</w:t>
            </w:r>
          </w:p>
        </w:tc>
        <w:tc>
          <w:tcPr>
            <w:tcW w:w="548" w:type="dxa"/>
            <w:vAlign w:val="center"/>
          </w:tcPr>
          <w:p w14:paraId="2891117A" w14:textId="333D5464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Объект культурного наследия</w:t>
            </w:r>
          </w:p>
        </w:tc>
        <w:tc>
          <w:tcPr>
            <w:tcW w:w="875" w:type="dxa"/>
            <w:vAlign w:val="center"/>
          </w:tcPr>
          <w:p w14:paraId="605846FE" w14:textId="792E3B3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Сооружения, назначение: иное сооружение (братская могила)</w:t>
            </w:r>
          </w:p>
        </w:tc>
        <w:tc>
          <w:tcPr>
            <w:tcW w:w="714" w:type="dxa"/>
            <w:vAlign w:val="center"/>
          </w:tcPr>
          <w:p w14:paraId="35A857AA" w14:textId="0E8F49E6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Иное сооружение (братская могила)</w:t>
            </w:r>
          </w:p>
        </w:tc>
        <w:tc>
          <w:tcPr>
            <w:tcW w:w="993" w:type="dxa"/>
            <w:vAlign w:val="center"/>
          </w:tcPr>
          <w:p w14:paraId="50706400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р-н Гулькевичский, с. Николенское, ул. Октябрьская, д. 76</w:t>
            </w:r>
          </w:p>
          <w:p w14:paraId="3FE9FD97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1637E2FC" w14:textId="0EB25E2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35356268" w14:textId="77777777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23:06:1002008:307</w:t>
            </w:r>
          </w:p>
          <w:p w14:paraId="790BA94C" w14:textId="285816FD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(23.12.2013)</w:t>
            </w:r>
          </w:p>
        </w:tc>
        <w:tc>
          <w:tcPr>
            <w:tcW w:w="945" w:type="dxa"/>
            <w:vAlign w:val="center"/>
          </w:tcPr>
          <w:p w14:paraId="4F6ABAF3" w14:textId="0150A7BE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4C92DD4F" w14:textId="522CD1CE" w:rsidR="00DA1766" w:rsidRPr="00A41365" w:rsidRDefault="00DA1766" w:rsidP="00DA176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1EDC0B69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AAE6C85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23-23-15/2007/2014-449</w:t>
            </w:r>
          </w:p>
          <w:p w14:paraId="46BB96C5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25.06.2014 19:55:33</w:t>
            </w:r>
          </w:p>
          <w:p w14:paraId="2361AF5E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Акт муниципального имущества муниципального образования Гулькевичский район вновь</w:t>
            </w:r>
          </w:p>
          <w:p w14:paraId="39410228" w14:textId="71A862FE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образованному </w:t>
            </w:r>
            <w:proofErr w:type="spellStart"/>
            <w:r w:rsidRPr="00A41365">
              <w:rPr>
                <w:sz w:val="20"/>
                <w:szCs w:val="20"/>
              </w:rPr>
              <w:t>Николенскому</w:t>
            </w:r>
            <w:proofErr w:type="spellEnd"/>
            <w:r w:rsidRPr="00A41365">
              <w:rPr>
                <w:sz w:val="20"/>
                <w:szCs w:val="20"/>
              </w:rPr>
              <w:t xml:space="preserve"> сельскому поселению Гулькевичского района, </w:t>
            </w:r>
            <w:r w:rsidRPr="00A41365">
              <w:rPr>
                <w:sz w:val="20"/>
                <w:szCs w:val="20"/>
              </w:rPr>
              <w:lastRenderedPageBreak/>
              <w:t>выдан 20.11.2006</w:t>
            </w:r>
          </w:p>
        </w:tc>
        <w:tc>
          <w:tcPr>
            <w:tcW w:w="992" w:type="dxa"/>
            <w:vAlign w:val="center"/>
          </w:tcPr>
          <w:p w14:paraId="0DFC85F0" w14:textId="735FEA9F" w:rsidR="00DA1766" w:rsidRPr="00A41365" w:rsidRDefault="00DA1766" w:rsidP="00DA1766">
            <w:pPr>
              <w:ind w:left="7"/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lastRenderedPageBreak/>
              <w:t>Площадь: общая 8.8 кв.м.</w:t>
            </w:r>
          </w:p>
        </w:tc>
        <w:tc>
          <w:tcPr>
            <w:tcW w:w="709" w:type="dxa"/>
            <w:vAlign w:val="center"/>
          </w:tcPr>
          <w:p w14:paraId="2BAAEDA7" w14:textId="2D340921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576BF29D" w14:textId="1EC8EA96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5506.18</w:t>
            </w:r>
          </w:p>
        </w:tc>
        <w:tc>
          <w:tcPr>
            <w:tcW w:w="709" w:type="dxa"/>
            <w:vAlign w:val="center"/>
          </w:tcPr>
          <w:p w14:paraId="63474DCB" w14:textId="676A5FAC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1806001" w14:textId="76E52ABD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4EFD87B" w14:textId="50A58C05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3050E9E2" w14:textId="79F9834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2B295F0A" w14:textId="742EA82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5210A76E" w14:textId="77777777" w:rsidTr="00ED15DE">
        <w:tc>
          <w:tcPr>
            <w:tcW w:w="713" w:type="dxa"/>
            <w:vAlign w:val="center"/>
          </w:tcPr>
          <w:p w14:paraId="1CCFF0A6" w14:textId="698A7362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1.12.4</w:t>
            </w:r>
          </w:p>
        </w:tc>
        <w:tc>
          <w:tcPr>
            <w:tcW w:w="548" w:type="dxa"/>
            <w:vAlign w:val="center"/>
          </w:tcPr>
          <w:p w14:paraId="704FE1F9" w14:textId="4FF36613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439D0D36" w14:textId="2EC56E97" w:rsidR="003860FE" w:rsidRPr="00A41365" w:rsidRDefault="00371AE3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Автомобильная дорога с асфальтовым покрытием</w:t>
            </w:r>
          </w:p>
        </w:tc>
        <w:tc>
          <w:tcPr>
            <w:tcW w:w="714" w:type="dxa"/>
            <w:vAlign w:val="center"/>
          </w:tcPr>
          <w:p w14:paraId="7B109EEA" w14:textId="7D715C69" w:rsidR="003860FE" w:rsidRPr="00A41365" w:rsidRDefault="003860FE" w:rsidP="003860FE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1D424655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Гулькевичский р-н, с. Николенское, ул. Октябрьская</w:t>
            </w:r>
          </w:p>
          <w:p w14:paraId="6CE71FAB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47AD7017" w14:textId="734AF1CD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3526EA93" w14:textId="77777777" w:rsidR="00E9524D" w:rsidRPr="00A41365" w:rsidRDefault="00D723CB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23:06:1002015:</w:t>
            </w:r>
          </w:p>
          <w:p w14:paraId="696D5C54" w14:textId="0BCF9229" w:rsidR="003860FE" w:rsidRPr="00A41365" w:rsidRDefault="00D723CB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481</w:t>
            </w:r>
          </w:p>
          <w:p w14:paraId="63B21093" w14:textId="1B568127" w:rsidR="00D723CB" w:rsidRPr="00A41365" w:rsidRDefault="00D723CB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(16.12.2014)</w:t>
            </w:r>
          </w:p>
        </w:tc>
        <w:tc>
          <w:tcPr>
            <w:tcW w:w="945" w:type="dxa"/>
            <w:vAlign w:val="center"/>
          </w:tcPr>
          <w:p w14:paraId="4132B8A9" w14:textId="13C17F16" w:rsidR="003860FE" w:rsidRPr="00A41365" w:rsidRDefault="00BA3CBC" w:rsidP="003860FE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51E2FC64" w14:textId="28D2A946" w:rsidR="003860FE" w:rsidRPr="00A41365" w:rsidRDefault="00BA3CBC" w:rsidP="003860F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18F2F48D" w14:textId="77777777" w:rsidR="00BA3CBC" w:rsidRPr="00A41365" w:rsidRDefault="00BA3CBC" w:rsidP="00BA3CB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3B9C9506" w14:textId="77777777" w:rsidR="00BA3CBC" w:rsidRPr="00A41365" w:rsidRDefault="00BA3CBC" w:rsidP="00BA3CB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23-23/015-23/015/801/2016-11717/2</w:t>
            </w:r>
          </w:p>
          <w:p w14:paraId="7CBEDBBD" w14:textId="77777777" w:rsidR="003860FE" w:rsidRPr="00A41365" w:rsidRDefault="00BA3CBC" w:rsidP="00BA3CB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28.12.2016 19:18:53</w:t>
            </w:r>
          </w:p>
          <w:p w14:paraId="7B4025E2" w14:textId="66F510A3" w:rsidR="00BA3CBC" w:rsidRPr="00A41365" w:rsidRDefault="00BA3CBC" w:rsidP="00BA3CB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03.11.2016</w:t>
            </w:r>
          </w:p>
        </w:tc>
        <w:tc>
          <w:tcPr>
            <w:tcW w:w="992" w:type="dxa"/>
            <w:vAlign w:val="center"/>
          </w:tcPr>
          <w:p w14:paraId="42CBDD03" w14:textId="74BDE075" w:rsidR="00371AE3" w:rsidRPr="00A41365" w:rsidRDefault="00371AE3" w:rsidP="003860FE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Асфальт, протяженность</w:t>
            </w:r>
          </w:p>
          <w:p w14:paraId="66FA3DD8" w14:textId="4EA8F500" w:rsidR="003860FE" w:rsidRPr="00A41365" w:rsidRDefault="00371AE3" w:rsidP="003860FE">
            <w:pPr>
              <w:ind w:left="7"/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550 м.</w:t>
            </w:r>
          </w:p>
        </w:tc>
        <w:tc>
          <w:tcPr>
            <w:tcW w:w="709" w:type="dxa"/>
            <w:vAlign w:val="center"/>
          </w:tcPr>
          <w:p w14:paraId="2923734B" w14:textId="77777777" w:rsidR="003860FE" w:rsidRPr="00A41365" w:rsidRDefault="003860FE" w:rsidP="003860FE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500AC655" w14:textId="450B6ACE" w:rsidR="003860FE" w:rsidRPr="00A41365" w:rsidRDefault="00371AE3" w:rsidP="003860FE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1157335.18</w:t>
            </w:r>
          </w:p>
        </w:tc>
        <w:tc>
          <w:tcPr>
            <w:tcW w:w="709" w:type="dxa"/>
            <w:vAlign w:val="center"/>
          </w:tcPr>
          <w:p w14:paraId="48678CA9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78C0ACF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28771C0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123C8B1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54D6DE07" w14:textId="77777777" w:rsidR="003860FE" w:rsidRPr="00A41365" w:rsidRDefault="003860FE" w:rsidP="003860F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3CE8CB92" w14:textId="77777777" w:rsidTr="00ED15DE">
        <w:tc>
          <w:tcPr>
            <w:tcW w:w="713" w:type="dxa"/>
            <w:vAlign w:val="center"/>
          </w:tcPr>
          <w:p w14:paraId="32B135A1" w14:textId="2855EA20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1.12.5</w:t>
            </w:r>
          </w:p>
        </w:tc>
        <w:tc>
          <w:tcPr>
            <w:tcW w:w="548" w:type="dxa"/>
            <w:vAlign w:val="center"/>
          </w:tcPr>
          <w:p w14:paraId="5363264F" w14:textId="505B3741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1DC18B77" w14:textId="7533895F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Автомобильная дорога </w:t>
            </w:r>
          </w:p>
        </w:tc>
        <w:tc>
          <w:tcPr>
            <w:tcW w:w="714" w:type="dxa"/>
            <w:vAlign w:val="center"/>
          </w:tcPr>
          <w:p w14:paraId="25101F76" w14:textId="462CAFD8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5A578DC3" w14:textId="252C5418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Краснодарский край, Гулькевичский р-н, с. Николенское, ул. Октябрьская, с №30 по №88 (ОКТМО </w:t>
            </w:r>
          </w:p>
          <w:p w14:paraId="7693B36D" w14:textId="6BE66740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317BB77E" w14:textId="77777777" w:rsidR="00E9524D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23:06:0000000:</w:t>
            </w:r>
          </w:p>
          <w:p w14:paraId="3558B502" w14:textId="3101EA06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1434</w:t>
            </w:r>
          </w:p>
          <w:p w14:paraId="1B575A54" w14:textId="01214AC4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(16.10.2017)</w:t>
            </w:r>
          </w:p>
        </w:tc>
        <w:tc>
          <w:tcPr>
            <w:tcW w:w="945" w:type="dxa"/>
            <w:vAlign w:val="center"/>
          </w:tcPr>
          <w:p w14:paraId="01311A91" w14:textId="22EFB05C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53D4DC2E" w14:textId="604D90DD" w:rsidR="00DA1766" w:rsidRPr="00A41365" w:rsidRDefault="00DA1766" w:rsidP="00DA176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61C7BFDC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47185641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23:06:0000000:1434-23/015/2019-3</w:t>
            </w:r>
          </w:p>
          <w:p w14:paraId="54139F07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17.07.2019 18:44:50</w:t>
            </w:r>
          </w:p>
          <w:p w14:paraId="280FB0B2" w14:textId="7F6D1C05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№ 2-2209/2018, выдан 09.01.2019</w:t>
            </w:r>
          </w:p>
        </w:tc>
        <w:tc>
          <w:tcPr>
            <w:tcW w:w="992" w:type="dxa"/>
            <w:vAlign w:val="center"/>
          </w:tcPr>
          <w:p w14:paraId="0B14211B" w14:textId="4018DB2A" w:rsidR="00DA1766" w:rsidRPr="00A41365" w:rsidRDefault="00DA1766" w:rsidP="00DA1766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Протяженность</w:t>
            </w:r>
          </w:p>
          <w:p w14:paraId="7CFA75C0" w14:textId="7070CB42" w:rsidR="00DA1766" w:rsidRPr="00A41365" w:rsidRDefault="00DA1766" w:rsidP="00DA1766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1300 м.</w:t>
            </w:r>
          </w:p>
        </w:tc>
        <w:tc>
          <w:tcPr>
            <w:tcW w:w="709" w:type="dxa"/>
            <w:vAlign w:val="center"/>
          </w:tcPr>
          <w:p w14:paraId="2F8445D4" w14:textId="1012FEE3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0077B242" w14:textId="3ED34479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4068843.78</w:t>
            </w:r>
          </w:p>
        </w:tc>
        <w:tc>
          <w:tcPr>
            <w:tcW w:w="709" w:type="dxa"/>
            <w:vAlign w:val="center"/>
          </w:tcPr>
          <w:p w14:paraId="0AFE3218" w14:textId="767B738F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54D48B53" w14:textId="790D3C31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8F1D4DD" w14:textId="0BCB1EC3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70802568" w14:textId="0A67D52B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7F28022F" w14:textId="4C697A2F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265960C8" w14:textId="77777777" w:rsidTr="00ED15DE">
        <w:tc>
          <w:tcPr>
            <w:tcW w:w="713" w:type="dxa"/>
            <w:vAlign w:val="center"/>
          </w:tcPr>
          <w:p w14:paraId="4D0D409A" w14:textId="435C8EC8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</w:t>
            </w:r>
            <w:r w:rsidR="00EB73C6" w:rsidRPr="00A41365">
              <w:rPr>
                <w:sz w:val="20"/>
                <w:szCs w:val="20"/>
              </w:rPr>
              <w:t>6</w:t>
            </w:r>
          </w:p>
        </w:tc>
        <w:tc>
          <w:tcPr>
            <w:tcW w:w="548" w:type="dxa"/>
            <w:vAlign w:val="center"/>
          </w:tcPr>
          <w:p w14:paraId="107432CF" w14:textId="3F10759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</w:t>
            </w:r>
            <w:r w:rsidRPr="00A41365">
              <w:rPr>
                <w:sz w:val="20"/>
                <w:szCs w:val="20"/>
              </w:rPr>
              <w:lastRenderedPageBreak/>
              <w:t>жение</w:t>
            </w:r>
          </w:p>
        </w:tc>
        <w:tc>
          <w:tcPr>
            <w:tcW w:w="875" w:type="dxa"/>
            <w:vAlign w:val="center"/>
          </w:tcPr>
          <w:p w14:paraId="54CDE107" w14:textId="26F66684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Автомобильна</w:t>
            </w:r>
            <w:r w:rsidRPr="00A41365">
              <w:rPr>
                <w:sz w:val="20"/>
                <w:szCs w:val="20"/>
              </w:rPr>
              <w:lastRenderedPageBreak/>
              <w:t>я дорога с асфальтовым покрытием</w:t>
            </w:r>
          </w:p>
        </w:tc>
        <w:tc>
          <w:tcPr>
            <w:tcW w:w="714" w:type="dxa"/>
            <w:vAlign w:val="center"/>
          </w:tcPr>
          <w:p w14:paraId="793E9B5D" w14:textId="40BBB1D0" w:rsidR="00DA1766" w:rsidRPr="00A41365" w:rsidRDefault="00DA176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lastRenderedPageBreak/>
              <w:t>7.4 соору</w:t>
            </w:r>
            <w:r w:rsidRPr="00A41365">
              <w:rPr>
                <w:rStyle w:val="fontstyle01"/>
                <w:color w:val="auto"/>
              </w:rPr>
              <w:lastRenderedPageBreak/>
              <w:t>жения дорожного транспорта</w:t>
            </w:r>
          </w:p>
        </w:tc>
        <w:tc>
          <w:tcPr>
            <w:tcW w:w="993" w:type="dxa"/>
            <w:vAlign w:val="center"/>
          </w:tcPr>
          <w:p w14:paraId="0404C4E4" w14:textId="77777777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Краснодарский </w:t>
            </w:r>
            <w:r w:rsidRPr="00A41365">
              <w:rPr>
                <w:sz w:val="20"/>
                <w:szCs w:val="20"/>
              </w:rPr>
              <w:lastRenderedPageBreak/>
              <w:t>край, р-н Гулькевичский, с. Николенское, ул. Светлая</w:t>
            </w:r>
          </w:p>
          <w:p w14:paraId="449A6DF2" w14:textId="1F55043A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71DB261C" w14:textId="7378AF1C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63537629" w14:textId="77777777" w:rsidR="00E9524D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23:06:1002015:</w:t>
            </w:r>
          </w:p>
          <w:p w14:paraId="54954C62" w14:textId="723B2DA8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480</w:t>
            </w:r>
          </w:p>
          <w:p w14:paraId="7F51EC97" w14:textId="531BDA7B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(16.12.2014)</w:t>
            </w:r>
          </w:p>
        </w:tc>
        <w:tc>
          <w:tcPr>
            <w:tcW w:w="945" w:type="dxa"/>
            <w:vAlign w:val="center"/>
          </w:tcPr>
          <w:p w14:paraId="04EE56C5" w14:textId="6E9982D6" w:rsidR="00DA1766" w:rsidRPr="00A41365" w:rsidRDefault="00DA1766" w:rsidP="00DA1766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-</w:t>
            </w:r>
          </w:p>
        </w:tc>
        <w:tc>
          <w:tcPr>
            <w:tcW w:w="930" w:type="dxa"/>
            <w:vAlign w:val="center"/>
          </w:tcPr>
          <w:p w14:paraId="4683650F" w14:textId="627E9C22" w:rsidR="00DA1766" w:rsidRPr="00A41365" w:rsidRDefault="007A7462" w:rsidP="00DA176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Муниципальное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400DFA03" w14:textId="77777777" w:rsidR="003E13B7" w:rsidRPr="00A41365" w:rsidRDefault="003E13B7" w:rsidP="003E13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Собственность</w:t>
            </w:r>
          </w:p>
          <w:p w14:paraId="733D1F9A" w14:textId="77777777" w:rsidR="003E13B7" w:rsidRPr="00A41365" w:rsidRDefault="003E13B7" w:rsidP="003E13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 23:06:1002015:480-23/015/2017-2</w:t>
            </w:r>
          </w:p>
          <w:p w14:paraId="1A6477F2" w14:textId="77777777" w:rsidR="00DA1766" w:rsidRPr="00A41365" w:rsidRDefault="003E13B7" w:rsidP="003E13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13.01.2017 15:29:45</w:t>
            </w:r>
          </w:p>
          <w:p w14:paraId="39C8D1B5" w14:textId="375C73D8" w:rsidR="003E13B7" w:rsidRPr="00A41365" w:rsidRDefault="003E13B7" w:rsidP="003E13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03.11.2016</w:t>
            </w:r>
          </w:p>
        </w:tc>
        <w:tc>
          <w:tcPr>
            <w:tcW w:w="992" w:type="dxa"/>
            <w:vAlign w:val="center"/>
          </w:tcPr>
          <w:p w14:paraId="2F527C3F" w14:textId="77777777" w:rsidR="00EB73C6" w:rsidRPr="00A41365" w:rsidRDefault="00EB73C6" w:rsidP="00EB73C6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 xml:space="preserve">Асфальт, </w:t>
            </w: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протяженность</w:t>
            </w:r>
          </w:p>
          <w:p w14:paraId="6821DDC0" w14:textId="528319D2" w:rsidR="00DA1766" w:rsidRPr="00A41365" w:rsidRDefault="00EB73C6" w:rsidP="00EB73C6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650 м.</w:t>
            </w:r>
          </w:p>
        </w:tc>
        <w:tc>
          <w:tcPr>
            <w:tcW w:w="709" w:type="dxa"/>
            <w:vAlign w:val="center"/>
          </w:tcPr>
          <w:p w14:paraId="7644F626" w14:textId="4683619F" w:rsidR="00DA1766" w:rsidRPr="00A41365" w:rsidRDefault="00DA1766" w:rsidP="00DA1766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lastRenderedPageBreak/>
              <w:t>-</w:t>
            </w:r>
          </w:p>
        </w:tc>
        <w:tc>
          <w:tcPr>
            <w:tcW w:w="1228" w:type="dxa"/>
            <w:vAlign w:val="center"/>
          </w:tcPr>
          <w:p w14:paraId="4EA4031E" w14:textId="0730559F" w:rsidR="00DA1766" w:rsidRPr="00A41365" w:rsidRDefault="00EB73C6" w:rsidP="00DA1766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1367759.75</w:t>
            </w:r>
          </w:p>
        </w:tc>
        <w:tc>
          <w:tcPr>
            <w:tcW w:w="709" w:type="dxa"/>
            <w:vAlign w:val="center"/>
          </w:tcPr>
          <w:p w14:paraId="051884B9" w14:textId="042F1822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18A85320" w14:textId="1DBD8930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C89A2A8" w14:textId="0B44B472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1731CB12" w14:textId="65CB2582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6C482251" w14:textId="3D6AD53D" w:rsidR="00DA1766" w:rsidRPr="00A41365" w:rsidRDefault="00DA1766" w:rsidP="00DA176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54CE2ECF" w14:textId="77777777" w:rsidTr="00ED15DE">
        <w:tc>
          <w:tcPr>
            <w:tcW w:w="713" w:type="dxa"/>
            <w:vAlign w:val="center"/>
          </w:tcPr>
          <w:p w14:paraId="4D0F427D" w14:textId="43D32808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1.12.7</w:t>
            </w:r>
          </w:p>
        </w:tc>
        <w:tc>
          <w:tcPr>
            <w:tcW w:w="548" w:type="dxa"/>
            <w:vAlign w:val="center"/>
          </w:tcPr>
          <w:p w14:paraId="5D768FFF" w14:textId="5BCC2293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287F1AA1" w14:textId="45600D05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Автомобильная дорога </w:t>
            </w:r>
          </w:p>
        </w:tc>
        <w:tc>
          <w:tcPr>
            <w:tcW w:w="714" w:type="dxa"/>
            <w:vAlign w:val="center"/>
          </w:tcPr>
          <w:p w14:paraId="2F2D6908" w14:textId="49DC12F4" w:rsidR="004201A4" w:rsidRPr="00A41365" w:rsidRDefault="004201A4" w:rsidP="004201A4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396107A5" w14:textId="1383FD69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Краснодарский край, Гулькевичский р-н, с. Николенское, ул. Заречная (ОКТМО </w:t>
            </w:r>
          </w:p>
          <w:p w14:paraId="7C2329E0" w14:textId="5A6F242D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694BD43D" w14:textId="77777777" w:rsidR="00E9524D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23:06:0000000:</w:t>
            </w:r>
          </w:p>
          <w:p w14:paraId="25E872F4" w14:textId="13E8E953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1323</w:t>
            </w:r>
          </w:p>
          <w:p w14:paraId="179E35D6" w14:textId="77777777" w:rsidR="00CB14B9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(20.12.</w:t>
            </w:r>
          </w:p>
          <w:p w14:paraId="6C0A6BA3" w14:textId="24276D70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2016)</w:t>
            </w:r>
          </w:p>
        </w:tc>
        <w:tc>
          <w:tcPr>
            <w:tcW w:w="945" w:type="dxa"/>
            <w:vAlign w:val="center"/>
          </w:tcPr>
          <w:p w14:paraId="66D03064" w14:textId="4D50EA92" w:rsidR="004201A4" w:rsidRPr="00A41365" w:rsidRDefault="004201A4" w:rsidP="004201A4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5BDD66FC" w14:textId="53D575C5" w:rsidR="004201A4" w:rsidRPr="00A41365" w:rsidRDefault="00F10016" w:rsidP="004201A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6ADEBEFA" w14:textId="77777777" w:rsidR="00F10016" w:rsidRPr="00A41365" w:rsidRDefault="00F10016" w:rsidP="00F1001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E517C45" w14:textId="77777777" w:rsidR="00F10016" w:rsidRPr="00A41365" w:rsidRDefault="00F10016" w:rsidP="00F1001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23:06:0000000:1323-23/015/2018-3</w:t>
            </w:r>
          </w:p>
          <w:p w14:paraId="18B18474" w14:textId="77777777" w:rsidR="004201A4" w:rsidRPr="00A41365" w:rsidRDefault="00F10016" w:rsidP="00F1001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08.08.2018 09:18:49</w:t>
            </w:r>
          </w:p>
          <w:p w14:paraId="57C4B8A6" w14:textId="5129385C" w:rsidR="00F10016" w:rsidRPr="00A41365" w:rsidRDefault="00F10016" w:rsidP="00F1001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25.06.2018</w:t>
            </w:r>
          </w:p>
        </w:tc>
        <w:tc>
          <w:tcPr>
            <w:tcW w:w="992" w:type="dxa"/>
            <w:vAlign w:val="center"/>
          </w:tcPr>
          <w:p w14:paraId="17B0A350" w14:textId="77777777" w:rsidR="00DC4517" w:rsidRPr="00A41365" w:rsidRDefault="00DC4517" w:rsidP="00DC4517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Протяженность</w:t>
            </w:r>
          </w:p>
          <w:p w14:paraId="30EC8FBF" w14:textId="1090FC11" w:rsidR="004201A4" w:rsidRPr="00A41365" w:rsidRDefault="00DC4517" w:rsidP="00DC4517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5020 м.</w:t>
            </w:r>
          </w:p>
        </w:tc>
        <w:tc>
          <w:tcPr>
            <w:tcW w:w="709" w:type="dxa"/>
            <w:vAlign w:val="center"/>
          </w:tcPr>
          <w:p w14:paraId="7E536B40" w14:textId="5202B636" w:rsidR="004201A4" w:rsidRPr="00A41365" w:rsidRDefault="00DC4517" w:rsidP="004201A4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6146606C" w14:textId="75984BF3" w:rsidR="004201A4" w:rsidRPr="00A41365" w:rsidRDefault="00DC4517" w:rsidP="004201A4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15848461.01</w:t>
            </w:r>
          </w:p>
        </w:tc>
        <w:tc>
          <w:tcPr>
            <w:tcW w:w="709" w:type="dxa"/>
            <w:vAlign w:val="center"/>
          </w:tcPr>
          <w:p w14:paraId="63EDF7E8" w14:textId="03C3CE93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3B4C75F8" w14:textId="09D88B1D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F567A24" w14:textId="535D835E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3398A91F" w14:textId="458590F4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29CCF6D" w14:textId="3016B862" w:rsidR="004201A4" w:rsidRPr="00A41365" w:rsidRDefault="004201A4" w:rsidP="004201A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6D263AF3" w14:textId="77777777" w:rsidTr="00ED15DE">
        <w:tc>
          <w:tcPr>
            <w:tcW w:w="713" w:type="dxa"/>
            <w:vAlign w:val="center"/>
          </w:tcPr>
          <w:p w14:paraId="512E3555" w14:textId="09181AC6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1.12.8</w:t>
            </w:r>
          </w:p>
        </w:tc>
        <w:tc>
          <w:tcPr>
            <w:tcW w:w="548" w:type="dxa"/>
            <w:vAlign w:val="center"/>
          </w:tcPr>
          <w:p w14:paraId="74C0DB03" w14:textId="5139CAAC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7E4F51DC" w14:textId="77777777" w:rsidR="004E037F" w:rsidRPr="00A41365" w:rsidRDefault="004E037F" w:rsidP="004E037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Автомобильная дорога</w:t>
            </w:r>
          </w:p>
          <w:p w14:paraId="259EF9D4" w14:textId="44046892" w:rsidR="0093685F" w:rsidRPr="00A41365" w:rsidRDefault="004E037F" w:rsidP="004E037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с гравийным </w:t>
            </w:r>
            <w:r w:rsidRPr="00A41365">
              <w:rPr>
                <w:sz w:val="20"/>
                <w:szCs w:val="20"/>
              </w:rPr>
              <w:lastRenderedPageBreak/>
              <w:t>покрытием</w:t>
            </w:r>
          </w:p>
        </w:tc>
        <w:tc>
          <w:tcPr>
            <w:tcW w:w="714" w:type="dxa"/>
            <w:vAlign w:val="center"/>
          </w:tcPr>
          <w:p w14:paraId="5EE2F7AE" w14:textId="5D65592A" w:rsidR="0093685F" w:rsidRPr="00A41365" w:rsidRDefault="0093685F" w:rsidP="0093685F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 xml:space="preserve">7.4 сооружения дорожного </w:t>
            </w: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транспорта</w:t>
            </w:r>
          </w:p>
        </w:tc>
        <w:tc>
          <w:tcPr>
            <w:tcW w:w="993" w:type="dxa"/>
            <w:vAlign w:val="center"/>
          </w:tcPr>
          <w:p w14:paraId="141A81BE" w14:textId="05CBE158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 Краснодарский край, р-н Гулькевичский, с. </w:t>
            </w:r>
            <w:r w:rsidRPr="00A41365">
              <w:rPr>
                <w:sz w:val="20"/>
                <w:szCs w:val="20"/>
              </w:rPr>
              <w:lastRenderedPageBreak/>
              <w:t xml:space="preserve">Николенское, ул. Набережная (ОКТМО </w:t>
            </w:r>
          </w:p>
          <w:p w14:paraId="4444BADB" w14:textId="57F01590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4AD5EEC1" w14:textId="77777777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23:06:1002003:82</w:t>
            </w:r>
          </w:p>
          <w:p w14:paraId="04BB653C" w14:textId="77777777" w:rsidR="00CB14B9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(17.12.</w:t>
            </w:r>
          </w:p>
          <w:p w14:paraId="1BC14BF0" w14:textId="31898B8D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2014)</w:t>
            </w:r>
          </w:p>
        </w:tc>
        <w:tc>
          <w:tcPr>
            <w:tcW w:w="945" w:type="dxa"/>
            <w:vAlign w:val="center"/>
          </w:tcPr>
          <w:p w14:paraId="618AEAA3" w14:textId="3809149D" w:rsidR="0093685F" w:rsidRPr="00A41365" w:rsidRDefault="0093685F" w:rsidP="0093685F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29584EC0" w14:textId="55DBEAE0" w:rsidR="0093685F" w:rsidRPr="00A41365" w:rsidRDefault="0093685F" w:rsidP="0093685F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2E684C5D" w14:textId="77777777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Собственность</w:t>
            </w:r>
          </w:p>
          <w:p w14:paraId="7246585C" w14:textId="77777777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23:06:1002003:82-23/015/2017-2</w:t>
            </w:r>
          </w:p>
          <w:p w14:paraId="0C11A3B6" w14:textId="77777777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 13.01.2017 17:43:11</w:t>
            </w:r>
          </w:p>
          <w:p w14:paraId="3BD1E5EE" w14:textId="71CDC81F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03.11.2016</w:t>
            </w:r>
          </w:p>
        </w:tc>
        <w:tc>
          <w:tcPr>
            <w:tcW w:w="992" w:type="dxa"/>
            <w:vAlign w:val="center"/>
          </w:tcPr>
          <w:p w14:paraId="7E6EAE8E" w14:textId="04DD1A20" w:rsidR="0093685F" w:rsidRPr="00A41365" w:rsidRDefault="004E037F" w:rsidP="0093685F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 xml:space="preserve">Гравий, </w:t>
            </w:r>
            <w:r w:rsidR="0093685F" w:rsidRPr="00A41365">
              <w:rPr>
                <w:rStyle w:val="fontstyle01"/>
                <w:rFonts w:ascii="Times New Roman" w:hAnsi="Times New Roman"/>
                <w:color w:val="auto"/>
              </w:rPr>
              <w:t>Протяженностью 500 м</w:t>
            </w:r>
          </w:p>
        </w:tc>
        <w:tc>
          <w:tcPr>
            <w:tcW w:w="709" w:type="dxa"/>
            <w:vAlign w:val="center"/>
          </w:tcPr>
          <w:p w14:paraId="772B6848" w14:textId="441B1871" w:rsidR="0093685F" w:rsidRPr="00A41365" w:rsidRDefault="0093685F" w:rsidP="0093685F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574C852C" w14:textId="5A9E0761" w:rsidR="0093685F" w:rsidRPr="00A41365" w:rsidRDefault="0093685F" w:rsidP="0093685F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1052122.88</w:t>
            </w:r>
          </w:p>
        </w:tc>
        <w:tc>
          <w:tcPr>
            <w:tcW w:w="709" w:type="dxa"/>
            <w:vAlign w:val="center"/>
          </w:tcPr>
          <w:p w14:paraId="2D9DBBEE" w14:textId="30787908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173F763A" w14:textId="18C7F383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8A73D99" w14:textId="49D5A6A1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42F30F11" w14:textId="2466579D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195DC04" w14:textId="053BF5CF" w:rsidR="0093685F" w:rsidRPr="00A41365" w:rsidRDefault="0093685F" w:rsidP="0093685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47DC5DE3" w14:textId="77777777" w:rsidTr="00ED15DE">
        <w:tc>
          <w:tcPr>
            <w:tcW w:w="713" w:type="dxa"/>
            <w:vAlign w:val="center"/>
          </w:tcPr>
          <w:p w14:paraId="52658C98" w14:textId="7DAC6DB5" w:rsidR="0081408B" w:rsidRPr="00A41365" w:rsidRDefault="0081408B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1.12.9</w:t>
            </w:r>
          </w:p>
        </w:tc>
        <w:tc>
          <w:tcPr>
            <w:tcW w:w="548" w:type="dxa"/>
            <w:vAlign w:val="center"/>
          </w:tcPr>
          <w:p w14:paraId="1CCF78F0" w14:textId="2B55716A" w:rsidR="0081408B" w:rsidRPr="00A41365" w:rsidRDefault="0081408B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Здание</w:t>
            </w:r>
          </w:p>
        </w:tc>
        <w:tc>
          <w:tcPr>
            <w:tcW w:w="875" w:type="dxa"/>
            <w:vAlign w:val="center"/>
          </w:tcPr>
          <w:p w14:paraId="5E5F613C" w14:textId="172B97C9" w:rsidR="0081408B" w:rsidRPr="00A41365" w:rsidRDefault="00EB16B7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Здание Дома культуры</w:t>
            </w:r>
          </w:p>
        </w:tc>
        <w:tc>
          <w:tcPr>
            <w:tcW w:w="714" w:type="dxa"/>
            <w:vAlign w:val="center"/>
          </w:tcPr>
          <w:p w14:paraId="0C2210AB" w14:textId="61C4A24F" w:rsidR="0081408B" w:rsidRPr="00A41365" w:rsidRDefault="00EB16B7" w:rsidP="0081408B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sz w:val="20"/>
                <w:szCs w:val="20"/>
              </w:rPr>
              <w:t>Н</w:t>
            </w:r>
            <w:r w:rsidR="0081408B" w:rsidRPr="00A41365">
              <w:rPr>
                <w:sz w:val="20"/>
                <w:szCs w:val="20"/>
              </w:rPr>
              <w:t>ежилое</w:t>
            </w:r>
          </w:p>
        </w:tc>
        <w:tc>
          <w:tcPr>
            <w:tcW w:w="993" w:type="dxa"/>
            <w:vAlign w:val="center"/>
          </w:tcPr>
          <w:p w14:paraId="689408F7" w14:textId="77777777" w:rsidR="0081408B" w:rsidRPr="00A41365" w:rsidRDefault="00EB16B7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р-н Гулькевичский, с/п. Николенское, с. Николенское, ул. Октябрьская, д. 78</w:t>
            </w:r>
          </w:p>
          <w:p w14:paraId="52BAE9F9" w14:textId="77777777" w:rsidR="00EB16B7" w:rsidRPr="00A41365" w:rsidRDefault="00EB16B7" w:rsidP="00EB16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11E629BE" w14:textId="67AED690" w:rsidR="00EB16B7" w:rsidRPr="00A41365" w:rsidRDefault="00EB16B7" w:rsidP="00EB16B7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2706236B" w14:textId="77777777" w:rsidR="00CB14B9" w:rsidRPr="00A41365" w:rsidRDefault="004768A1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23:06:1002008:</w:t>
            </w:r>
          </w:p>
          <w:p w14:paraId="022A0FDB" w14:textId="5410E3F5" w:rsidR="0081408B" w:rsidRPr="00A41365" w:rsidRDefault="004768A1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241</w:t>
            </w:r>
          </w:p>
          <w:p w14:paraId="45DC2BA6" w14:textId="76186C93" w:rsidR="004768A1" w:rsidRPr="00A41365" w:rsidRDefault="004768A1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(17.06.2011)</w:t>
            </w:r>
          </w:p>
        </w:tc>
        <w:tc>
          <w:tcPr>
            <w:tcW w:w="945" w:type="dxa"/>
            <w:vAlign w:val="center"/>
          </w:tcPr>
          <w:p w14:paraId="2A83600A" w14:textId="1245224F" w:rsidR="0081408B" w:rsidRPr="00A41365" w:rsidRDefault="00BE3986" w:rsidP="0081408B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0D082638" w14:textId="03FC428C" w:rsidR="0081408B" w:rsidRPr="00A41365" w:rsidRDefault="00667778" w:rsidP="0081408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МКУК ЦКД Ник</w:t>
            </w:r>
            <w:r w:rsidR="003E4AF4" w:rsidRPr="00A41365">
              <w:rPr>
                <w:rFonts w:eastAsia="Arial"/>
                <w:sz w:val="20"/>
                <w:szCs w:val="20"/>
                <w:lang w:eastAsia="hi-IN" w:bidi="hi-IN"/>
              </w:rPr>
              <w:t>олен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ского сельского поселения Гулькевичского района</w:t>
            </w:r>
          </w:p>
        </w:tc>
        <w:tc>
          <w:tcPr>
            <w:tcW w:w="1192" w:type="dxa"/>
            <w:vAlign w:val="center"/>
          </w:tcPr>
          <w:p w14:paraId="2D6FC1F6" w14:textId="77777777" w:rsidR="005A6B8F" w:rsidRPr="00A41365" w:rsidRDefault="005A6B8F" w:rsidP="005A6B8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3370D40F" w14:textId="77777777" w:rsidR="005A6B8F" w:rsidRPr="00A41365" w:rsidRDefault="005A6B8F" w:rsidP="005A6B8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23-23-15/065/2011-194</w:t>
            </w:r>
          </w:p>
          <w:p w14:paraId="5A41283A" w14:textId="77777777" w:rsidR="0081408B" w:rsidRPr="00A41365" w:rsidRDefault="005A6B8F" w:rsidP="005A6B8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08.12.2011 00:00:00</w:t>
            </w:r>
          </w:p>
          <w:p w14:paraId="0CAEE9DE" w14:textId="1DB92540" w:rsidR="005A6B8F" w:rsidRPr="00A41365" w:rsidRDefault="005A6B8F" w:rsidP="005A6B8F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Договор о безвозмездной передачи объекта, выдан 11.11.2011</w:t>
            </w:r>
          </w:p>
        </w:tc>
        <w:tc>
          <w:tcPr>
            <w:tcW w:w="992" w:type="dxa"/>
            <w:vAlign w:val="center"/>
          </w:tcPr>
          <w:p w14:paraId="2D4EB3FB" w14:textId="6C5D2B47" w:rsidR="0081408B" w:rsidRPr="00A41365" w:rsidRDefault="00DB42BE" w:rsidP="0081408B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Нежилое, площадь 940.2 кв. м</w:t>
            </w:r>
            <w:r w:rsidR="00E36843" w:rsidRPr="00A41365">
              <w:rPr>
                <w:rStyle w:val="fontstyle01"/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709" w:type="dxa"/>
            <w:vAlign w:val="center"/>
          </w:tcPr>
          <w:p w14:paraId="3F5B5EDA" w14:textId="3A341AE9" w:rsidR="0081408B" w:rsidRPr="00A41365" w:rsidRDefault="00FD7771" w:rsidP="0081408B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110112090001</w:t>
            </w:r>
          </w:p>
        </w:tc>
        <w:tc>
          <w:tcPr>
            <w:tcW w:w="1228" w:type="dxa"/>
            <w:vAlign w:val="center"/>
          </w:tcPr>
          <w:p w14:paraId="2F52B3A7" w14:textId="26297ACE" w:rsidR="0081408B" w:rsidRPr="00A41365" w:rsidRDefault="00DB42BE" w:rsidP="0081408B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13532245.92</w:t>
            </w:r>
          </w:p>
        </w:tc>
        <w:tc>
          <w:tcPr>
            <w:tcW w:w="709" w:type="dxa"/>
            <w:vAlign w:val="center"/>
          </w:tcPr>
          <w:p w14:paraId="12C2DB12" w14:textId="178E1686" w:rsidR="0081408B" w:rsidRPr="00A41365" w:rsidRDefault="000F4593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585B0D5E" w14:textId="4102D1C5" w:rsidR="0081408B" w:rsidRPr="00A41365" w:rsidRDefault="000F4593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81CA218" w14:textId="24364A29" w:rsidR="0081408B" w:rsidRPr="00A41365" w:rsidRDefault="000F4593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3D834F7B" w14:textId="51C7C755" w:rsidR="0081408B" w:rsidRPr="00A41365" w:rsidRDefault="000F4593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718CF693" w14:textId="7836E9CF" w:rsidR="0081408B" w:rsidRPr="00A41365" w:rsidRDefault="000F4593" w:rsidP="0081408B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7DC16B17" w14:textId="77777777" w:rsidTr="00ED15DE">
        <w:tc>
          <w:tcPr>
            <w:tcW w:w="713" w:type="dxa"/>
            <w:vAlign w:val="center"/>
          </w:tcPr>
          <w:p w14:paraId="633245C9" w14:textId="06C9B2EC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</w:t>
            </w:r>
            <w:r w:rsidR="00E36843" w:rsidRPr="00A41365">
              <w:rPr>
                <w:sz w:val="20"/>
                <w:szCs w:val="20"/>
              </w:rPr>
              <w:t>10</w:t>
            </w:r>
          </w:p>
        </w:tc>
        <w:tc>
          <w:tcPr>
            <w:tcW w:w="548" w:type="dxa"/>
            <w:vAlign w:val="center"/>
          </w:tcPr>
          <w:p w14:paraId="1AAC2163" w14:textId="560341DC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Здание</w:t>
            </w:r>
          </w:p>
        </w:tc>
        <w:tc>
          <w:tcPr>
            <w:tcW w:w="875" w:type="dxa"/>
            <w:vAlign w:val="center"/>
          </w:tcPr>
          <w:p w14:paraId="5889A5FC" w14:textId="62604370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Магазин № 196, назначение: нежилое. Площадь: общая 24.3 кв.м. Литер: </w:t>
            </w:r>
            <w:r w:rsidRPr="00A41365">
              <w:rPr>
                <w:sz w:val="20"/>
                <w:szCs w:val="20"/>
              </w:rPr>
              <w:lastRenderedPageBreak/>
              <w:t>Б</w:t>
            </w:r>
          </w:p>
        </w:tc>
        <w:tc>
          <w:tcPr>
            <w:tcW w:w="714" w:type="dxa"/>
            <w:vAlign w:val="center"/>
          </w:tcPr>
          <w:p w14:paraId="33B19847" w14:textId="58701FA1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993" w:type="dxa"/>
            <w:vAlign w:val="center"/>
          </w:tcPr>
          <w:p w14:paraId="53510028" w14:textId="77777777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Россия, Краснодарский край, Гулькевичский район, х. Ивлев, ул. Школьная, дом №2-а</w:t>
            </w:r>
          </w:p>
          <w:p w14:paraId="4E79010C" w14:textId="77777777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(ОКТМ</w:t>
            </w:r>
            <w:r w:rsidRPr="00A41365">
              <w:rPr>
                <w:sz w:val="20"/>
                <w:szCs w:val="20"/>
              </w:rPr>
              <w:lastRenderedPageBreak/>
              <w:t xml:space="preserve">О </w:t>
            </w:r>
          </w:p>
          <w:p w14:paraId="3F2BAC91" w14:textId="132A0753" w:rsidR="00F92F49" w:rsidRPr="00A41365" w:rsidRDefault="00F92F49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45E44986" w14:textId="77777777" w:rsidR="000F4593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23:06:1001004:</w:t>
            </w:r>
          </w:p>
          <w:p w14:paraId="256C5CED" w14:textId="5E6AE51C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180</w:t>
            </w:r>
          </w:p>
          <w:p w14:paraId="0988092D" w14:textId="61E5782A" w:rsidR="000F4593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(03.09.2013)</w:t>
            </w:r>
          </w:p>
        </w:tc>
        <w:tc>
          <w:tcPr>
            <w:tcW w:w="945" w:type="dxa"/>
            <w:vAlign w:val="center"/>
          </w:tcPr>
          <w:p w14:paraId="42D4B64D" w14:textId="3B3FBEF8" w:rsidR="00F92F49" w:rsidRPr="00A41365" w:rsidRDefault="000F4593" w:rsidP="00F92F49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75626F3A" w14:textId="4D3039A3" w:rsidR="00F92F49" w:rsidRPr="00A41365" w:rsidRDefault="000F4593" w:rsidP="00F92F4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15123DA0" w14:textId="77777777" w:rsidR="00262D68" w:rsidRPr="00A41365" w:rsidRDefault="00262D68" w:rsidP="00262D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7D2E908" w14:textId="77777777" w:rsidR="00262D68" w:rsidRPr="00A41365" w:rsidRDefault="00262D68" w:rsidP="00262D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23:06:1001004:180-23/015/2019-2</w:t>
            </w:r>
          </w:p>
          <w:p w14:paraId="2936CE91" w14:textId="77777777" w:rsidR="00F92F49" w:rsidRPr="00A41365" w:rsidRDefault="00262D68" w:rsidP="00262D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09.09.2019 11:34:28</w:t>
            </w:r>
          </w:p>
          <w:p w14:paraId="4F72D04B" w14:textId="77777777" w:rsidR="00262D68" w:rsidRPr="00A41365" w:rsidRDefault="00262D68" w:rsidP="00262D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Договор безвозмездной передачи </w:t>
            </w:r>
            <w:r w:rsidRPr="00A41365">
              <w:rPr>
                <w:sz w:val="20"/>
                <w:szCs w:val="20"/>
              </w:rPr>
              <w:lastRenderedPageBreak/>
              <w:t>имущества Администрации Николенского сельского поселения</w:t>
            </w:r>
          </w:p>
          <w:p w14:paraId="5C51FA4E" w14:textId="02ADA391" w:rsidR="00262D68" w:rsidRPr="00A41365" w:rsidRDefault="00262D68" w:rsidP="00262D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Гулькевичского района, выдан 28.08.2019</w:t>
            </w:r>
          </w:p>
        </w:tc>
        <w:tc>
          <w:tcPr>
            <w:tcW w:w="992" w:type="dxa"/>
            <w:vAlign w:val="center"/>
          </w:tcPr>
          <w:p w14:paraId="4FFC7473" w14:textId="3EFFB6F7" w:rsidR="00F92F49" w:rsidRPr="00A41365" w:rsidRDefault="00E36843" w:rsidP="00F92F49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Нежилое, площадь 940.2 кв. м.</w:t>
            </w:r>
          </w:p>
        </w:tc>
        <w:tc>
          <w:tcPr>
            <w:tcW w:w="709" w:type="dxa"/>
            <w:vAlign w:val="center"/>
          </w:tcPr>
          <w:p w14:paraId="230C521F" w14:textId="6E26ED10" w:rsidR="00F92F49" w:rsidRPr="00A41365" w:rsidRDefault="009E664E" w:rsidP="00F92F49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2AB729C8" w14:textId="6F2E98B4" w:rsidR="00F92F49" w:rsidRPr="00A41365" w:rsidRDefault="000F4593" w:rsidP="00F92F49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548378.38</w:t>
            </w:r>
          </w:p>
        </w:tc>
        <w:tc>
          <w:tcPr>
            <w:tcW w:w="709" w:type="dxa"/>
            <w:vAlign w:val="center"/>
          </w:tcPr>
          <w:p w14:paraId="4FCAB22D" w14:textId="6DB4938C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2E223DFE" w14:textId="438D4AAF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2B10459" w14:textId="1E76F9E9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C00CAB0" w14:textId="555E2D6B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156C7B43" w14:textId="1901508B" w:rsidR="00F92F49" w:rsidRPr="00A41365" w:rsidRDefault="000F4593" w:rsidP="00F92F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1F6893AF" w14:textId="77777777" w:rsidTr="00ED15DE">
        <w:tc>
          <w:tcPr>
            <w:tcW w:w="713" w:type="dxa"/>
            <w:vAlign w:val="center"/>
          </w:tcPr>
          <w:p w14:paraId="2874C957" w14:textId="3753FA42" w:rsidR="009E664E" w:rsidRPr="00A41365" w:rsidRDefault="009E664E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1.12.11.</w:t>
            </w:r>
          </w:p>
        </w:tc>
        <w:tc>
          <w:tcPr>
            <w:tcW w:w="548" w:type="dxa"/>
            <w:vAlign w:val="center"/>
          </w:tcPr>
          <w:p w14:paraId="235CE021" w14:textId="2BB48C5F" w:rsidR="009E664E" w:rsidRPr="00A41365" w:rsidRDefault="009E664E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3D0F1D71" w14:textId="5A0F1B07" w:rsidR="009E664E" w:rsidRPr="00A41365" w:rsidRDefault="009E664E" w:rsidP="009E664E">
            <w:pPr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Мемориал В.И. Ленину</w:t>
            </w:r>
          </w:p>
        </w:tc>
        <w:tc>
          <w:tcPr>
            <w:tcW w:w="714" w:type="dxa"/>
            <w:vAlign w:val="center"/>
          </w:tcPr>
          <w:p w14:paraId="07E94E86" w14:textId="3E97F6D8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И</w:t>
            </w:r>
            <w:r w:rsidR="009E664E" w:rsidRPr="00A41365">
              <w:rPr>
                <w:sz w:val="20"/>
                <w:szCs w:val="20"/>
              </w:rPr>
              <w:t>ное сооружение (мемориал В.И. Ленину)</w:t>
            </w:r>
          </w:p>
        </w:tc>
        <w:tc>
          <w:tcPr>
            <w:tcW w:w="993" w:type="dxa"/>
            <w:vAlign w:val="center"/>
          </w:tcPr>
          <w:p w14:paraId="35371970" w14:textId="77777777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р-н Гулькевичский, с. Николенское, ул. Октябрьская, д. 76</w:t>
            </w:r>
          </w:p>
          <w:p w14:paraId="24504BA5" w14:textId="77777777" w:rsidR="00313F7C" w:rsidRPr="00A41365" w:rsidRDefault="00313F7C" w:rsidP="00313F7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33697C64" w14:textId="3772B58F" w:rsidR="00313F7C" w:rsidRPr="00A41365" w:rsidRDefault="00313F7C" w:rsidP="00313F7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  <w:p w14:paraId="1C760F52" w14:textId="4A73D19B" w:rsidR="00313F7C" w:rsidRPr="00A41365" w:rsidRDefault="00313F7C" w:rsidP="009E6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14:paraId="2281F20B" w14:textId="77777777" w:rsidR="009556E9" w:rsidRPr="00A41365" w:rsidRDefault="009556E9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23:06:1002008:</w:t>
            </w:r>
          </w:p>
          <w:p w14:paraId="4E25A187" w14:textId="14B2981B" w:rsidR="009E664E" w:rsidRPr="00A41365" w:rsidRDefault="009556E9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308</w:t>
            </w:r>
          </w:p>
          <w:p w14:paraId="26A6A5D8" w14:textId="52A14776" w:rsidR="009556E9" w:rsidRPr="00A41365" w:rsidRDefault="009556E9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</w:t>
            </w:r>
            <w:r w:rsidR="00471894" w:rsidRPr="00A41365">
              <w:rPr>
                <w:sz w:val="20"/>
                <w:szCs w:val="20"/>
              </w:rPr>
              <w:t>-(</w:t>
            </w:r>
            <w:r w:rsidRPr="00A41365">
              <w:rPr>
                <w:sz w:val="20"/>
                <w:szCs w:val="20"/>
              </w:rPr>
              <w:t>23.12.2013)</w:t>
            </w:r>
          </w:p>
          <w:p w14:paraId="78368FCE" w14:textId="33E03ADB" w:rsidR="009556E9" w:rsidRPr="00A41365" w:rsidRDefault="009556E9" w:rsidP="009E6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037DBED" w14:textId="103F689D" w:rsidR="009E664E" w:rsidRPr="00A41365" w:rsidRDefault="00471894" w:rsidP="009E664E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59FD0A4F" w14:textId="727F6FC9" w:rsidR="009E664E" w:rsidRPr="00A41365" w:rsidRDefault="00471894" w:rsidP="009E664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1A50DB4A" w14:textId="77777777" w:rsidR="00471894" w:rsidRPr="00A41365" w:rsidRDefault="00471894" w:rsidP="0047189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2AF96D5E" w14:textId="77777777" w:rsidR="00471894" w:rsidRPr="00A41365" w:rsidRDefault="00471894" w:rsidP="0047189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23-23-15/2007/2014-452</w:t>
            </w:r>
          </w:p>
          <w:p w14:paraId="62478089" w14:textId="77777777" w:rsidR="009E664E" w:rsidRPr="00A41365" w:rsidRDefault="00471894" w:rsidP="0047189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24.06.2014 20:23:26</w:t>
            </w:r>
          </w:p>
          <w:p w14:paraId="1C54869D" w14:textId="77777777" w:rsidR="00471894" w:rsidRPr="00A41365" w:rsidRDefault="00471894" w:rsidP="0047189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Акт муниципального имущества муниципального образования Гулькевичский район вновь</w:t>
            </w:r>
          </w:p>
          <w:p w14:paraId="5B81522A" w14:textId="71BD0535" w:rsidR="00471894" w:rsidRPr="00A41365" w:rsidRDefault="00471894" w:rsidP="00471894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образованному </w:t>
            </w:r>
            <w:proofErr w:type="spellStart"/>
            <w:r w:rsidRPr="00A41365">
              <w:rPr>
                <w:sz w:val="20"/>
                <w:szCs w:val="20"/>
              </w:rPr>
              <w:t>Николенскому</w:t>
            </w:r>
            <w:proofErr w:type="spellEnd"/>
            <w:r w:rsidRPr="00A41365">
              <w:rPr>
                <w:sz w:val="20"/>
                <w:szCs w:val="20"/>
              </w:rPr>
              <w:t xml:space="preserve"> сельскому поселению Гулькевичского района, </w:t>
            </w:r>
            <w:r w:rsidRPr="00A41365">
              <w:rPr>
                <w:sz w:val="20"/>
                <w:szCs w:val="20"/>
              </w:rPr>
              <w:lastRenderedPageBreak/>
              <w:t>выдан 20.11.2006</w:t>
            </w:r>
          </w:p>
        </w:tc>
        <w:tc>
          <w:tcPr>
            <w:tcW w:w="992" w:type="dxa"/>
            <w:vAlign w:val="center"/>
          </w:tcPr>
          <w:p w14:paraId="0B39EA74" w14:textId="7B7F4590" w:rsidR="009E664E" w:rsidRPr="00A41365" w:rsidRDefault="00C70AAF" w:rsidP="009E664E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Площадь: общая 29.2 кв.м.</w:t>
            </w:r>
          </w:p>
        </w:tc>
        <w:tc>
          <w:tcPr>
            <w:tcW w:w="709" w:type="dxa"/>
            <w:vAlign w:val="center"/>
          </w:tcPr>
          <w:p w14:paraId="47E42BC6" w14:textId="3E541C5A" w:rsidR="009E664E" w:rsidRPr="00A41365" w:rsidRDefault="009E664E" w:rsidP="009E664E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17701749" w14:textId="131428D7" w:rsidR="009E664E" w:rsidRPr="00A41365" w:rsidRDefault="00313F7C" w:rsidP="009E664E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18270.49</w:t>
            </w:r>
          </w:p>
        </w:tc>
        <w:tc>
          <w:tcPr>
            <w:tcW w:w="709" w:type="dxa"/>
            <w:vAlign w:val="center"/>
          </w:tcPr>
          <w:p w14:paraId="423A0284" w14:textId="076F78AE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67F683B" w14:textId="5A756401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0CE76F4" w14:textId="648A6E6D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2BB6281D" w14:textId="2DBB334D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62DA03A" w14:textId="01ABD370" w:rsidR="009E664E" w:rsidRPr="00A41365" w:rsidRDefault="00313F7C" w:rsidP="009E664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2266DB93" w14:textId="77777777" w:rsidTr="00ED15DE">
        <w:tc>
          <w:tcPr>
            <w:tcW w:w="713" w:type="dxa"/>
            <w:vAlign w:val="center"/>
          </w:tcPr>
          <w:p w14:paraId="0B42111D" w14:textId="5356B68D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</w:t>
            </w:r>
            <w:r w:rsidR="00C70AAF" w:rsidRPr="00A41365">
              <w:rPr>
                <w:sz w:val="20"/>
                <w:szCs w:val="20"/>
              </w:rPr>
              <w:t>12.</w:t>
            </w:r>
          </w:p>
        </w:tc>
        <w:tc>
          <w:tcPr>
            <w:tcW w:w="548" w:type="dxa"/>
            <w:vAlign w:val="center"/>
          </w:tcPr>
          <w:p w14:paraId="0097411B" w14:textId="57232ACE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060CDAA0" w14:textId="77777777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Автомобильная дорога</w:t>
            </w:r>
          </w:p>
          <w:p w14:paraId="45A96BCB" w14:textId="362BDBA1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 гравийным покрытием</w:t>
            </w:r>
          </w:p>
        </w:tc>
        <w:tc>
          <w:tcPr>
            <w:tcW w:w="714" w:type="dxa"/>
            <w:vAlign w:val="center"/>
          </w:tcPr>
          <w:p w14:paraId="0F99336D" w14:textId="2F0D63FA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rStyle w:val="fontstyle01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2FC1372D" w14:textId="77777777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Гулькевичский р-н, с. Николенское, ул. Октябрьская</w:t>
            </w:r>
          </w:p>
          <w:p w14:paraId="226E8C85" w14:textId="77777777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03569207" w14:textId="061195A0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5E8D8D5B" w14:textId="77777777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23:06:1002011:</w:t>
            </w:r>
          </w:p>
          <w:p w14:paraId="52F48FEB" w14:textId="77777777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277</w:t>
            </w:r>
          </w:p>
          <w:p w14:paraId="2B2CB737" w14:textId="7CF3E305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(16.12.2014)</w:t>
            </w:r>
          </w:p>
        </w:tc>
        <w:tc>
          <w:tcPr>
            <w:tcW w:w="945" w:type="dxa"/>
            <w:vAlign w:val="center"/>
          </w:tcPr>
          <w:p w14:paraId="6D7D73F2" w14:textId="69E7E91E" w:rsidR="00BF5749" w:rsidRPr="00A41365" w:rsidRDefault="00BF5749" w:rsidP="00BF5749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00D6093F" w14:textId="00E715A5" w:rsidR="00BF5749" w:rsidRPr="00A41365" w:rsidRDefault="00BF5749" w:rsidP="00BF5749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6F4642CE" w14:textId="77777777" w:rsidR="00B47DEA" w:rsidRPr="00A41365" w:rsidRDefault="00B47DEA" w:rsidP="00B47DEA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57DC029" w14:textId="77777777" w:rsidR="00B47DEA" w:rsidRPr="00A41365" w:rsidRDefault="00B47DEA" w:rsidP="00B47DEA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23-23/015-23/015/801/2016-11712/2</w:t>
            </w:r>
          </w:p>
          <w:p w14:paraId="75C18F4F" w14:textId="77777777" w:rsidR="00BF5749" w:rsidRPr="00A41365" w:rsidRDefault="00B47DEA" w:rsidP="00B47DEA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28.12.2016 19:23:01</w:t>
            </w:r>
          </w:p>
          <w:p w14:paraId="2E2D72F4" w14:textId="70C2DE88" w:rsidR="00B47DEA" w:rsidRPr="00A41365" w:rsidRDefault="00B47DEA" w:rsidP="00B47DEA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03.11.2016</w:t>
            </w:r>
          </w:p>
        </w:tc>
        <w:tc>
          <w:tcPr>
            <w:tcW w:w="992" w:type="dxa"/>
            <w:vAlign w:val="center"/>
          </w:tcPr>
          <w:p w14:paraId="209FD5E8" w14:textId="4E66F12A" w:rsidR="00BF5749" w:rsidRPr="00A41365" w:rsidRDefault="00C70AAF" w:rsidP="00BF5749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Гравий, Протяженностью 550 м</w:t>
            </w:r>
          </w:p>
        </w:tc>
        <w:tc>
          <w:tcPr>
            <w:tcW w:w="709" w:type="dxa"/>
            <w:vAlign w:val="center"/>
          </w:tcPr>
          <w:p w14:paraId="2EDDED67" w14:textId="459FECBA" w:rsidR="00BF5749" w:rsidRPr="00A41365" w:rsidRDefault="00BF5749" w:rsidP="00BF5749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12E94886" w14:textId="1DE381EF" w:rsidR="00BF5749" w:rsidRPr="00A41365" w:rsidRDefault="00C70AAF" w:rsidP="00BF5749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1157335.18</w:t>
            </w:r>
          </w:p>
        </w:tc>
        <w:tc>
          <w:tcPr>
            <w:tcW w:w="709" w:type="dxa"/>
            <w:vAlign w:val="center"/>
          </w:tcPr>
          <w:p w14:paraId="1A8FEC13" w14:textId="234976AF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1E605741" w14:textId="545AEC9E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100193C" w14:textId="3F344975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2BD51955" w14:textId="53F2E219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29399DC8" w14:textId="27D8B5B2" w:rsidR="00BF5749" w:rsidRPr="00A41365" w:rsidRDefault="00BF5749" w:rsidP="00BF5749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535A408A" w14:textId="77777777" w:rsidTr="00ED15DE">
        <w:tc>
          <w:tcPr>
            <w:tcW w:w="713" w:type="dxa"/>
            <w:vAlign w:val="center"/>
          </w:tcPr>
          <w:p w14:paraId="1543D7F4" w14:textId="36EDFD19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1.12.13.</w:t>
            </w:r>
          </w:p>
        </w:tc>
        <w:tc>
          <w:tcPr>
            <w:tcW w:w="548" w:type="dxa"/>
            <w:vAlign w:val="center"/>
          </w:tcPr>
          <w:p w14:paraId="66C07BA9" w14:textId="11D36358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6B55598B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Автомобильная дорога</w:t>
            </w:r>
          </w:p>
          <w:p w14:paraId="0155024D" w14:textId="5B818AFA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14:paraId="3545F9C6" w14:textId="28854DAD" w:rsidR="003E1B68" w:rsidRPr="00A41365" w:rsidRDefault="003E1B68" w:rsidP="003E1B68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6201EFB6" w14:textId="75D7DB2E" w:rsidR="003E1B68" w:rsidRPr="00A41365" w:rsidRDefault="00396FE3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Краснодарский край, Гулькевичский р-н, с. Николенское, ул. Октябрьская, с №122 по №266 </w:t>
            </w:r>
            <w:r w:rsidR="003E1B68" w:rsidRPr="00A41365">
              <w:rPr>
                <w:sz w:val="20"/>
                <w:szCs w:val="20"/>
              </w:rPr>
              <w:t xml:space="preserve">(ОКТМО </w:t>
            </w:r>
          </w:p>
          <w:p w14:paraId="588BE471" w14:textId="7F55F606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153DB252" w14:textId="77777777" w:rsidR="00705C97" w:rsidRPr="00A41365" w:rsidRDefault="00396FE3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23:06:0000000:</w:t>
            </w:r>
          </w:p>
          <w:p w14:paraId="7769F3C4" w14:textId="13FE1379" w:rsidR="003E1B68" w:rsidRPr="00A41365" w:rsidRDefault="00396FE3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1433</w:t>
            </w:r>
          </w:p>
          <w:p w14:paraId="09C79B48" w14:textId="4E505AAC" w:rsidR="00396FE3" w:rsidRPr="00A41365" w:rsidRDefault="00396FE3" w:rsidP="003E1B68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(11.10.2017)</w:t>
            </w:r>
          </w:p>
        </w:tc>
        <w:tc>
          <w:tcPr>
            <w:tcW w:w="945" w:type="dxa"/>
            <w:vAlign w:val="center"/>
          </w:tcPr>
          <w:p w14:paraId="499CDB3E" w14:textId="4C112634" w:rsidR="003E1B68" w:rsidRPr="00A41365" w:rsidRDefault="00B72CB7" w:rsidP="003E1B68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2193BB4F" w14:textId="42EEE8DD" w:rsidR="003E1B68" w:rsidRPr="00A41365" w:rsidRDefault="00B72CB7" w:rsidP="003E1B6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4CA89FC1" w14:textId="77777777" w:rsidR="00396FE3" w:rsidRPr="00A41365" w:rsidRDefault="00396FE3" w:rsidP="00396FE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7C05880D" w14:textId="77777777" w:rsidR="00396FE3" w:rsidRPr="00A41365" w:rsidRDefault="00396FE3" w:rsidP="00396FE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23:06:0000000:1433-23/015/2019-3</w:t>
            </w:r>
          </w:p>
          <w:p w14:paraId="3ED585C0" w14:textId="77777777" w:rsidR="00B72CB7" w:rsidRPr="00A41365" w:rsidRDefault="00396FE3" w:rsidP="00396FE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17.07.2019 18:49:24</w:t>
            </w:r>
          </w:p>
          <w:p w14:paraId="3551A311" w14:textId="77777777" w:rsidR="00396FE3" w:rsidRPr="00A41365" w:rsidRDefault="00396FE3" w:rsidP="00396FE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№ 2-2208/2018, выдан 09.01.2019</w:t>
            </w:r>
          </w:p>
          <w:p w14:paraId="3B857AC0" w14:textId="53AD9683" w:rsidR="003505E5" w:rsidRPr="00A41365" w:rsidRDefault="003505E5" w:rsidP="00396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C2E24F" w14:textId="0E685C42" w:rsidR="003E1B68" w:rsidRPr="00A41365" w:rsidRDefault="00396FE3" w:rsidP="003E1B68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Протяженностью 2 400 м</w:t>
            </w:r>
          </w:p>
        </w:tc>
        <w:tc>
          <w:tcPr>
            <w:tcW w:w="709" w:type="dxa"/>
            <w:vAlign w:val="center"/>
          </w:tcPr>
          <w:p w14:paraId="717099E8" w14:textId="33B9119B" w:rsidR="003E1B68" w:rsidRPr="00A41365" w:rsidRDefault="00396FE3" w:rsidP="003E1B68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07CD55BE" w14:textId="556C384F" w:rsidR="003E1B68" w:rsidRPr="00A41365" w:rsidRDefault="00396FE3" w:rsidP="003E1B68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7511711.6</w:t>
            </w:r>
          </w:p>
        </w:tc>
        <w:tc>
          <w:tcPr>
            <w:tcW w:w="709" w:type="dxa"/>
            <w:vAlign w:val="center"/>
          </w:tcPr>
          <w:p w14:paraId="6B5F0242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6E68C92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45AB9AC6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35D80AF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151EA2DA" w14:textId="77777777" w:rsidR="003E1B68" w:rsidRPr="00A41365" w:rsidRDefault="003E1B68" w:rsidP="003E1B68">
            <w:pPr>
              <w:jc w:val="center"/>
              <w:rPr>
                <w:sz w:val="20"/>
                <w:szCs w:val="20"/>
              </w:rPr>
            </w:pPr>
          </w:p>
        </w:tc>
      </w:tr>
      <w:tr w:rsidR="00A41365" w:rsidRPr="00A41365" w14:paraId="1FF7D133" w14:textId="77777777" w:rsidTr="00ED15DE">
        <w:tc>
          <w:tcPr>
            <w:tcW w:w="713" w:type="dxa"/>
            <w:vAlign w:val="center"/>
          </w:tcPr>
          <w:p w14:paraId="79633871" w14:textId="755B4C24" w:rsidR="003505E5" w:rsidRPr="00A41365" w:rsidRDefault="003505E5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</w:t>
            </w:r>
            <w:r w:rsidRPr="00A41365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548" w:type="dxa"/>
            <w:vAlign w:val="center"/>
          </w:tcPr>
          <w:p w14:paraId="6E793199" w14:textId="4A850327" w:rsidR="003505E5" w:rsidRPr="00A41365" w:rsidRDefault="003505E5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</w:t>
            </w:r>
            <w:r w:rsidRPr="00A41365">
              <w:rPr>
                <w:sz w:val="20"/>
                <w:szCs w:val="20"/>
              </w:rPr>
              <w:lastRenderedPageBreak/>
              <w:t>оружение</w:t>
            </w:r>
          </w:p>
        </w:tc>
        <w:tc>
          <w:tcPr>
            <w:tcW w:w="875" w:type="dxa"/>
            <w:vAlign w:val="center"/>
          </w:tcPr>
          <w:p w14:paraId="23012079" w14:textId="77777777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Дорога </w:t>
            </w:r>
            <w:r w:rsidRPr="00A41365">
              <w:rPr>
                <w:sz w:val="20"/>
                <w:szCs w:val="20"/>
              </w:rPr>
              <w:lastRenderedPageBreak/>
              <w:t>асфальтированная с. Николенское ул. Мира от дома №1 до дома №35, Литер: Д</w:t>
            </w:r>
          </w:p>
          <w:p w14:paraId="3A709FD0" w14:textId="3EDE23D0" w:rsidR="003505E5" w:rsidRPr="00A41365" w:rsidRDefault="003505E5" w:rsidP="00D92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14:paraId="0DAFB154" w14:textId="63294747" w:rsidR="003505E5" w:rsidRPr="00A41365" w:rsidRDefault="003505E5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Нежи</w:t>
            </w:r>
            <w:r w:rsidRPr="00A41365">
              <w:rPr>
                <w:sz w:val="20"/>
                <w:szCs w:val="20"/>
              </w:rPr>
              <w:lastRenderedPageBreak/>
              <w:t>лое</w:t>
            </w:r>
          </w:p>
        </w:tc>
        <w:tc>
          <w:tcPr>
            <w:tcW w:w="993" w:type="dxa"/>
            <w:vAlign w:val="center"/>
          </w:tcPr>
          <w:p w14:paraId="15FB7162" w14:textId="77777777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Краснод</w:t>
            </w:r>
            <w:r w:rsidRPr="00A41365">
              <w:rPr>
                <w:sz w:val="20"/>
                <w:szCs w:val="20"/>
              </w:rPr>
              <w:lastRenderedPageBreak/>
              <w:t xml:space="preserve">арский край, р-н Гулькевичский, с/п Николенское, </w:t>
            </w:r>
            <w:proofErr w:type="spellStart"/>
            <w:r w:rsidRPr="00A41365">
              <w:rPr>
                <w:sz w:val="20"/>
                <w:szCs w:val="20"/>
              </w:rPr>
              <w:t>с.Николенское</w:t>
            </w:r>
            <w:proofErr w:type="spellEnd"/>
            <w:r w:rsidRPr="00A41365">
              <w:rPr>
                <w:sz w:val="20"/>
                <w:szCs w:val="20"/>
              </w:rPr>
              <w:t xml:space="preserve">, </w:t>
            </w:r>
            <w:proofErr w:type="spellStart"/>
            <w:r w:rsidRPr="00A41365">
              <w:rPr>
                <w:sz w:val="20"/>
                <w:szCs w:val="20"/>
              </w:rPr>
              <w:t>ул.Мира</w:t>
            </w:r>
            <w:proofErr w:type="spellEnd"/>
            <w:r w:rsidRPr="00A41365">
              <w:rPr>
                <w:sz w:val="20"/>
                <w:szCs w:val="20"/>
              </w:rPr>
              <w:t xml:space="preserve"> от дома №1 до дома</w:t>
            </w:r>
          </w:p>
          <w:p w14:paraId="00575C3C" w14:textId="77777777" w:rsidR="003505E5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№35</w:t>
            </w:r>
          </w:p>
          <w:p w14:paraId="00B5DC2C" w14:textId="77777777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283290ED" w14:textId="5BCC41CD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61999876" w14:textId="77777777" w:rsidR="008727D8" w:rsidRPr="00A41365" w:rsidRDefault="00FF4CFA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23:06:10</w:t>
            </w:r>
            <w:r w:rsidRPr="00A41365">
              <w:rPr>
                <w:sz w:val="20"/>
                <w:szCs w:val="20"/>
              </w:rPr>
              <w:lastRenderedPageBreak/>
              <w:t>02001:</w:t>
            </w:r>
          </w:p>
          <w:p w14:paraId="6EE22CB9" w14:textId="75DAAFDD" w:rsidR="003505E5" w:rsidRPr="00A41365" w:rsidRDefault="00FF4CFA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249</w:t>
            </w:r>
          </w:p>
          <w:p w14:paraId="6CF1E968" w14:textId="3C71546B" w:rsidR="008727D8" w:rsidRPr="00A41365" w:rsidRDefault="008727D8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</w:t>
            </w:r>
            <w:r w:rsidR="00D92886" w:rsidRPr="00A41365">
              <w:rPr>
                <w:sz w:val="20"/>
                <w:szCs w:val="20"/>
              </w:rPr>
              <w:t>04.04.2011)</w:t>
            </w:r>
          </w:p>
          <w:p w14:paraId="36EE8A6C" w14:textId="70A1B634" w:rsidR="008727D8" w:rsidRPr="00A41365" w:rsidRDefault="008727D8" w:rsidP="0035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8411F28" w14:textId="62C06044" w:rsidR="003505E5" w:rsidRPr="00A41365" w:rsidRDefault="00D92886" w:rsidP="003505E5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-</w:t>
            </w:r>
          </w:p>
        </w:tc>
        <w:tc>
          <w:tcPr>
            <w:tcW w:w="930" w:type="dxa"/>
            <w:vAlign w:val="center"/>
          </w:tcPr>
          <w:p w14:paraId="75553E22" w14:textId="06816612" w:rsidR="003505E5" w:rsidRPr="00A41365" w:rsidRDefault="00D92886" w:rsidP="003505E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5BF9DCB3" w14:textId="77777777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Собственн</w:t>
            </w:r>
            <w:r w:rsidRPr="00A41365">
              <w:rPr>
                <w:sz w:val="20"/>
                <w:szCs w:val="20"/>
              </w:rPr>
              <w:lastRenderedPageBreak/>
              <w:t>ость</w:t>
            </w:r>
          </w:p>
          <w:p w14:paraId="1B949A11" w14:textId="77777777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23-23-15/014/2011-389</w:t>
            </w:r>
          </w:p>
          <w:p w14:paraId="1340AB2F" w14:textId="77777777" w:rsidR="003505E5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22.06.2011 00:00:00</w:t>
            </w:r>
          </w:p>
          <w:p w14:paraId="623DA140" w14:textId="53D8791E" w:rsidR="00D92886" w:rsidRPr="00A41365" w:rsidRDefault="00D92886" w:rsidP="00D92886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Договор о безвозмездной передаче объекта, выдан 10.06.2011</w:t>
            </w:r>
          </w:p>
        </w:tc>
        <w:tc>
          <w:tcPr>
            <w:tcW w:w="992" w:type="dxa"/>
            <w:vAlign w:val="center"/>
          </w:tcPr>
          <w:p w14:paraId="715FFAAD" w14:textId="57C32D2E" w:rsidR="003505E5" w:rsidRPr="00A41365" w:rsidRDefault="00D92886" w:rsidP="003505E5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Протяже</w:t>
            </w: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нностью 1 200 м</w:t>
            </w:r>
          </w:p>
        </w:tc>
        <w:tc>
          <w:tcPr>
            <w:tcW w:w="709" w:type="dxa"/>
            <w:vAlign w:val="center"/>
          </w:tcPr>
          <w:p w14:paraId="0A20A44E" w14:textId="23A31BC5" w:rsidR="003505E5" w:rsidRPr="00A41365" w:rsidRDefault="00D92886" w:rsidP="003505E5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lastRenderedPageBreak/>
              <w:t>-</w:t>
            </w:r>
          </w:p>
        </w:tc>
        <w:tc>
          <w:tcPr>
            <w:tcW w:w="1228" w:type="dxa"/>
            <w:vAlign w:val="center"/>
          </w:tcPr>
          <w:p w14:paraId="214BF5B7" w14:textId="63BFA16C" w:rsidR="003505E5" w:rsidRPr="00A41365" w:rsidRDefault="00D92886" w:rsidP="003505E5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2536108.42</w:t>
            </w:r>
          </w:p>
        </w:tc>
        <w:tc>
          <w:tcPr>
            <w:tcW w:w="709" w:type="dxa"/>
            <w:vAlign w:val="center"/>
          </w:tcPr>
          <w:p w14:paraId="7A1E3BDA" w14:textId="436D209E" w:rsidR="003505E5" w:rsidRPr="00A41365" w:rsidRDefault="00D92886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74EB1A3F" w14:textId="4C893540" w:rsidR="003505E5" w:rsidRPr="00A41365" w:rsidRDefault="00D92886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A5ACD0F" w14:textId="46CCA8A6" w:rsidR="003505E5" w:rsidRPr="00A41365" w:rsidRDefault="00D92886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0879A121" w14:textId="346EBE53" w:rsidR="003505E5" w:rsidRPr="00A41365" w:rsidRDefault="00D92886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3D271906" w14:textId="17883DB6" w:rsidR="003505E5" w:rsidRPr="00A41365" w:rsidRDefault="00D92886" w:rsidP="003505E5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54AFA97C" w14:textId="77777777" w:rsidTr="00ED15DE">
        <w:tc>
          <w:tcPr>
            <w:tcW w:w="713" w:type="dxa"/>
            <w:vAlign w:val="center"/>
          </w:tcPr>
          <w:p w14:paraId="60274E6C" w14:textId="2D291A72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1.12.15.</w:t>
            </w:r>
          </w:p>
        </w:tc>
        <w:tc>
          <w:tcPr>
            <w:tcW w:w="548" w:type="dxa"/>
            <w:vAlign w:val="center"/>
          </w:tcPr>
          <w:p w14:paraId="5EF8728E" w14:textId="76CE7D9B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014E49A3" w14:textId="77777777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Автомобильная дорога</w:t>
            </w:r>
          </w:p>
          <w:p w14:paraId="7C4F8BF2" w14:textId="376DFDD9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14:paraId="12B8C55E" w14:textId="336B9E20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rStyle w:val="fontstyle01"/>
                <w:color w:val="auto"/>
              </w:rPr>
              <w:t>7.4 сооружения дорожного транспорта</w:t>
            </w:r>
          </w:p>
        </w:tc>
        <w:tc>
          <w:tcPr>
            <w:tcW w:w="993" w:type="dxa"/>
            <w:vAlign w:val="center"/>
          </w:tcPr>
          <w:p w14:paraId="550FD2BF" w14:textId="77777777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Гулькевичский р-н, х. Ивлев, пер. Речной, с №1 по №10</w:t>
            </w:r>
          </w:p>
          <w:p w14:paraId="6135F553" w14:textId="0BEE6E72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599C9B0F" w14:textId="2DCC2684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  <w:p w14:paraId="557863C4" w14:textId="539585D3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14:paraId="161B73B5" w14:textId="77777777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23:06:1001004:</w:t>
            </w:r>
          </w:p>
          <w:p w14:paraId="3A8EC433" w14:textId="12099EBD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231</w:t>
            </w:r>
          </w:p>
          <w:p w14:paraId="4F171250" w14:textId="214D316A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(18.12.2018)</w:t>
            </w:r>
          </w:p>
          <w:p w14:paraId="06982E06" w14:textId="2072FC5A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72A4B2A" w14:textId="4BBB4BF9" w:rsidR="008F3463" w:rsidRPr="00A41365" w:rsidRDefault="008F3463" w:rsidP="008F346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4C923976" w14:textId="46B7EAAB" w:rsidR="008F3463" w:rsidRPr="00A41365" w:rsidRDefault="00733B23" w:rsidP="008F34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66682818" w14:textId="77777777" w:rsidR="00733B23" w:rsidRPr="00A41365" w:rsidRDefault="00733B23" w:rsidP="00733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44D71DA0" w14:textId="77777777" w:rsidR="00733B23" w:rsidRPr="00A41365" w:rsidRDefault="00733B23" w:rsidP="00733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23:06:1001004:231-23/015/2020-3</w:t>
            </w:r>
          </w:p>
          <w:p w14:paraId="617F7749" w14:textId="77777777" w:rsidR="008F3463" w:rsidRPr="00A41365" w:rsidRDefault="00733B23" w:rsidP="00733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19.03.2020 14:30:57</w:t>
            </w:r>
          </w:p>
          <w:p w14:paraId="20B34E58" w14:textId="194D9AB7" w:rsidR="00733B23" w:rsidRPr="00A41365" w:rsidRDefault="00733B23" w:rsidP="00733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края, выдан 20.02.2020</w:t>
            </w:r>
          </w:p>
        </w:tc>
        <w:tc>
          <w:tcPr>
            <w:tcW w:w="992" w:type="dxa"/>
            <w:vAlign w:val="center"/>
          </w:tcPr>
          <w:p w14:paraId="19D13DB8" w14:textId="5E9089FB" w:rsidR="008F3463" w:rsidRPr="00A41365" w:rsidRDefault="00075CE6" w:rsidP="008F3463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Протяженностью 300 м</w:t>
            </w:r>
          </w:p>
        </w:tc>
        <w:tc>
          <w:tcPr>
            <w:tcW w:w="709" w:type="dxa"/>
            <w:vAlign w:val="center"/>
          </w:tcPr>
          <w:p w14:paraId="0B3974B8" w14:textId="289DE086" w:rsidR="008F3463" w:rsidRPr="00A41365" w:rsidRDefault="008F3463" w:rsidP="008F3463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363F6526" w14:textId="5D85692D" w:rsidR="008F3463" w:rsidRPr="00A41365" w:rsidRDefault="00075CE6" w:rsidP="008F3463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930901.39</w:t>
            </w:r>
          </w:p>
        </w:tc>
        <w:tc>
          <w:tcPr>
            <w:tcW w:w="709" w:type="dxa"/>
            <w:vAlign w:val="center"/>
          </w:tcPr>
          <w:p w14:paraId="39184663" w14:textId="6B5E5A62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735106CC" w14:textId="1DBE5405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67EC137" w14:textId="29AA0561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47C70D42" w14:textId="7A9D319A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3A54723F" w14:textId="7B84D934" w:rsidR="008F3463" w:rsidRPr="00A41365" w:rsidRDefault="008F3463" w:rsidP="008F346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A41365" w:rsidRPr="00A41365" w14:paraId="4348D98E" w14:textId="77777777" w:rsidTr="00ED15DE">
        <w:tc>
          <w:tcPr>
            <w:tcW w:w="713" w:type="dxa"/>
            <w:vAlign w:val="center"/>
          </w:tcPr>
          <w:p w14:paraId="6AAC7279" w14:textId="652648F3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1.12.16.</w:t>
            </w:r>
          </w:p>
        </w:tc>
        <w:tc>
          <w:tcPr>
            <w:tcW w:w="548" w:type="dxa"/>
            <w:vAlign w:val="center"/>
          </w:tcPr>
          <w:p w14:paraId="74B06A5D" w14:textId="784A2F60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Сооружение</w:t>
            </w:r>
          </w:p>
        </w:tc>
        <w:tc>
          <w:tcPr>
            <w:tcW w:w="875" w:type="dxa"/>
            <w:vAlign w:val="center"/>
          </w:tcPr>
          <w:p w14:paraId="2EED785C" w14:textId="5108661E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Гидротехническое сооружение</w:t>
            </w:r>
          </w:p>
        </w:tc>
        <w:tc>
          <w:tcPr>
            <w:tcW w:w="714" w:type="dxa"/>
            <w:vAlign w:val="center"/>
          </w:tcPr>
          <w:p w14:paraId="672F1D96" w14:textId="4A426AA2" w:rsidR="00995B23" w:rsidRPr="00A41365" w:rsidRDefault="00995B23" w:rsidP="00995B23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Сооружение гидротехни</w:t>
            </w:r>
            <w:r w:rsidRPr="00A41365">
              <w:rPr>
                <w:rStyle w:val="fontstyle01"/>
                <w:color w:val="auto"/>
              </w:rPr>
              <w:lastRenderedPageBreak/>
              <w:t>ческое</w:t>
            </w:r>
          </w:p>
        </w:tc>
        <w:tc>
          <w:tcPr>
            <w:tcW w:w="993" w:type="dxa"/>
            <w:vAlign w:val="center"/>
          </w:tcPr>
          <w:p w14:paraId="7101AB9B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 xml:space="preserve">Краснодарский край, р-н Гулькевичский, </w:t>
            </w:r>
            <w:r w:rsidRPr="00A41365">
              <w:rPr>
                <w:sz w:val="20"/>
                <w:szCs w:val="20"/>
              </w:rPr>
              <w:lastRenderedPageBreak/>
              <w:t>с. Николенское</w:t>
            </w:r>
          </w:p>
          <w:p w14:paraId="68214295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158EFE3A" w14:textId="5F042FE9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25B26F9A" w14:textId="77777777" w:rsidR="00CB31E3" w:rsidRPr="00A41365" w:rsidRDefault="00CB31E3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23:06:1002015:</w:t>
            </w:r>
          </w:p>
          <w:p w14:paraId="052F4264" w14:textId="77777777" w:rsidR="003F2AAE" w:rsidRPr="00A41365" w:rsidRDefault="00CB31E3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 xml:space="preserve">464 </w:t>
            </w:r>
            <w:r w:rsidR="00995B23" w:rsidRPr="00A41365">
              <w:rPr>
                <w:rStyle w:val="fontstyle01"/>
                <w:rFonts w:ascii="Times New Roman" w:hAnsi="Times New Roman"/>
                <w:color w:val="auto"/>
              </w:rPr>
              <w:t>(25.11.</w:t>
            </w:r>
          </w:p>
          <w:p w14:paraId="29BBBEC7" w14:textId="09E3DA02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2013)</w:t>
            </w:r>
          </w:p>
        </w:tc>
        <w:tc>
          <w:tcPr>
            <w:tcW w:w="945" w:type="dxa"/>
            <w:vAlign w:val="center"/>
          </w:tcPr>
          <w:p w14:paraId="2292AB9E" w14:textId="5F7CF8EF" w:rsidR="00995B23" w:rsidRPr="00A41365" w:rsidRDefault="00995B23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6FCE7F46" w14:textId="5866E547" w:rsidR="00995B23" w:rsidRPr="00A41365" w:rsidRDefault="00995B23" w:rsidP="00995B2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4CB11D24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lastRenderedPageBreak/>
              <w:t>Собственность</w:t>
            </w:r>
          </w:p>
          <w:p w14:paraId="41B7CDC3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23:06:1002015:464-</w:t>
            </w:r>
            <w:r w:rsidRPr="00A41365">
              <w:rPr>
                <w:sz w:val="20"/>
                <w:szCs w:val="20"/>
              </w:rPr>
              <w:lastRenderedPageBreak/>
              <w:t>23/015/2017-2</w:t>
            </w:r>
          </w:p>
          <w:p w14:paraId="7EE52B01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01.12.2017 12:53:35</w:t>
            </w:r>
          </w:p>
          <w:p w14:paraId="3A7DBADD" w14:textId="7777777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Решение Гулькевичского районного суда Краснодарского края к делу №2-2312/2016, выдан</w:t>
            </w:r>
          </w:p>
          <w:p w14:paraId="5FF58714" w14:textId="04769538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21.12.2016</w:t>
            </w:r>
          </w:p>
        </w:tc>
        <w:tc>
          <w:tcPr>
            <w:tcW w:w="992" w:type="dxa"/>
            <w:vAlign w:val="center"/>
          </w:tcPr>
          <w:p w14:paraId="694C04C5" w14:textId="2074FCAA" w:rsidR="00995B23" w:rsidRPr="00A41365" w:rsidRDefault="00995B23" w:rsidP="00995B23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lastRenderedPageBreak/>
              <w:t>Площадь: общая 1058 кв.м.</w:t>
            </w:r>
          </w:p>
        </w:tc>
        <w:tc>
          <w:tcPr>
            <w:tcW w:w="709" w:type="dxa"/>
            <w:vAlign w:val="center"/>
          </w:tcPr>
          <w:p w14:paraId="245FF919" w14:textId="430DC6DF" w:rsidR="00995B23" w:rsidRPr="00A41365" w:rsidRDefault="00995B23" w:rsidP="00995B23">
            <w:pPr>
              <w:jc w:val="center"/>
              <w:rPr>
                <w:rStyle w:val="fontstyle01"/>
                <w:rFonts w:asciiTheme="minorHAnsi" w:hAnsiTheme="minorHAnsi"/>
                <w:color w:val="auto"/>
              </w:rPr>
            </w:pPr>
            <w:r w:rsidRPr="00A41365">
              <w:rPr>
                <w:rStyle w:val="fontstyle01"/>
                <w:rFonts w:asciiTheme="minorHAnsi" w:hAnsiTheme="minorHAnsi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10E3ED68" w14:textId="6F3BBB79" w:rsidR="00995B23" w:rsidRPr="00A41365" w:rsidRDefault="00995B23" w:rsidP="00995B23">
            <w:pPr>
              <w:jc w:val="center"/>
              <w:rPr>
                <w:rStyle w:val="fontstyle01"/>
                <w:color w:val="auto"/>
              </w:rPr>
            </w:pPr>
            <w:r w:rsidRPr="00A41365">
              <w:rPr>
                <w:rStyle w:val="fontstyle01"/>
                <w:color w:val="auto"/>
              </w:rPr>
              <w:t>815143.08</w:t>
            </w:r>
          </w:p>
        </w:tc>
        <w:tc>
          <w:tcPr>
            <w:tcW w:w="709" w:type="dxa"/>
            <w:vAlign w:val="center"/>
          </w:tcPr>
          <w:p w14:paraId="13176089" w14:textId="02932CEF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02DF32A1" w14:textId="632F9115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7A5E935" w14:textId="32DDBEAE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42F0823A" w14:textId="7FE8E0D7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1FC0D219" w14:textId="24068AD3" w:rsidR="00995B23" w:rsidRPr="00A41365" w:rsidRDefault="00995B23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  <w:tr w:rsidR="003F2AAE" w:rsidRPr="00A41365" w14:paraId="775CA231" w14:textId="77777777" w:rsidTr="00ED15DE">
        <w:tc>
          <w:tcPr>
            <w:tcW w:w="713" w:type="dxa"/>
            <w:vAlign w:val="center"/>
          </w:tcPr>
          <w:p w14:paraId="025A0DEE" w14:textId="177C92BB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1.12.17.</w:t>
            </w:r>
          </w:p>
        </w:tc>
        <w:tc>
          <w:tcPr>
            <w:tcW w:w="548" w:type="dxa"/>
            <w:vAlign w:val="center"/>
          </w:tcPr>
          <w:p w14:paraId="53D50B79" w14:textId="71ADF953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Здание</w:t>
            </w:r>
          </w:p>
        </w:tc>
        <w:tc>
          <w:tcPr>
            <w:tcW w:w="875" w:type="dxa"/>
            <w:vAlign w:val="center"/>
          </w:tcPr>
          <w:p w14:paraId="2F25FAA6" w14:textId="210968D1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Центральная котельная</w:t>
            </w:r>
          </w:p>
        </w:tc>
        <w:tc>
          <w:tcPr>
            <w:tcW w:w="714" w:type="dxa"/>
            <w:vAlign w:val="center"/>
          </w:tcPr>
          <w:p w14:paraId="5F0D8D0B" w14:textId="4BE46F25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Нежилое</w:t>
            </w:r>
          </w:p>
        </w:tc>
        <w:tc>
          <w:tcPr>
            <w:tcW w:w="993" w:type="dxa"/>
            <w:vAlign w:val="center"/>
          </w:tcPr>
          <w:p w14:paraId="67168F07" w14:textId="77777777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Краснодарский край, р-н Гулькевичский, с. Николенское</w:t>
            </w:r>
          </w:p>
          <w:p w14:paraId="6779EB70" w14:textId="77777777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(ОКТМО </w:t>
            </w:r>
          </w:p>
          <w:p w14:paraId="25E8B790" w14:textId="4B4A171B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03613425101)</w:t>
            </w:r>
          </w:p>
        </w:tc>
        <w:tc>
          <w:tcPr>
            <w:tcW w:w="995" w:type="dxa"/>
            <w:vAlign w:val="center"/>
          </w:tcPr>
          <w:p w14:paraId="5758E80E" w14:textId="77777777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23:06:1002001:</w:t>
            </w:r>
          </w:p>
          <w:p w14:paraId="5902439A" w14:textId="46E842D6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367</w:t>
            </w:r>
          </w:p>
          <w:p w14:paraId="16104997" w14:textId="77777777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(23.08.</w:t>
            </w:r>
          </w:p>
          <w:p w14:paraId="765E7640" w14:textId="0AF5E2F3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2013)</w:t>
            </w:r>
          </w:p>
          <w:p w14:paraId="6BD6DD9C" w14:textId="009D92D5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</w:p>
        </w:tc>
        <w:tc>
          <w:tcPr>
            <w:tcW w:w="945" w:type="dxa"/>
            <w:vAlign w:val="center"/>
          </w:tcPr>
          <w:p w14:paraId="2D00A2C2" w14:textId="0E6C5564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930" w:type="dxa"/>
            <w:vAlign w:val="center"/>
          </w:tcPr>
          <w:p w14:paraId="0C70B456" w14:textId="6E4955C5" w:rsidR="003F2AAE" w:rsidRPr="00A41365" w:rsidRDefault="003F2AAE" w:rsidP="00995B2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Муниципальное образование Николенское сельское поселение Гулькевичского района</w:t>
            </w:r>
          </w:p>
        </w:tc>
        <w:tc>
          <w:tcPr>
            <w:tcW w:w="1192" w:type="dxa"/>
            <w:vAlign w:val="center"/>
          </w:tcPr>
          <w:p w14:paraId="520522D3" w14:textId="77777777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Собственность</w:t>
            </w:r>
          </w:p>
          <w:p w14:paraId="2A15ECDE" w14:textId="77777777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23-23-15/026/2010-325</w:t>
            </w:r>
          </w:p>
          <w:p w14:paraId="23D50F70" w14:textId="77777777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 xml:space="preserve"> 02.07.2010 00:00:00</w:t>
            </w:r>
          </w:p>
          <w:p w14:paraId="5AC30222" w14:textId="5A5145D6" w:rsidR="003F2AAE" w:rsidRPr="00A41365" w:rsidRDefault="003F2AAE" w:rsidP="003F2AAE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Договор о безвозмездной передаче объекта, выдан 02.06.2010</w:t>
            </w:r>
          </w:p>
        </w:tc>
        <w:tc>
          <w:tcPr>
            <w:tcW w:w="992" w:type="dxa"/>
            <w:vAlign w:val="center"/>
          </w:tcPr>
          <w:p w14:paraId="0635C9B7" w14:textId="318FF1F3" w:rsidR="003F2AAE" w:rsidRPr="00A41365" w:rsidRDefault="003F2AAE" w:rsidP="00995B23">
            <w:pPr>
              <w:ind w:left="7"/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Площадь: общая 134.3 кв.м.</w:t>
            </w:r>
          </w:p>
        </w:tc>
        <w:tc>
          <w:tcPr>
            <w:tcW w:w="709" w:type="dxa"/>
            <w:vAlign w:val="center"/>
          </w:tcPr>
          <w:p w14:paraId="58883284" w14:textId="128F83D3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1228" w:type="dxa"/>
            <w:vAlign w:val="center"/>
          </w:tcPr>
          <w:p w14:paraId="7C06E544" w14:textId="5874C3FC" w:rsidR="003F2AAE" w:rsidRPr="00A41365" w:rsidRDefault="003F2AAE" w:rsidP="00995B23">
            <w:pPr>
              <w:jc w:val="center"/>
              <w:rPr>
                <w:rStyle w:val="fontstyle01"/>
                <w:rFonts w:ascii="Times New Roman" w:hAnsi="Times New Roman"/>
                <w:color w:val="auto"/>
              </w:rPr>
            </w:pPr>
            <w:r w:rsidRPr="00A41365">
              <w:rPr>
                <w:rStyle w:val="fontstyle01"/>
                <w:rFonts w:ascii="Times New Roman" w:hAnsi="Times New Roman"/>
                <w:color w:val="auto"/>
              </w:rPr>
              <w:t>2248380,0</w:t>
            </w:r>
          </w:p>
        </w:tc>
        <w:tc>
          <w:tcPr>
            <w:tcW w:w="709" w:type="dxa"/>
            <w:vAlign w:val="center"/>
          </w:tcPr>
          <w:p w14:paraId="2F965073" w14:textId="37C7239E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3499113D" w14:textId="6DAE3AF0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F37133F" w14:textId="50180186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2EEA39AB" w14:textId="43FF40BB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vAlign w:val="center"/>
          </w:tcPr>
          <w:p w14:paraId="6AB3309B" w14:textId="3263119D" w:rsidR="003F2AAE" w:rsidRPr="00A41365" w:rsidRDefault="003F2AAE" w:rsidP="00995B23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</w:tbl>
    <w:p w14:paraId="5632293C" w14:textId="77777777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</w:p>
    <w:p w14:paraId="57630321" w14:textId="77777777" w:rsidR="006B2256" w:rsidRPr="00A41365" w:rsidRDefault="006B2256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</w:p>
    <w:p w14:paraId="5D64D609" w14:textId="7A4F830A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  <w:r w:rsidRPr="00A41365">
        <w:rPr>
          <w:rFonts w:eastAsia="Arial"/>
          <w:b/>
          <w:sz w:val="28"/>
          <w:szCs w:val="28"/>
          <w:lang w:eastAsia="hi-IN" w:bidi="hi-IN"/>
        </w:rPr>
        <w:t xml:space="preserve">Подраздел 1.3. Сведения о помещениях, машино-местах и иных объектах, </w:t>
      </w:r>
    </w:p>
    <w:p w14:paraId="0073FF0D" w14:textId="77777777" w:rsidR="00DD4919" w:rsidRPr="00A41365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  <w:r w:rsidRPr="00A41365">
        <w:rPr>
          <w:rFonts w:eastAsia="Arial"/>
          <w:b/>
          <w:sz w:val="28"/>
          <w:szCs w:val="28"/>
          <w:lang w:eastAsia="hi-IN" w:bidi="hi-IN"/>
        </w:rPr>
        <w:t>отнесенных законом к недвижимости</w:t>
      </w:r>
    </w:p>
    <w:p w14:paraId="7D0C38C9" w14:textId="77777777" w:rsidR="00DD4919" w:rsidRPr="00A41365" w:rsidRDefault="00DD4919" w:rsidP="00DD4919">
      <w:pPr>
        <w:jc w:val="center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93"/>
        <w:gridCol w:w="600"/>
        <w:gridCol w:w="935"/>
        <w:gridCol w:w="792"/>
        <w:gridCol w:w="1115"/>
        <w:gridCol w:w="863"/>
        <w:gridCol w:w="972"/>
        <w:gridCol w:w="1042"/>
        <w:gridCol w:w="1077"/>
        <w:gridCol w:w="1038"/>
        <w:gridCol w:w="888"/>
        <w:gridCol w:w="730"/>
        <w:gridCol w:w="1011"/>
        <w:gridCol w:w="988"/>
        <w:gridCol w:w="930"/>
        <w:gridCol w:w="1012"/>
      </w:tblGrid>
      <w:tr w:rsidR="00A41365" w:rsidRPr="00A41365" w14:paraId="0FCA364E" w14:textId="77777777" w:rsidTr="006B2256">
        <w:tc>
          <w:tcPr>
            <w:tcW w:w="793" w:type="dxa"/>
            <w:vAlign w:val="center"/>
          </w:tcPr>
          <w:p w14:paraId="58EB7786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600" w:type="dxa"/>
            <w:vAlign w:val="center"/>
          </w:tcPr>
          <w:p w14:paraId="5C552279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Вид объекта учета</w:t>
            </w:r>
          </w:p>
        </w:tc>
        <w:tc>
          <w:tcPr>
            <w:tcW w:w="935" w:type="dxa"/>
            <w:vAlign w:val="center"/>
          </w:tcPr>
          <w:p w14:paraId="49187125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Наименование объекта учета</w:t>
            </w:r>
          </w:p>
        </w:tc>
        <w:tc>
          <w:tcPr>
            <w:tcW w:w="792" w:type="dxa"/>
            <w:vAlign w:val="center"/>
          </w:tcPr>
          <w:p w14:paraId="49B97594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Назначение объекта учета</w:t>
            </w:r>
          </w:p>
        </w:tc>
        <w:tc>
          <w:tcPr>
            <w:tcW w:w="1115" w:type="dxa"/>
            <w:vAlign w:val="center"/>
          </w:tcPr>
          <w:p w14:paraId="6AE08023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Адрес (местоположение) объекта учета (с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указанием кода ОКТМО)</w:t>
            </w:r>
          </w:p>
        </w:tc>
        <w:tc>
          <w:tcPr>
            <w:tcW w:w="863" w:type="dxa"/>
            <w:vAlign w:val="center"/>
          </w:tcPr>
          <w:p w14:paraId="41A0A298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Кадастровый номер объекта учета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(с датой присвоения)</w:t>
            </w:r>
          </w:p>
        </w:tc>
        <w:tc>
          <w:tcPr>
            <w:tcW w:w="972" w:type="dxa"/>
            <w:vAlign w:val="center"/>
          </w:tcPr>
          <w:p w14:paraId="4A8A8001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Сведения о здании, сооружении, в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состав которого входит объект учета (кадастровый номер, форма собственности)</w:t>
            </w:r>
          </w:p>
        </w:tc>
        <w:tc>
          <w:tcPr>
            <w:tcW w:w="1042" w:type="dxa"/>
            <w:vAlign w:val="center"/>
          </w:tcPr>
          <w:p w14:paraId="3E5D7796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1077" w:type="dxa"/>
            <w:vAlign w:val="center"/>
          </w:tcPr>
          <w:p w14:paraId="22C18B70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 xml:space="preserve">Вид вещного права, на основании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которого правообладателю принадлежит объект учета </w:t>
            </w:r>
          </w:p>
        </w:tc>
        <w:tc>
          <w:tcPr>
            <w:tcW w:w="1038" w:type="dxa"/>
            <w:vAlign w:val="center"/>
          </w:tcPr>
          <w:p w14:paraId="760F0846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об основных характер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888" w:type="dxa"/>
            <w:vAlign w:val="center"/>
          </w:tcPr>
          <w:p w14:paraId="39BD554C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Инвентарный номер объекта учета</w:t>
            </w:r>
          </w:p>
        </w:tc>
        <w:tc>
          <w:tcPr>
            <w:tcW w:w="730" w:type="dxa"/>
            <w:vAlign w:val="center"/>
          </w:tcPr>
          <w:p w14:paraId="2F7E25CB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t>Сведения о стоимости объек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та учета</w:t>
            </w:r>
          </w:p>
        </w:tc>
        <w:tc>
          <w:tcPr>
            <w:tcW w:w="1011" w:type="dxa"/>
            <w:vAlign w:val="center"/>
          </w:tcPr>
          <w:p w14:paraId="157CA6C7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Сведения об изменениях объекта 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988" w:type="dxa"/>
            <w:vAlign w:val="center"/>
          </w:tcPr>
          <w:p w14:paraId="6A16E573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об установленных в отношен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ии объекта учета ограничениях (обременениях) </w:t>
            </w:r>
          </w:p>
        </w:tc>
        <w:tc>
          <w:tcPr>
            <w:tcW w:w="930" w:type="dxa"/>
            <w:vAlign w:val="center"/>
          </w:tcPr>
          <w:p w14:paraId="0B6D5FB9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 лице, в пользу которог</w:t>
            </w: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о установлены ограничения (обременения)</w:t>
            </w:r>
          </w:p>
        </w:tc>
        <w:tc>
          <w:tcPr>
            <w:tcW w:w="1012" w:type="dxa"/>
            <w:vAlign w:val="center"/>
          </w:tcPr>
          <w:p w14:paraId="7DFDE1BE" w14:textId="77777777" w:rsidR="00DD4919" w:rsidRPr="00A41365" w:rsidRDefault="00DD4919" w:rsidP="0003466C">
            <w:pPr>
              <w:jc w:val="center"/>
            </w:pPr>
            <w:r w:rsidRPr="00A4136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A41365" w:rsidRPr="00A41365" w14:paraId="1956F7CD" w14:textId="77777777" w:rsidTr="006B2256">
        <w:tc>
          <w:tcPr>
            <w:tcW w:w="793" w:type="dxa"/>
            <w:vAlign w:val="center"/>
          </w:tcPr>
          <w:p w14:paraId="5B92009D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14:paraId="0B2E5C4F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2</w:t>
            </w:r>
          </w:p>
        </w:tc>
        <w:tc>
          <w:tcPr>
            <w:tcW w:w="935" w:type="dxa"/>
            <w:vAlign w:val="center"/>
          </w:tcPr>
          <w:p w14:paraId="0C97EAF0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3B1CC16B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4</w:t>
            </w:r>
          </w:p>
        </w:tc>
        <w:tc>
          <w:tcPr>
            <w:tcW w:w="1115" w:type="dxa"/>
            <w:vAlign w:val="center"/>
          </w:tcPr>
          <w:p w14:paraId="5935039B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5</w:t>
            </w:r>
          </w:p>
        </w:tc>
        <w:tc>
          <w:tcPr>
            <w:tcW w:w="863" w:type="dxa"/>
            <w:vAlign w:val="center"/>
          </w:tcPr>
          <w:p w14:paraId="61D83410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6</w:t>
            </w:r>
          </w:p>
        </w:tc>
        <w:tc>
          <w:tcPr>
            <w:tcW w:w="972" w:type="dxa"/>
            <w:vAlign w:val="center"/>
          </w:tcPr>
          <w:p w14:paraId="3E523316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7</w:t>
            </w:r>
          </w:p>
        </w:tc>
        <w:tc>
          <w:tcPr>
            <w:tcW w:w="1042" w:type="dxa"/>
            <w:vAlign w:val="center"/>
          </w:tcPr>
          <w:p w14:paraId="727EB4B2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vAlign w:val="center"/>
          </w:tcPr>
          <w:p w14:paraId="01E70B7A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9</w:t>
            </w:r>
          </w:p>
        </w:tc>
        <w:tc>
          <w:tcPr>
            <w:tcW w:w="1038" w:type="dxa"/>
            <w:vAlign w:val="center"/>
          </w:tcPr>
          <w:p w14:paraId="17AFEFB6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10</w:t>
            </w:r>
          </w:p>
        </w:tc>
        <w:tc>
          <w:tcPr>
            <w:tcW w:w="888" w:type="dxa"/>
            <w:vAlign w:val="center"/>
          </w:tcPr>
          <w:p w14:paraId="538BC8EC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11</w:t>
            </w:r>
          </w:p>
        </w:tc>
        <w:tc>
          <w:tcPr>
            <w:tcW w:w="730" w:type="dxa"/>
            <w:vAlign w:val="center"/>
          </w:tcPr>
          <w:p w14:paraId="34A7F23B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12</w:t>
            </w:r>
          </w:p>
        </w:tc>
        <w:tc>
          <w:tcPr>
            <w:tcW w:w="1011" w:type="dxa"/>
            <w:vAlign w:val="center"/>
          </w:tcPr>
          <w:p w14:paraId="2A049BE0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13</w:t>
            </w:r>
          </w:p>
        </w:tc>
        <w:tc>
          <w:tcPr>
            <w:tcW w:w="988" w:type="dxa"/>
            <w:vAlign w:val="center"/>
          </w:tcPr>
          <w:p w14:paraId="0DDC9D12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14</w:t>
            </w:r>
          </w:p>
        </w:tc>
        <w:tc>
          <w:tcPr>
            <w:tcW w:w="930" w:type="dxa"/>
            <w:vAlign w:val="center"/>
          </w:tcPr>
          <w:p w14:paraId="638273F5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15</w:t>
            </w:r>
          </w:p>
        </w:tc>
        <w:tc>
          <w:tcPr>
            <w:tcW w:w="1012" w:type="dxa"/>
            <w:vAlign w:val="center"/>
          </w:tcPr>
          <w:p w14:paraId="1EA77598" w14:textId="77777777" w:rsidR="00DD4919" w:rsidRPr="00A41365" w:rsidRDefault="00DD4919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16</w:t>
            </w:r>
          </w:p>
        </w:tc>
      </w:tr>
      <w:tr w:rsidR="00DD4919" w:rsidRPr="00A41365" w14:paraId="1A4FC41D" w14:textId="77777777" w:rsidTr="006B2256">
        <w:tc>
          <w:tcPr>
            <w:tcW w:w="793" w:type="dxa"/>
            <w:vAlign w:val="center"/>
          </w:tcPr>
          <w:p w14:paraId="386D3410" w14:textId="6CDCDCD7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14:paraId="50731351" w14:textId="70110F2D" w:rsidR="00DD4919" w:rsidRPr="00A41365" w:rsidRDefault="006B2256" w:rsidP="0003466C">
            <w:pPr>
              <w:ind w:right="33"/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  <w:vAlign w:val="center"/>
          </w:tcPr>
          <w:p w14:paraId="69B8EB88" w14:textId="598020EA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vAlign w:val="center"/>
          </w:tcPr>
          <w:p w14:paraId="7630A9D4" w14:textId="237B9CAF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115" w:type="dxa"/>
            <w:vAlign w:val="center"/>
          </w:tcPr>
          <w:p w14:paraId="43F019A9" w14:textId="583699B9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vAlign w:val="center"/>
          </w:tcPr>
          <w:p w14:paraId="6D1534BE" w14:textId="41B4383B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vAlign w:val="center"/>
          </w:tcPr>
          <w:p w14:paraId="619560BF" w14:textId="39DE0A19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vAlign w:val="center"/>
          </w:tcPr>
          <w:p w14:paraId="2927C204" w14:textId="163632AF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vAlign w:val="center"/>
          </w:tcPr>
          <w:p w14:paraId="5627EBCC" w14:textId="38430FA2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038" w:type="dxa"/>
            <w:vAlign w:val="center"/>
          </w:tcPr>
          <w:p w14:paraId="548DD30A" w14:textId="7FBB8C32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888" w:type="dxa"/>
            <w:vAlign w:val="center"/>
          </w:tcPr>
          <w:p w14:paraId="5FE60FFB" w14:textId="58FE4BE7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vAlign w:val="center"/>
          </w:tcPr>
          <w:p w14:paraId="17FFF8DC" w14:textId="2EB2D2EE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1FAE03F" w14:textId="1D52D186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  <w:vAlign w:val="center"/>
          </w:tcPr>
          <w:p w14:paraId="20799FF0" w14:textId="0D3CCC16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  <w:vAlign w:val="center"/>
          </w:tcPr>
          <w:p w14:paraId="74F985DD" w14:textId="706E29A0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23915AA9" w14:textId="4D3FE3D3" w:rsidR="00DD4919" w:rsidRPr="00A41365" w:rsidRDefault="006B2256" w:rsidP="0003466C">
            <w:pPr>
              <w:jc w:val="center"/>
              <w:rPr>
                <w:sz w:val="20"/>
                <w:szCs w:val="20"/>
              </w:rPr>
            </w:pPr>
            <w:r w:rsidRPr="00A41365">
              <w:rPr>
                <w:sz w:val="20"/>
                <w:szCs w:val="20"/>
              </w:rPr>
              <w:t>-</w:t>
            </w:r>
          </w:p>
        </w:tc>
      </w:tr>
    </w:tbl>
    <w:p w14:paraId="3504C44A" w14:textId="77777777" w:rsidR="00DD4919" w:rsidRPr="00A41365" w:rsidRDefault="00DD4919" w:rsidP="00DD4919">
      <w:pPr>
        <w:jc w:val="center"/>
      </w:pPr>
    </w:p>
    <w:p w14:paraId="12EB2A1F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hi-IN" w:bidi="hi-IN"/>
        </w:rPr>
      </w:pPr>
      <w:r w:rsidRPr="00713213">
        <w:rPr>
          <w:rFonts w:eastAsia="Arial"/>
          <w:b/>
          <w:sz w:val="28"/>
          <w:szCs w:val="28"/>
          <w:lang w:eastAsia="hi-IN" w:bidi="hi-IN"/>
        </w:rPr>
        <w:t>Подраздел 1.4. Сведения о воздушных и морских судах, судах внутреннего плавания</w:t>
      </w:r>
    </w:p>
    <w:p w14:paraId="62BB9591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00"/>
        <w:gridCol w:w="672"/>
        <w:gridCol w:w="1068"/>
        <w:gridCol w:w="899"/>
        <w:gridCol w:w="944"/>
        <w:gridCol w:w="1137"/>
        <w:gridCol w:w="1196"/>
        <w:gridCol w:w="1238"/>
        <w:gridCol w:w="1439"/>
        <w:gridCol w:w="825"/>
        <w:gridCol w:w="1114"/>
        <w:gridCol w:w="1131"/>
        <w:gridCol w:w="1063"/>
        <w:gridCol w:w="1160"/>
      </w:tblGrid>
      <w:tr w:rsidR="00DD4919" w:rsidRPr="00713213" w14:paraId="7D0367EC" w14:textId="77777777" w:rsidTr="0003466C">
        <w:tc>
          <w:tcPr>
            <w:tcW w:w="704" w:type="dxa"/>
            <w:vAlign w:val="center"/>
          </w:tcPr>
          <w:p w14:paraId="5165BF4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bookmarkStart w:id="1" w:name="_Hlk174527059"/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834" w:type="dxa"/>
            <w:vAlign w:val="center"/>
          </w:tcPr>
          <w:p w14:paraId="476709D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Вид объекта учета</w:t>
            </w:r>
          </w:p>
        </w:tc>
        <w:tc>
          <w:tcPr>
            <w:tcW w:w="1044" w:type="dxa"/>
            <w:vAlign w:val="center"/>
          </w:tcPr>
          <w:p w14:paraId="56F04B4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Наименование объекта учета</w:t>
            </w:r>
          </w:p>
        </w:tc>
        <w:tc>
          <w:tcPr>
            <w:tcW w:w="879" w:type="dxa"/>
            <w:vAlign w:val="center"/>
          </w:tcPr>
          <w:p w14:paraId="5B85A18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Назначение объекта учета</w:t>
            </w:r>
          </w:p>
        </w:tc>
        <w:tc>
          <w:tcPr>
            <w:tcW w:w="922" w:type="dxa"/>
            <w:vAlign w:val="center"/>
          </w:tcPr>
          <w:p w14:paraId="3092F96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Порт (место) регистрации и (или) место (аэродром) базирования (с указанием кода ОКТМО)</w:t>
            </w:r>
          </w:p>
        </w:tc>
        <w:tc>
          <w:tcPr>
            <w:tcW w:w="1226" w:type="dxa"/>
            <w:vAlign w:val="center"/>
          </w:tcPr>
          <w:p w14:paraId="1177EA0C" w14:textId="77777777" w:rsidR="00DD4919" w:rsidRPr="00713213" w:rsidRDefault="00DD4919" w:rsidP="0003466C">
            <w:pPr>
              <w:widowControl w:val="0"/>
              <w:suppressAutoHyphens/>
              <w:autoSpaceDE w:val="0"/>
              <w:ind w:left="-105" w:right="-69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Регистрационный номер (с датой присвоения)</w:t>
            </w:r>
          </w:p>
        </w:tc>
        <w:tc>
          <w:tcPr>
            <w:tcW w:w="1168" w:type="dxa"/>
            <w:vAlign w:val="center"/>
          </w:tcPr>
          <w:p w14:paraId="405A963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1208" w:type="dxa"/>
            <w:vAlign w:val="center"/>
          </w:tcPr>
          <w:p w14:paraId="6E419D3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</w:p>
        </w:tc>
        <w:tc>
          <w:tcPr>
            <w:tcW w:w="1404" w:type="dxa"/>
            <w:vAlign w:val="center"/>
          </w:tcPr>
          <w:p w14:paraId="6639FE2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Сведения об основных характеристиках судна, в том числе: год и место постройки судна, инвентарный номер, серийный (заводской) номер, идентификационный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номер судна и место строительства (для строящихся судов)</w:t>
            </w:r>
          </w:p>
        </w:tc>
        <w:tc>
          <w:tcPr>
            <w:tcW w:w="808" w:type="dxa"/>
            <w:vAlign w:val="center"/>
          </w:tcPr>
          <w:p w14:paraId="59D82C0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Сведения о стоимости судна</w:t>
            </w:r>
          </w:p>
        </w:tc>
        <w:tc>
          <w:tcPr>
            <w:tcW w:w="1088" w:type="dxa"/>
            <w:vAlign w:val="center"/>
          </w:tcPr>
          <w:p w14:paraId="551D1CA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произведенных ремонте, модернизации судна</w:t>
            </w:r>
          </w:p>
        </w:tc>
        <w:tc>
          <w:tcPr>
            <w:tcW w:w="1105" w:type="dxa"/>
            <w:vAlign w:val="center"/>
          </w:tcPr>
          <w:p w14:paraId="58E0D09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Сведения об установленных в отношении судна ограничениях (обременениях) </w:t>
            </w:r>
          </w:p>
        </w:tc>
        <w:tc>
          <w:tcPr>
            <w:tcW w:w="1038" w:type="dxa"/>
            <w:vAlign w:val="center"/>
          </w:tcPr>
          <w:p w14:paraId="43AE105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32" w:type="dxa"/>
            <w:vAlign w:val="center"/>
          </w:tcPr>
          <w:p w14:paraId="07B6706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DD4919" w:rsidRPr="00713213" w14:paraId="3D343BB7" w14:textId="77777777" w:rsidTr="0003466C">
        <w:tc>
          <w:tcPr>
            <w:tcW w:w="704" w:type="dxa"/>
            <w:vAlign w:val="center"/>
          </w:tcPr>
          <w:p w14:paraId="06B6CBA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834" w:type="dxa"/>
            <w:vAlign w:val="center"/>
          </w:tcPr>
          <w:p w14:paraId="2DAEEC4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044" w:type="dxa"/>
            <w:vAlign w:val="center"/>
          </w:tcPr>
          <w:p w14:paraId="2AAB453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879" w:type="dxa"/>
            <w:vAlign w:val="center"/>
          </w:tcPr>
          <w:p w14:paraId="078C597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922" w:type="dxa"/>
            <w:vAlign w:val="center"/>
          </w:tcPr>
          <w:p w14:paraId="2E51842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226" w:type="dxa"/>
            <w:vAlign w:val="center"/>
          </w:tcPr>
          <w:p w14:paraId="08467B3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168" w:type="dxa"/>
            <w:vAlign w:val="center"/>
          </w:tcPr>
          <w:p w14:paraId="12F0F02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1208" w:type="dxa"/>
            <w:vAlign w:val="center"/>
          </w:tcPr>
          <w:p w14:paraId="4039CA7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1404" w:type="dxa"/>
            <w:vAlign w:val="center"/>
          </w:tcPr>
          <w:p w14:paraId="0419A10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808" w:type="dxa"/>
            <w:vAlign w:val="center"/>
          </w:tcPr>
          <w:p w14:paraId="664298C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1088" w:type="dxa"/>
            <w:vAlign w:val="center"/>
          </w:tcPr>
          <w:p w14:paraId="23EBD5F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1105" w:type="dxa"/>
            <w:vAlign w:val="center"/>
          </w:tcPr>
          <w:p w14:paraId="297C767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1038" w:type="dxa"/>
            <w:vAlign w:val="center"/>
          </w:tcPr>
          <w:p w14:paraId="26D9983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1132" w:type="dxa"/>
            <w:vAlign w:val="center"/>
          </w:tcPr>
          <w:p w14:paraId="04B209F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14</w:t>
            </w:r>
          </w:p>
        </w:tc>
      </w:tr>
      <w:tr w:rsidR="00DD4919" w:rsidRPr="00713213" w14:paraId="6A58AAED" w14:textId="77777777" w:rsidTr="0003466C">
        <w:tc>
          <w:tcPr>
            <w:tcW w:w="704" w:type="dxa"/>
            <w:vAlign w:val="center"/>
          </w:tcPr>
          <w:p w14:paraId="17E3BB2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834" w:type="dxa"/>
            <w:vAlign w:val="center"/>
          </w:tcPr>
          <w:p w14:paraId="1690126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044" w:type="dxa"/>
            <w:vAlign w:val="center"/>
          </w:tcPr>
          <w:p w14:paraId="301DB7B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879" w:type="dxa"/>
            <w:vAlign w:val="center"/>
          </w:tcPr>
          <w:p w14:paraId="7F1E460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922" w:type="dxa"/>
            <w:vAlign w:val="center"/>
          </w:tcPr>
          <w:p w14:paraId="4770F36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226" w:type="dxa"/>
            <w:vAlign w:val="center"/>
          </w:tcPr>
          <w:p w14:paraId="53376CB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168" w:type="dxa"/>
            <w:vAlign w:val="center"/>
          </w:tcPr>
          <w:p w14:paraId="1051C92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208" w:type="dxa"/>
            <w:vAlign w:val="center"/>
          </w:tcPr>
          <w:p w14:paraId="2C9F750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404" w:type="dxa"/>
            <w:vAlign w:val="center"/>
          </w:tcPr>
          <w:p w14:paraId="7C59516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808" w:type="dxa"/>
            <w:vAlign w:val="center"/>
          </w:tcPr>
          <w:p w14:paraId="0995B22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088" w:type="dxa"/>
            <w:vAlign w:val="center"/>
          </w:tcPr>
          <w:p w14:paraId="4EE0E0E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105" w:type="dxa"/>
            <w:vAlign w:val="center"/>
          </w:tcPr>
          <w:p w14:paraId="2421E4F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038" w:type="dxa"/>
            <w:vAlign w:val="center"/>
          </w:tcPr>
          <w:p w14:paraId="435A0E7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132" w:type="dxa"/>
            <w:vAlign w:val="center"/>
          </w:tcPr>
          <w:p w14:paraId="70EA5F5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bCs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bCs/>
                <w:sz w:val="20"/>
                <w:szCs w:val="20"/>
                <w:lang w:eastAsia="hi-IN" w:bidi="hi-IN"/>
              </w:rPr>
              <w:t>-</w:t>
            </w:r>
          </w:p>
        </w:tc>
      </w:tr>
      <w:bookmarkEnd w:id="1"/>
    </w:tbl>
    <w:p w14:paraId="66A23EF4" w14:textId="77777777" w:rsidR="00DD4919" w:rsidRPr="00713213" w:rsidRDefault="00DD4919" w:rsidP="00DD4919">
      <w:pPr>
        <w:widowControl w:val="0"/>
        <w:suppressAutoHyphens/>
        <w:autoSpaceDE w:val="0"/>
        <w:rPr>
          <w:rFonts w:eastAsia="Arial"/>
          <w:bCs/>
          <w:sz w:val="28"/>
          <w:szCs w:val="28"/>
          <w:lang w:eastAsia="hi-IN" w:bidi="hi-IN"/>
        </w:rPr>
      </w:pPr>
    </w:p>
    <w:p w14:paraId="79561651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>Раздел 2. Сведения о муниципальном движимом и ином имуществе</w:t>
      </w:r>
    </w:p>
    <w:p w14:paraId="76A30F0B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2" w:name="sub_2001"/>
      <w:bookmarkStart w:id="3" w:name="sub_2002"/>
      <w:bookmarkEnd w:id="2"/>
      <w:bookmarkEnd w:id="3"/>
    </w:p>
    <w:p w14:paraId="68850F4E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>Подраздел 2.1. Сведения об акциях</w:t>
      </w:r>
    </w:p>
    <w:p w14:paraId="53A91C58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997"/>
        <w:gridCol w:w="1820"/>
        <w:gridCol w:w="1820"/>
        <w:gridCol w:w="1820"/>
        <w:gridCol w:w="1820"/>
        <w:gridCol w:w="1820"/>
      </w:tblGrid>
      <w:tr w:rsidR="00DD4919" w:rsidRPr="00713213" w14:paraId="6ACFF16B" w14:textId="77777777" w:rsidTr="0003466C">
        <w:tc>
          <w:tcPr>
            <w:tcW w:w="1820" w:type="dxa"/>
            <w:vAlign w:val="center"/>
          </w:tcPr>
          <w:p w14:paraId="19B1433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1820" w:type="dxa"/>
            <w:vAlign w:val="center"/>
          </w:tcPr>
          <w:p w14:paraId="406CA0B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1820" w:type="dxa"/>
            <w:vAlign w:val="center"/>
          </w:tcPr>
          <w:p w14:paraId="225EA9D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1820" w:type="dxa"/>
            <w:vAlign w:val="center"/>
          </w:tcPr>
          <w:p w14:paraId="24A614F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1820" w:type="dxa"/>
            <w:vAlign w:val="center"/>
          </w:tcPr>
          <w:p w14:paraId="127E1CB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</w:p>
        </w:tc>
        <w:tc>
          <w:tcPr>
            <w:tcW w:w="1820" w:type="dxa"/>
            <w:vAlign w:val="center"/>
          </w:tcPr>
          <w:p w14:paraId="0B2191E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об установленных ограничениях (обременениях)</w:t>
            </w:r>
          </w:p>
        </w:tc>
        <w:tc>
          <w:tcPr>
            <w:tcW w:w="1820" w:type="dxa"/>
            <w:vAlign w:val="center"/>
          </w:tcPr>
          <w:p w14:paraId="21E6D51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820" w:type="dxa"/>
            <w:vAlign w:val="center"/>
          </w:tcPr>
          <w:p w14:paraId="2F8A61A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DD4919" w:rsidRPr="00713213" w14:paraId="253EAE0F" w14:textId="77777777" w:rsidTr="0003466C">
        <w:tc>
          <w:tcPr>
            <w:tcW w:w="1820" w:type="dxa"/>
            <w:vAlign w:val="center"/>
          </w:tcPr>
          <w:p w14:paraId="466D7BD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820" w:type="dxa"/>
            <w:vAlign w:val="center"/>
          </w:tcPr>
          <w:p w14:paraId="713515E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20" w:type="dxa"/>
            <w:vAlign w:val="center"/>
          </w:tcPr>
          <w:p w14:paraId="1C9682E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20" w:type="dxa"/>
            <w:vAlign w:val="center"/>
          </w:tcPr>
          <w:p w14:paraId="5529C4E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820" w:type="dxa"/>
            <w:vAlign w:val="center"/>
          </w:tcPr>
          <w:p w14:paraId="3E73564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820" w:type="dxa"/>
            <w:vAlign w:val="center"/>
          </w:tcPr>
          <w:p w14:paraId="69C136B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820" w:type="dxa"/>
            <w:vAlign w:val="center"/>
          </w:tcPr>
          <w:p w14:paraId="345CACF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1820" w:type="dxa"/>
            <w:vAlign w:val="center"/>
          </w:tcPr>
          <w:p w14:paraId="6263AF0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</w:p>
        </w:tc>
      </w:tr>
      <w:tr w:rsidR="00DD4919" w:rsidRPr="00713213" w14:paraId="2DA85114" w14:textId="77777777" w:rsidTr="0003466C">
        <w:tc>
          <w:tcPr>
            <w:tcW w:w="1820" w:type="dxa"/>
            <w:vAlign w:val="center"/>
          </w:tcPr>
          <w:p w14:paraId="70A83B5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820" w:type="dxa"/>
            <w:vAlign w:val="center"/>
          </w:tcPr>
          <w:p w14:paraId="00F9FDF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820" w:type="dxa"/>
            <w:vAlign w:val="center"/>
          </w:tcPr>
          <w:p w14:paraId="1190691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820" w:type="dxa"/>
            <w:vAlign w:val="center"/>
          </w:tcPr>
          <w:p w14:paraId="6C1B421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820" w:type="dxa"/>
            <w:vAlign w:val="center"/>
          </w:tcPr>
          <w:p w14:paraId="6CC4137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820" w:type="dxa"/>
            <w:vAlign w:val="center"/>
          </w:tcPr>
          <w:p w14:paraId="392B6BA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820" w:type="dxa"/>
            <w:vAlign w:val="center"/>
          </w:tcPr>
          <w:p w14:paraId="51CE0B7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820" w:type="dxa"/>
            <w:vAlign w:val="center"/>
          </w:tcPr>
          <w:p w14:paraId="689B6CC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</w:tbl>
    <w:p w14:paraId="2D3B36BF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53B005FE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/>
          <w:sz w:val="28"/>
          <w:szCs w:val="28"/>
          <w:shd w:val="clear" w:color="auto" w:fill="FFFFFF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 xml:space="preserve">Подраздел 2.2. Сведения </w:t>
      </w:r>
      <w:bookmarkStart w:id="4" w:name="sub_2101"/>
      <w:bookmarkStart w:id="5" w:name="sub_2102"/>
      <w:bookmarkEnd w:id="4"/>
      <w:bookmarkEnd w:id="5"/>
      <w:r w:rsidRPr="00713213">
        <w:rPr>
          <w:b/>
          <w:sz w:val="28"/>
          <w:szCs w:val="28"/>
          <w:shd w:val="clear" w:color="auto" w:fill="FFFFFF"/>
        </w:rPr>
        <w:t>о долях (вкладах) в уставных (складочных) капиталах хозяйственных обществ и товариществ</w:t>
      </w:r>
    </w:p>
    <w:p w14:paraId="22E2BB7D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236"/>
        <w:gridCol w:w="2040"/>
        <w:gridCol w:w="2017"/>
        <w:gridCol w:w="1899"/>
        <w:gridCol w:w="2070"/>
        <w:gridCol w:w="1579"/>
        <w:gridCol w:w="1931"/>
        <w:gridCol w:w="2014"/>
      </w:tblGrid>
      <w:tr w:rsidR="00DD4919" w:rsidRPr="00713213" w14:paraId="0B0FF531" w14:textId="77777777" w:rsidTr="0003466C">
        <w:tc>
          <w:tcPr>
            <w:tcW w:w="4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3F788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Реестровый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номер</w:t>
            </w:r>
          </w:p>
        </w:tc>
        <w:tc>
          <w:tcPr>
            <w:tcW w:w="6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00F11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lastRenderedPageBreak/>
              <w:t xml:space="preserve">Сведения о </w:t>
            </w:r>
            <w:r w:rsidRPr="00713213">
              <w:rPr>
                <w:sz w:val="20"/>
                <w:szCs w:val="20"/>
                <w:shd w:val="clear" w:color="auto" w:fill="FFFFFF"/>
              </w:rPr>
              <w:lastRenderedPageBreak/>
              <w:t>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2E1C5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lastRenderedPageBreak/>
              <w:t xml:space="preserve">Доля (вклад) в </w:t>
            </w:r>
            <w:r w:rsidRPr="00713213">
              <w:rPr>
                <w:sz w:val="20"/>
                <w:szCs w:val="20"/>
                <w:shd w:val="clear" w:color="auto" w:fill="FFFFFF"/>
              </w:rPr>
              <w:lastRenderedPageBreak/>
              <w:t>уставном (складочном) капитале хозяйственного общества, товарищества в процентах</w:t>
            </w:r>
          </w:p>
        </w:tc>
        <w:tc>
          <w:tcPr>
            <w:tcW w:w="6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01B10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Сведения о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правообладателе</w:t>
            </w:r>
          </w:p>
        </w:tc>
        <w:tc>
          <w:tcPr>
            <w:tcW w:w="7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F17D0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Вид вещного права,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на основании которого правообладателю принадлежит объект учета </w:t>
            </w:r>
          </w:p>
        </w:tc>
        <w:tc>
          <w:tcPr>
            <w:tcW w:w="53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56A92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Сведения об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установленных ограничениях (обременениях)</w:t>
            </w:r>
          </w:p>
        </w:tc>
        <w:tc>
          <w:tcPr>
            <w:tcW w:w="6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A3D96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Сведения о лице, в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пользу которого установлены ограничения (обременения)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DD8A3C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Иные сведения (при 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необходимости)</w:t>
            </w:r>
          </w:p>
        </w:tc>
      </w:tr>
      <w:tr w:rsidR="00DD4919" w:rsidRPr="00713213" w14:paraId="6D13BB5C" w14:textId="77777777" w:rsidTr="0003466C">
        <w:tc>
          <w:tcPr>
            <w:tcW w:w="4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3E21D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1</w:t>
            </w:r>
          </w:p>
        </w:tc>
        <w:tc>
          <w:tcPr>
            <w:tcW w:w="6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A5AC3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CCBC4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6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5FEB1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7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CC03B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3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B75C4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6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35BA64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E0691C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</w:p>
        </w:tc>
      </w:tr>
      <w:tr w:rsidR="00DD4919" w:rsidRPr="00713213" w14:paraId="1B1EDA8B" w14:textId="77777777" w:rsidTr="0003466C">
        <w:tc>
          <w:tcPr>
            <w:tcW w:w="4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07B57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C9E94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0822F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B32181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7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D3640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3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B13E6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5B4CC4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0E13E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</w:tbl>
    <w:p w14:paraId="09B2B481" w14:textId="77777777" w:rsidR="00DD4919" w:rsidRPr="00713213" w:rsidRDefault="00DD4919" w:rsidP="00DD4919">
      <w:pPr>
        <w:widowControl w:val="0"/>
        <w:suppressAutoHyphens/>
        <w:autoSpaceDE w:val="0"/>
        <w:ind w:firstLine="720"/>
        <w:jc w:val="both"/>
        <w:rPr>
          <w:rFonts w:eastAsia="Arial"/>
          <w:bCs/>
          <w:sz w:val="28"/>
          <w:szCs w:val="28"/>
          <w:lang w:eastAsia="hi-IN" w:bidi="hi-IN"/>
        </w:rPr>
      </w:pPr>
    </w:p>
    <w:p w14:paraId="27C38092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/>
          <w:sz w:val="28"/>
          <w:szCs w:val="28"/>
          <w:shd w:val="clear" w:color="auto" w:fill="FFFFFF"/>
        </w:rPr>
      </w:pPr>
      <w:bookmarkStart w:id="6" w:name="sub_220"/>
      <w:bookmarkEnd w:id="6"/>
      <w:r w:rsidRPr="00713213">
        <w:rPr>
          <w:rFonts w:eastAsia="Arial"/>
          <w:b/>
          <w:sz w:val="28"/>
          <w:szCs w:val="28"/>
          <w:lang w:eastAsia="hi-IN" w:bidi="hi-IN"/>
        </w:rPr>
        <w:t xml:space="preserve">Подраздел 2.3. Сведения о </w:t>
      </w:r>
      <w:r w:rsidRPr="00713213">
        <w:rPr>
          <w:b/>
          <w:sz w:val="28"/>
          <w:szCs w:val="28"/>
          <w:shd w:val="clear" w:color="auto" w:fill="FFFFFF"/>
        </w:rPr>
        <w:t xml:space="preserve">движимом имуществе и ином имуществе, за исключением акций и долей (вкладов) </w:t>
      </w:r>
    </w:p>
    <w:p w14:paraId="1228345D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Cs/>
          <w:sz w:val="28"/>
          <w:szCs w:val="28"/>
          <w:shd w:val="clear" w:color="auto" w:fill="FFFFFF"/>
        </w:rPr>
      </w:pPr>
      <w:r w:rsidRPr="00713213">
        <w:rPr>
          <w:b/>
          <w:sz w:val="28"/>
          <w:szCs w:val="28"/>
          <w:shd w:val="clear" w:color="auto" w:fill="FFFFFF"/>
        </w:rPr>
        <w:t>в уставных (складочных) капиталах хозяйственных обществ и товариществ</w:t>
      </w:r>
    </w:p>
    <w:p w14:paraId="2B6D86AA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59"/>
        <w:gridCol w:w="3012"/>
        <w:gridCol w:w="1590"/>
        <w:gridCol w:w="1569"/>
        <w:gridCol w:w="1064"/>
        <w:gridCol w:w="2007"/>
        <w:gridCol w:w="1480"/>
        <w:gridCol w:w="1386"/>
        <w:gridCol w:w="1519"/>
      </w:tblGrid>
      <w:tr w:rsidR="001655BA" w:rsidRPr="00713213" w14:paraId="1F21964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D3E80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bookmarkStart w:id="7" w:name="sub_2201"/>
            <w:bookmarkStart w:id="8" w:name="sub_2202"/>
            <w:bookmarkEnd w:id="7"/>
            <w:bookmarkEnd w:id="8"/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79E85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Наименование движимого имущества (иного имущества)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D3B64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04F67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6F4AC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стоимости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94AC8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AC8B8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об установленных ограничениях (обременениях)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712F2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92BC49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1655BA" w:rsidRPr="00713213" w14:paraId="4A6F5C6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8E9E9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66282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1EFCD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D799E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F390BA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81482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BAFB3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44DD3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8E6D46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</w:p>
        </w:tc>
      </w:tr>
      <w:tr w:rsidR="001655BA" w:rsidRPr="00713213" w14:paraId="3686138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38549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125D7A" w14:textId="77777777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Автомобиль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9900BE" w14:textId="752E4607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ВАЗ 210</w:t>
            </w:r>
            <w:r w:rsidR="000646F3">
              <w:rPr>
                <w:sz w:val="20"/>
                <w:szCs w:val="20"/>
              </w:rPr>
              <w:t>70</w:t>
            </w:r>
            <w:r w:rsidRPr="00713213">
              <w:rPr>
                <w:sz w:val="20"/>
                <w:szCs w:val="20"/>
              </w:rPr>
              <w:t xml:space="preserve"> </w:t>
            </w:r>
          </w:p>
          <w:p w14:paraId="64BE3052" w14:textId="53B838C3" w:rsidR="00DD4919" w:rsidRPr="00713213" w:rsidRDefault="00DD4919" w:rsidP="0003466C">
            <w:pPr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гос. номер </w:t>
            </w:r>
            <w:r w:rsidR="000646F3">
              <w:rPr>
                <w:sz w:val="20"/>
                <w:szCs w:val="20"/>
              </w:rPr>
              <w:t>Т228АЕ</w:t>
            </w:r>
            <w:r w:rsidR="005D27AA">
              <w:rPr>
                <w:sz w:val="20"/>
                <w:szCs w:val="20"/>
              </w:rPr>
              <w:t>9</w:t>
            </w:r>
            <w:r w:rsidRPr="00713213">
              <w:rPr>
                <w:sz w:val="20"/>
                <w:szCs w:val="20"/>
              </w:rPr>
              <w:t xml:space="preserve">3 </w:t>
            </w:r>
          </w:p>
          <w:p w14:paraId="6F509593" w14:textId="260FEF71" w:rsidR="00DD4919" w:rsidRPr="005D27AA" w:rsidRDefault="005D27AA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5D27AA">
              <w:rPr>
                <w:sz w:val="20"/>
                <w:szCs w:val="20"/>
              </w:rPr>
              <w:t>2005</w:t>
            </w:r>
            <w:r w:rsidR="00DD4919" w:rsidRPr="005D27AA">
              <w:rPr>
                <w:sz w:val="20"/>
                <w:szCs w:val="20"/>
              </w:rPr>
              <w:t xml:space="preserve"> года выпуска,</w:t>
            </w:r>
          </w:p>
          <w:p w14:paraId="018715CD" w14:textId="77777777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365C1471" w14:textId="54722228" w:rsidR="00DD4919" w:rsidRPr="00713213" w:rsidRDefault="00DD4919" w:rsidP="0003466C">
            <w:pPr>
              <w:ind w:left="-108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F1593A" w:rsidRPr="00F1593A">
              <w:rPr>
                <w:sz w:val="20"/>
                <w:szCs w:val="20"/>
              </w:rPr>
              <w:t>110105030002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890B06" w14:textId="71FA4227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5788732" w14:textId="665CA1B9" w:rsidR="00DD4919" w:rsidRPr="00713213" w:rsidRDefault="00C20B14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132 100</w:t>
            </w:r>
            <w:r w:rsidR="00DD4919" w:rsidRPr="00713213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E774D6" w14:textId="5FDBA55A" w:rsidR="00DD4919" w:rsidRPr="00713213" w:rsidRDefault="00F21200" w:rsidP="0003466C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21200">
              <w:rPr>
                <w:rFonts w:eastAsia="Arial"/>
                <w:sz w:val="20"/>
                <w:szCs w:val="20"/>
                <w:lang w:eastAsia="hi-IN" w:bidi="hi-IN"/>
              </w:rPr>
              <w:t>Акт передачи от 27.01.2006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7A105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AD1578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16ECC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4CDE4E9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A8640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126B02" w14:textId="77777777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Автомобиль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BFAED8" w14:textId="77777777" w:rsidR="00F1593A" w:rsidRDefault="00F1593A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F1593A">
              <w:rPr>
                <w:sz w:val="20"/>
                <w:szCs w:val="20"/>
              </w:rPr>
              <w:t>ГАЗ 32213</w:t>
            </w:r>
          </w:p>
          <w:p w14:paraId="7350746F" w14:textId="526A6CB5" w:rsidR="005D27AA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 гос. </w:t>
            </w:r>
            <w:r w:rsidR="005D27AA" w:rsidRPr="00713213">
              <w:rPr>
                <w:sz w:val="20"/>
                <w:szCs w:val="20"/>
              </w:rPr>
              <w:t>Н</w:t>
            </w:r>
            <w:r w:rsidRPr="00713213">
              <w:rPr>
                <w:sz w:val="20"/>
                <w:szCs w:val="20"/>
              </w:rPr>
              <w:t>омер</w:t>
            </w:r>
          </w:p>
          <w:p w14:paraId="48A01F57" w14:textId="444056D8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 </w:t>
            </w:r>
            <w:r w:rsidR="00B2666D" w:rsidRPr="00B2666D">
              <w:rPr>
                <w:sz w:val="20"/>
                <w:szCs w:val="20"/>
              </w:rPr>
              <w:t>Н490 РМ</w:t>
            </w:r>
            <w:r w:rsidR="005D27AA">
              <w:rPr>
                <w:sz w:val="20"/>
                <w:szCs w:val="20"/>
              </w:rPr>
              <w:t>93</w:t>
            </w:r>
            <w:r w:rsidR="00B2666D" w:rsidRPr="00B2666D">
              <w:rPr>
                <w:sz w:val="20"/>
                <w:szCs w:val="20"/>
              </w:rPr>
              <w:t xml:space="preserve"> </w:t>
            </w:r>
            <w:r w:rsidRPr="00713213">
              <w:rPr>
                <w:sz w:val="20"/>
                <w:szCs w:val="20"/>
              </w:rPr>
              <w:t xml:space="preserve"> </w:t>
            </w:r>
          </w:p>
          <w:p w14:paraId="41DF30DC" w14:textId="57D94E05" w:rsidR="00DD4919" w:rsidRPr="005D27AA" w:rsidRDefault="005D27AA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5D27AA">
              <w:rPr>
                <w:sz w:val="20"/>
                <w:szCs w:val="20"/>
              </w:rPr>
              <w:t>2008</w:t>
            </w:r>
            <w:r w:rsidR="00DD4919" w:rsidRPr="005D27AA">
              <w:rPr>
                <w:sz w:val="20"/>
                <w:szCs w:val="20"/>
              </w:rPr>
              <w:t xml:space="preserve"> года </w:t>
            </w:r>
            <w:r w:rsidR="00DD4919" w:rsidRPr="005D27AA">
              <w:rPr>
                <w:sz w:val="20"/>
                <w:szCs w:val="20"/>
              </w:rPr>
              <w:lastRenderedPageBreak/>
              <w:t>выпуска,</w:t>
            </w:r>
          </w:p>
          <w:p w14:paraId="2A62431C" w14:textId="77777777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16B56530" w14:textId="7BFAE9BB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B2666D" w:rsidRPr="00B2666D">
              <w:rPr>
                <w:sz w:val="20"/>
                <w:szCs w:val="20"/>
              </w:rPr>
              <w:t>НП1105030002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F79803" w14:textId="028BB03E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 xml:space="preserve">МКУ УОД ОМСУ и МУ Николенского сельского </w:t>
            </w: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8F8010" w14:textId="5499D24A" w:rsidR="00DD4919" w:rsidRPr="00713213" w:rsidRDefault="00B2666D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430 000</w:t>
            </w:r>
            <w:r w:rsidR="00DD4919" w:rsidRPr="00713213">
              <w:rPr>
                <w:sz w:val="20"/>
                <w:szCs w:val="20"/>
              </w:rPr>
              <w:t>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29C760" w14:textId="77777777" w:rsidR="000E2328" w:rsidRDefault="000E2328" w:rsidP="0003466C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E2328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  <w:p w14:paraId="1C30988B" w14:textId="10DC0147" w:rsidR="00DD4919" w:rsidRPr="00713213" w:rsidRDefault="00F21200" w:rsidP="0003466C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21200">
              <w:rPr>
                <w:rFonts w:eastAsia="Arial"/>
                <w:sz w:val="20"/>
                <w:szCs w:val="20"/>
                <w:lang w:eastAsia="hi-IN" w:bidi="hi-IN"/>
              </w:rPr>
              <w:t>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58BED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A9E729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B9E242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1E51D1D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7A40A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48CB48" w14:textId="67386A33" w:rsidR="00DD4919" w:rsidRPr="00713213" w:rsidRDefault="00FE1625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FE1625">
              <w:rPr>
                <w:sz w:val="20"/>
                <w:szCs w:val="20"/>
              </w:rPr>
              <w:t>Автомобиль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A040A95" w14:textId="1D869B95" w:rsidR="00F21200" w:rsidRPr="005D27AA" w:rsidRDefault="00FE1625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5D27AA">
              <w:rPr>
                <w:sz w:val="20"/>
                <w:szCs w:val="20"/>
              </w:rPr>
              <w:t>Автомобиль LADA 219070 LADA GRANTA</w:t>
            </w:r>
            <w:r w:rsidR="00DD4919" w:rsidRPr="005D27AA">
              <w:rPr>
                <w:sz w:val="20"/>
                <w:szCs w:val="20"/>
              </w:rPr>
              <w:t xml:space="preserve">, </w:t>
            </w:r>
          </w:p>
          <w:p w14:paraId="40AB6E16" w14:textId="0A9373FB" w:rsidR="00DD4919" w:rsidRPr="005D27AA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5D27AA">
              <w:rPr>
                <w:sz w:val="20"/>
                <w:szCs w:val="20"/>
              </w:rPr>
              <w:t xml:space="preserve">гос. номер </w:t>
            </w:r>
            <w:r w:rsidR="00D90CBB" w:rsidRPr="005D27AA">
              <w:rPr>
                <w:sz w:val="20"/>
                <w:szCs w:val="20"/>
              </w:rPr>
              <w:t>С</w:t>
            </w:r>
            <w:r w:rsidR="00857346" w:rsidRPr="005D27AA">
              <w:rPr>
                <w:sz w:val="20"/>
                <w:szCs w:val="20"/>
              </w:rPr>
              <w:t>218</w:t>
            </w:r>
            <w:r w:rsidR="00D90CBB" w:rsidRPr="005D27AA">
              <w:rPr>
                <w:sz w:val="20"/>
                <w:szCs w:val="20"/>
              </w:rPr>
              <w:t>УС</w:t>
            </w:r>
            <w:r w:rsidR="00341ED5" w:rsidRPr="005D27AA">
              <w:rPr>
                <w:sz w:val="20"/>
                <w:szCs w:val="20"/>
              </w:rPr>
              <w:t xml:space="preserve"> </w:t>
            </w:r>
            <w:r w:rsidR="00D90CBB" w:rsidRPr="005D27AA">
              <w:rPr>
                <w:sz w:val="20"/>
                <w:szCs w:val="20"/>
              </w:rPr>
              <w:t>123</w:t>
            </w:r>
            <w:r w:rsidRPr="005D27AA">
              <w:rPr>
                <w:sz w:val="20"/>
                <w:szCs w:val="20"/>
              </w:rPr>
              <w:t>, 20</w:t>
            </w:r>
            <w:r w:rsidR="005377EB" w:rsidRPr="005D27AA">
              <w:rPr>
                <w:sz w:val="20"/>
                <w:szCs w:val="20"/>
              </w:rPr>
              <w:t>18</w:t>
            </w:r>
            <w:r w:rsidRPr="005D27AA">
              <w:rPr>
                <w:sz w:val="20"/>
                <w:szCs w:val="20"/>
              </w:rPr>
              <w:t xml:space="preserve"> года выпуска,  </w:t>
            </w:r>
          </w:p>
          <w:p w14:paraId="0BAB0F2C" w14:textId="77777777" w:rsidR="00DD4919" w:rsidRPr="005D27AA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5D27AA">
              <w:rPr>
                <w:sz w:val="20"/>
                <w:szCs w:val="20"/>
              </w:rPr>
              <w:t xml:space="preserve">инвентарный </w:t>
            </w:r>
          </w:p>
          <w:p w14:paraId="3C71C1E8" w14:textId="2F95E463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857346" w:rsidRPr="00857346">
              <w:rPr>
                <w:sz w:val="20"/>
                <w:szCs w:val="20"/>
              </w:rPr>
              <w:t>110135030080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28C096" w14:textId="3A95BF24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713C7D" w14:textId="53CB2C94" w:rsidR="00DD4919" w:rsidRPr="00713213" w:rsidRDefault="00F21200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F21200">
              <w:rPr>
                <w:sz w:val="20"/>
                <w:szCs w:val="20"/>
              </w:rPr>
              <w:t>491</w:t>
            </w:r>
            <w:r>
              <w:rPr>
                <w:sz w:val="20"/>
                <w:szCs w:val="20"/>
              </w:rPr>
              <w:t xml:space="preserve"> </w:t>
            </w:r>
            <w:r w:rsidRPr="00F21200">
              <w:rPr>
                <w:sz w:val="20"/>
                <w:szCs w:val="20"/>
              </w:rPr>
              <w:t>964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7BD9F5" w14:textId="0775FB8F" w:rsidR="00DD4919" w:rsidRPr="00713213" w:rsidRDefault="00D57C6E" w:rsidP="0003466C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D57C6E">
              <w:rPr>
                <w:rFonts w:eastAsia="Arial"/>
                <w:sz w:val="20"/>
                <w:szCs w:val="20"/>
                <w:lang w:eastAsia="hi-IN" w:bidi="hi-IN"/>
              </w:rPr>
              <w:t>Собственность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  <w:r w:rsidRPr="00D57C6E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  <w:r w:rsidR="00F21200" w:rsidRPr="00F21200">
              <w:rPr>
                <w:rFonts w:eastAsia="Arial"/>
                <w:sz w:val="20"/>
                <w:szCs w:val="20"/>
                <w:lang w:eastAsia="hi-IN" w:bidi="hi-IN"/>
              </w:rPr>
              <w:t>Муниципальный контракт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653FC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4CA2D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0FDB0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0AF20CD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EAFC9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E91981" w14:textId="77777777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Трактор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AB9774" w14:textId="5F436D45" w:rsidR="002A326B" w:rsidRPr="00E33484" w:rsidRDefault="002A326B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E33484">
              <w:rPr>
                <w:sz w:val="20"/>
                <w:szCs w:val="20"/>
              </w:rPr>
              <w:t>Трактор «Беларус 82,1»</w:t>
            </w:r>
          </w:p>
          <w:p w14:paraId="16940B31" w14:textId="669B5C6D" w:rsidR="00DD4919" w:rsidRPr="00E33484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E33484">
              <w:rPr>
                <w:sz w:val="20"/>
                <w:szCs w:val="20"/>
              </w:rPr>
              <w:t>, 20</w:t>
            </w:r>
            <w:r w:rsidR="00E33484" w:rsidRPr="00E33484">
              <w:rPr>
                <w:sz w:val="20"/>
                <w:szCs w:val="20"/>
              </w:rPr>
              <w:t>07</w:t>
            </w:r>
            <w:r w:rsidRPr="00E33484">
              <w:rPr>
                <w:sz w:val="20"/>
                <w:szCs w:val="20"/>
              </w:rPr>
              <w:t xml:space="preserve"> года выпуска, гос. номер </w:t>
            </w:r>
            <w:r w:rsidR="00555267" w:rsidRPr="00E33484">
              <w:rPr>
                <w:sz w:val="20"/>
                <w:szCs w:val="20"/>
              </w:rPr>
              <w:t>УО38-48</w:t>
            </w:r>
            <w:r w:rsidRPr="00E33484">
              <w:rPr>
                <w:sz w:val="20"/>
                <w:szCs w:val="20"/>
              </w:rPr>
              <w:t>,</w:t>
            </w:r>
          </w:p>
          <w:p w14:paraId="487E0FF9" w14:textId="77777777" w:rsidR="00DD4919" w:rsidRPr="00E33484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E33484">
              <w:rPr>
                <w:sz w:val="20"/>
                <w:szCs w:val="20"/>
              </w:rPr>
              <w:t xml:space="preserve">инвентарный </w:t>
            </w:r>
          </w:p>
          <w:p w14:paraId="27378DA3" w14:textId="4FB06AC8" w:rsidR="00DD4919" w:rsidRPr="00713213" w:rsidRDefault="00DD4919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E33484">
              <w:rPr>
                <w:sz w:val="20"/>
                <w:szCs w:val="20"/>
              </w:rPr>
              <w:t>№</w:t>
            </w:r>
            <w:r w:rsidR="00555267" w:rsidRPr="00E33484">
              <w:t xml:space="preserve"> </w:t>
            </w:r>
            <w:r w:rsidR="00555267" w:rsidRPr="00E33484">
              <w:rPr>
                <w:sz w:val="20"/>
                <w:szCs w:val="20"/>
              </w:rPr>
              <w:t>1101040050018</w:t>
            </w:r>
            <w:r w:rsidRPr="007132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417950" w14:textId="6C59215A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D7B665" w14:textId="1532399C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5</w:t>
            </w:r>
            <w:r w:rsidR="002A326B">
              <w:rPr>
                <w:sz w:val="20"/>
                <w:szCs w:val="20"/>
              </w:rPr>
              <w:t>25</w:t>
            </w:r>
            <w:r w:rsidRPr="00713213">
              <w:rPr>
                <w:sz w:val="20"/>
                <w:szCs w:val="20"/>
              </w:rPr>
              <w:t> 000,00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3579B4" w14:textId="6061307A" w:rsidR="00DD4919" w:rsidRPr="00713213" w:rsidRDefault="002A326B" w:rsidP="0003466C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A326B">
              <w:rPr>
                <w:rFonts w:eastAsia="Arial"/>
                <w:sz w:val="20"/>
                <w:szCs w:val="20"/>
                <w:lang w:eastAsia="hi-IN" w:bidi="hi-IN"/>
              </w:rPr>
              <w:t>Свидетельство ЗСК № 15 от 7.09.2007 о передаче трактора «Беларус»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8AA4C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E0AE4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88AABE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74A38E0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A3628B" w14:textId="17CDFF56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083980" w14:textId="7C953BEC" w:rsidR="00DD4919" w:rsidRPr="00713213" w:rsidRDefault="00924242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924242">
              <w:rPr>
                <w:sz w:val="20"/>
                <w:szCs w:val="20"/>
              </w:rPr>
              <w:t>Плуг ПЛН – 3,35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EC6713" w14:textId="6F48B42E" w:rsidR="00924242" w:rsidRDefault="00924242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924242">
              <w:rPr>
                <w:sz w:val="20"/>
                <w:szCs w:val="20"/>
              </w:rPr>
              <w:t>ПЛН – 3,35</w:t>
            </w:r>
            <w:r w:rsidR="005377EB">
              <w:rPr>
                <w:sz w:val="20"/>
                <w:szCs w:val="20"/>
              </w:rPr>
              <w:t xml:space="preserve"> без предплужника</w:t>
            </w:r>
          </w:p>
          <w:p w14:paraId="6170F00B" w14:textId="7E463F04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44B5CD22" w14:textId="2DF0CB58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№</w:t>
            </w:r>
            <w:r w:rsidR="00924242">
              <w:t xml:space="preserve"> </w:t>
            </w:r>
            <w:r w:rsidR="00924242" w:rsidRPr="00924242">
              <w:rPr>
                <w:sz w:val="20"/>
                <w:szCs w:val="20"/>
              </w:rPr>
              <w:t>1101040140020</w:t>
            </w:r>
            <w:r w:rsidRPr="007132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8B63DA" w14:textId="04EBB6AB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076ABE3" w14:textId="1C6580B6" w:rsidR="00DD4919" w:rsidRDefault="00924242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35 500,00</w:t>
            </w:r>
          </w:p>
          <w:p w14:paraId="37825526" w14:textId="06047F71" w:rsidR="00924242" w:rsidRPr="00713213" w:rsidRDefault="00924242" w:rsidP="00924242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455168A" w14:textId="101580F3" w:rsidR="00DD4919" w:rsidRPr="00713213" w:rsidRDefault="00924242" w:rsidP="0003466C">
            <w:pPr>
              <w:jc w:val="center"/>
              <w:rPr>
                <w:sz w:val="20"/>
                <w:szCs w:val="20"/>
              </w:rPr>
            </w:pPr>
            <w:r w:rsidRPr="00924242">
              <w:rPr>
                <w:sz w:val="20"/>
                <w:szCs w:val="20"/>
              </w:rPr>
              <w:t>Свидетельство ЗСК № 15 от 7.09.2007</w:t>
            </w:r>
            <w:r>
              <w:rPr>
                <w:sz w:val="20"/>
                <w:szCs w:val="20"/>
              </w:rPr>
              <w:t xml:space="preserve"> </w:t>
            </w:r>
            <w:r w:rsidRPr="00924242">
              <w:rPr>
                <w:sz w:val="20"/>
                <w:szCs w:val="20"/>
              </w:rPr>
              <w:t>о передаче плуга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4E908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40BC0E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F3E4F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38E4BFF1" w14:textId="77777777" w:rsidTr="00063C35">
        <w:trPr>
          <w:trHeight w:val="1951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8D7D03" w14:textId="491C5DF8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234358" w14:textId="278D2C8D" w:rsidR="00DD4919" w:rsidRPr="00713213" w:rsidRDefault="00485A4A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485A4A">
              <w:rPr>
                <w:sz w:val="20"/>
                <w:szCs w:val="20"/>
              </w:rPr>
              <w:t>Прицеп тракторный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43B7F5" w14:textId="4FF602B1" w:rsidR="00485A4A" w:rsidRDefault="00485A4A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485A4A">
              <w:rPr>
                <w:sz w:val="20"/>
                <w:szCs w:val="20"/>
              </w:rPr>
              <w:t>инвентарный</w:t>
            </w:r>
          </w:p>
          <w:p w14:paraId="21110A13" w14:textId="550169C6" w:rsidR="00DD4919" w:rsidRPr="00713213" w:rsidRDefault="00485A4A" w:rsidP="0003466C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485A4A">
              <w:rPr>
                <w:sz w:val="20"/>
                <w:szCs w:val="20"/>
              </w:rPr>
              <w:t>110135050088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BC3F3D" w14:textId="43273E06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1D2D3D0" w14:textId="13ABB7C5" w:rsidR="00DD4919" w:rsidRPr="00713213" w:rsidRDefault="00485A4A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333 400,0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9C7CEB" w14:textId="712988CF" w:rsidR="00DD4919" w:rsidRPr="00713213" w:rsidRDefault="00D57C6E" w:rsidP="0003466C">
            <w:pPr>
              <w:jc w:val="center"/>
              <w:rPr>
                <w:sz w:val="20"/>
                <w:szCs w:val="20"/>
              </w:rPr>
            </w:pPr>
            <w:r w:rsidRPr="00D57C6E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.</w:t>
            </w:r>
            <w:r w:rsidRPr="00D57C6E">
              <w:rPr>
                <w:sz w:val="20"/>
                <w:szCs w:val="20"/>
              </w:rPr>
              <w:t xml:space="preserve"> </w:t>
            </w:r>
            <w:r w:rsidR="00511125" w:rsidRPr="00511125">
              <w:rPr>
                <w:sz w:val="20"/>
                <w:szCs w:val="20"/>
              </w:rPr>
              <w:t>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70EEC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84427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F6E61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7FD3E40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A44902" w14:textId="2459D763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924771" w14:textId="7295CA11" w:rsidR="00DD4919" w:rsidRDefault="008C6F5A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8C6F5A">
              <w:rPr>
                <w:sz w:val="20"/>
                <w:szCs w:val="20"/>
              </w:rPr>
              <w:t>Косилка КРН-2,1</w:t>
            </w:r>
          </w:p>
          <w:p w14:paraId="187F88CE" w14:textId="77777777" w:rsidR="00511125" w:rsidRDefault="00511125" w:rsidP="0003466C">
            <w:pPr>
              <w:ind w:left="-108"/>
              <w:jc w:val="center"/>
              <w:rPr>
                <w:sz w:val="20"/>
                <w:szCs w:val="20"/>
              </w:rPr>
            </w:pPr>
          </w:p>
          <w:p w14:paraId="4F6466BD" w14:textId="77777777" w:rsidR="00511125" w:rsidRDefault="00511125" w:rsidP="0003466C">
            <w:pPr>
              <w:ind w:left="-108"/>
              <w:jc w:val="center"/>
              <w:rPr>
                <w:sz w:val="20"/>
                <w:szCs w:val="20"/>
              </w:rPr>
            </w:pPr>
          </w:p>
          <w:p w14:paraId="4B919E01" w14:textId="1500CEEF" w:rsidR="00511125" w:rsidRPr="00713213" w:rsidRDefault="00511125" w:rsidP="0003466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5868D5" w14:textId="77777777" w:rsidR="00B50705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2C6762C2" w14:textId="41C61D22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B50705" w:rsidRPr="00B50705">
              <w:rPr>
                <w:sz w:val="20"/>
                <w:szCs w:val="20"/>
              </w:rPr>
              <w:t>110104040019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447084" w14:textId="1507AF6D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 xml:space="preserve">МКУ УОД ОМСУ и МУ Николенского сельского </w:t>
            </w: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9D28BA" w14:textId="48E5E695" w:rsidR="00DD4919" w:rsidRPr="00713213" w:rsidRDefault="00B50705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217D32" w14:textId="099AB5DC" w:rsidR="00DD4919" w:rsidRPr="00713213" w:rsidRDefault="008C6F5A" w:rsidP="0003466C">
            <w:pPr>
              <w:jc w:val="center"/>
              <w:rPr>
                <w:sz w:val="20"/>
                <w:szCs w:val="20"/>
              </w:rPr>
            </w:pPr>
            <w:r w:rsidRPr="008C6F5A">
              <w:rPr>
                <w:sz w:val="20"/>
                <w:szCs w:val="20"/>
              </w:rPr>
              <w:t>Свидетельство ЗСК № 15 от 7.09.2007 о  передаче косилки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CC900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EBD299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F24F2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0C7A882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884380" w14:textId="485479FE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D04DBA" w14:textId="5F47838F" w:rsidR="00DD4919" w:rsidRPr="00713213" w:rsidRDefault="00CA06A6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CA06A6">
              <w:rPr>
                <w:sz w:val="20"/>
                <w:szCs w:val="20"/>
              </w:rPr>
              <w:t xml:space="preserve">Тракторный прицеп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5AC170" w14:textId="362C5F0F" w:rsidR="006B1A88" w:rsidRDefault="006B1A88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6B1A88">
              <w:rPr>
                <w:sz w:val="20"/>
                <w:szCs w:val="20"/>
              </w:rPr>
              <w:t>2ПТС 4,5 мод.8549</w:t>
            </w:r>
          </w:p>
          <w:p w14:paraId="4667E9FF" w14:textId="25B56E72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1B88A8BE" w14:textId="1FB0540A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CA06A6" w:rsidRPr="00CA06A6">
              <w:rPr>
                <w:sz w:val="20"/>
                <w:szCs w:val="20"/>
              </w:rPr>
              <w:t>110104030021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BE30FA" w14:textId="51E06FAD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69CA3F" w14:textId="6949F5BD" w:rsidR="00DD4919" w:rsidRPr="00713213" w:rsidRDefault="00CA06A6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3AE098" w14:textId="29524DD9" w:rsidR="00DD4919" w:rsidRPr="00713213" w:rsidRDefault="00CA06A6" w:rsidP="0003466C">
            <w:pPr>
              <w:jc w:val="center"/>
              <w:rPr>
                <w:sz w:val="20"/>
                <w:szCs w:val="20"/>
              </w:rPr>
            </w:pPr>
            <w:r w:rsidRPr="00D57C6E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.</w:t>
            </w:r>
            <w:r w:rsidRPr="00D57C6E">
              <w:rPr>
                <w:sz w:val="20"/>
                <w:szCs w:val="20"/>
              </w:rPr>
              <w:t xml:space="preserve"> </w:t>
            </w:r>
            <w:r w:rsidRPr="00511125">
              <w:rPr>
                <w:sz w:val="20"/>
                <w:szCs w:val="20"/>
              </w:rPr>
              <w:t>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C71AB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15781F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21CB2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1D23D27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3C53D58" w14:textId="27B55DDC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9.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CF2D43" w14:textId="202E1D14" w:rsidR="00DD4919" w:rsidRPr="00713213" w:rsidRDefault="006B1A88" w:rsidP="0003466C">
            <w:pPr>
              <w:ind w:left="-108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B1A88">
              <w:rPr>
                <w:sz w:val="20"/>
                <w:szCs w:val="20"/>
                <w:lang w:val="en-US"/>
              </w:rPr>
              <w:t>Челюстной</w:t>
            </w:r>
            <w:proofErr w:type="spellEnd"/>
            <w:r w:rsidRPr="006B1A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A88">
              <w:rPr>
                <w:sz w:val="20"/>
                <w:szCs w:val="20"/>
                <w:lang w:val="en-US"/>
              </w:rPr>
              <w:t>ковш</w:t>
            </w:r>
            <w:proofErr w:type="spellEnd"/>
            <w:r w:rsidRPr="006B1A8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084A71" w14:textId="0F393189" w:rsidR="00DD4919" w:rsidRPr="00713213" w:rsidRDefault="006B1A88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6B1A88">
              <w:rPr>
                <w:sz w:val="20"/>
                <w:szCs w:val="20"/>
              </w:rPr>
              <w:t>ПКУ-08-21-01</w:t>
            </w:r>
            <w:r w:rsidR="00DD4919" w:rsidRPr="00713213">
              <w:rPr>
                <w:sz w:val="20"/>
                <w:szCs w:val="20"/>
              </w:rPr>
              <w:t>,</w:t>
            </w:r>
          </w:p>
          <w:p w14:paraId="541CA87E" w14:textId="77777777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6A78C2A3" w14:textId="41860154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6B1A88" w:rsidRPr="006B1A88">
              <w:rPr>
                <w:sz w:val="20"/>
                <w:szCs w:val="20"/>
              </w:rPr>
              <w:t>110134020143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CFD164" w14:textId="302AE288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A0AB92" w14:textId="2E333AAE" w:rsidR="00DD4919" w:rsidRPr="00713213" w:rsidRDefault="00796428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110 224,0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E2A308" w14:textId="75AA05D7" w:rsidR="00DD4919" w:rsidRPr="00713213" w:rsidRDefault="00CA06A6" w:rsidP="0003466C">
            <w:pPr>
              <w:jc w:val="center"/>
              <w:rPr>
                <w:sz w:val="20"/>
                <w:szCs w:val="20"/>
              </w:rPr>
            </w:pPr>
            <w:r w:rsidRPr="00CA06A6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953D1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54FF1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CA2CC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447B54C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4CE2DD" w14:textId="3A9CA24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0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A7F966" w14:textId="2DEC9CCF" w:rsidR="00DD4919" w:rsidRPr="00713213" w:rsidRDefault="002E1A53" w:rsidP="0003466C">
            <w:pPr>
              <w:ind w:left="-108"/>
              <w:jc w:val="center"/>
              <w:rPr>
                <w:sz w:val="20"/>
                <w:szCs w:val="20"/>
              </w:rPr>
            </w:pPr>
            <w:r w:rsidRPr="002E1A53">
              <w:rPr>
                <w:sz w:val="20"/>
                <w:szCs w:val="20"/>
              </w:rPr>
              <w:t xml:space="preserve">Измельчитель веток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6A80AA" w14:textId="091962B6" w:rsidR="002E1A53" w:rsidRDefault="002E1A53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2E1A53">
              <w:rPr>
                <w:sz w:val="20"/>
                <w:szCs w:val="20"/>
              </w:rPr>
              <w:t>ИВ-60</w:t>
            </w:r>
          </w:p>
          <w:p w14:paraId="1D11ABC3" w14:textId="7C1BBE8F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49F7173B" w14:textId="3BDF9AE3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№</w:t>
            </w:r>
            <w:r w:rsidR="002E1A53">
              <w:t xml:space="preserve"> </w:t>
            </w:r>
            <w:r w:rsidR="002E1A53" w:rsidRPr="002E1A53">
              <w:rPr>
                <w:sz w:val="20"/>
                <w:szCs w:val="20"/>
              </w:rPr>
              <w:t>110134020144</w:t>
            </w:r>
            <w:r w:rsidRPr="007132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42FF89" w14:textId="5A63E990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520116" w14:textId="259EEC52" w:rsidR="00DD4919" w:rsidRPr="00713213" w:rsidRDefault="002E1A53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129 500,0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008C6B" w14:textId="0E73CABC" w:rsidR="00DD4919" w:rsidRPr="00713213" w:rsidRDefault="002E1A53" w:rsidP="0003466C">
            <w:pPr>
              <w:jc w:val="center"/>
              <w:rPr>
                <w:sz w:val="20"/>
                <w:szCs w:val="20"/>
              </w:rPr>
            </w:pPr>
            <w:r w:rsidRPr="002E1A53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17E68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F2794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230B7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7756982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6F5471" w14:textId="7221DDF1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</w:t>
            </w:r>
            <w:r w:rsidR="00063C35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075535" w14:textId="496EB070" w:rsidR="00DD4919" w:rsidRPr="00713213" w:rsidRDefault="008D6585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Комплекс для измерения количества газа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F829C0" w14:textId="77777777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6466A28F" w14:textId="06CA3594" w:rsidR="00DD4919" w:rsidRPr="00713213" w:rsidRDefault="00DD4919" w:rsidP="0003466C">
            <w:pPr>
              <w:jc w:val="center"/>
              <w:outlineLvl w:val="2"/>
              <w:rPr>
                <w:sz w:val="16"/>
                <w:szCs w:val="16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8D6585" w:rsidRPr="008D6585">
              <w:rPr>
                <w:sz w:val="20"/>
                <w:szCs w:val="20"/>
              </w:rPr>
              <w:t>НП1105030017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7732DF" w14:textId="132C8A71" w:rsidR="00DD4919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63C35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E77692" w14:textId="4EF985FD" w:rsidR="00DD4919" w:rsidRPr="00713213" w:rsidRDefault="008D6585" w:rsidP="0003466C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60 513,00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BC858C" w14:textId="357E1587" w:rsidR="00DD4919" w:rsidRPr="00713213" w:rsidRDefault="008D6585" w:rsidP="0003466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5C22C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5AEFAB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4D62BA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63C35" w:rsidRPr="00713213" w14:paraId="5455546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36E886" w14:textId="4F36F6CC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2.23.12.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8301C6" w14:textId="25AB5CC8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Трактор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131E6D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Трактор «Беларус 82,1»</w:t>
            </w:r>
          </w:p>
          <w:p w14:paraId="0A83172A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гос. номер 54-39 23</w:t>
            </w:r>
          </w:p>
          <w:p w14:paraId="621C5862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 xml:space="preserve"> 2023 года выпуска,</w:t>
            </w:r>
          </w:p>
          <w:p w14:paraId="7477954B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 xml:space="preserve">инвентарный </w:t>
            </w:r>
          </w:p>
          <w:p w14:paraId="52E7B908" w14:textId="2AA75B74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№ 110135050001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B25946" w14:textId="716C38B2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B17A573" w14:textId="5FC7F069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3 070 000,0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5ECDC7" w14:textId="77777777" w:rsidR="00063C35" w:rsidRPr="006C7694" w:rsidRDefault="00063C35" w:rsidP="00063C35">
            <w:pPr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Собственность. Муниципальный контракт № 0118300001924</w:t>
            </w:r>
          </w:p>
          <w:p w14:paraId="15331083" w14:textId="140918C6" w:rsidR="00063C35" w:rsidRPr="006C7694" w:rsidRDefault="00063C35" w:rsidP="00063C35">
            <w:pPr>
              <w:jc w:val="center"/>
              <w:rPr>
                <w:sz w:val="20"/>
                <w:szCs w:val="20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0000010001 от 25 июня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0D1BFF" w14:textId="3C08105D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F7FE80" w14:textId="1C688E9D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EB2774" w14:textId="7233D3CE" w:rsidR="00063C35" w:rsidRPr="00713213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63C35" w:rsidRPr="00713213" w14:paraId="031E757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56CB8A" w14:textId="475FA449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2.23.13.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409C0A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 xml:space="preserve">Прицеп </w:t>
            </w:r>
          </w:p>
          <w:p w14:paraId="79AF0DC9" w14:textId="77777777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lastRenderedPageBreak/>
              <w:t xml:space="preserve">разбрасыватель </w:t>
            </w:r>
          </w:p>
          <w:p w14:paraId="6FCB4F5C" w14:textId="4BB0D66C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 xml:space="preserve">песка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1ED78E" w14:textId="77777777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lastRenderedPageBreak/>
              <w:t>Л-415</w:t>
            </w:r>
          </w:p>
          <w:p w14:paraId="6C40591F" w14:textId="77777777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lastRenderedPageBreak/>
              <w:t xml:space="preserve">инвентарный </w:t>
            </w:r>
          </w:p>
          <w:p w14:paraId="65B081B8" w14:textId="7BA7E1BC" w:rsidR="00063C35" w:rsidRPr="006C7694" w:rsidRDefault="00063C35" w:rsidP="00063C35">
            <w:pPr>
              <w:jc w:val="center"/>
              <w:outlineLvl w:val="2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>№ 110134400570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6D4F14" w14:textId="728BE3A7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Администраци</w:t>
            </w: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7F86EF" w14:textId="7BA96F55" w:rsidR="00063C35" w:rsidRPr="006C7694" w:rsidRDefault="00063C35" w:rsidP="00063C35">
            <w:pPr>
              <w:ind w:left="-108"/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  <w:lang w:val="en-US"/>
              </w:rPr>
              <w:lastRenderedPageBreak/>
              <w:t>184 800</w:t>
            </w:r>
            <w:r w:rsidRPr="006C7694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686268" w14:textId="2E20FED9" w:rsidR="00063C35" w:rsidRPr="006C7694" w:rsidRDefault="00063C35" w:rsidP="00063C35">
            <w:pPr>
              <w:jc w:val="center"/>
              <w:rPr>
                <w:sz w:val="20"/>
                <w:szCs w:val="20"/>
              </w:rPr>
            </w:pPr>
            <w:r w:rsidRPr="006C7694">
              <w:rPr>
                <w:sz w:val="20"/>
                <w:szCs w:val="20"/>
              </w:rPr>
              <w:t xml:space="preserve">Собственность. </w:t>
            </w:r>
            <w:r w:rsidRPr="006C7694">
              <w:rPr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93F29E" w14:textId="42DDA51F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lastRenderedPageBreak/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3CF7223" w14:textId="4C146B61" w:rsidR="00063C35" w:rsidRPr="006C7694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5A8148" w14:textId="46684F44" w:rsidR="00063C35" w:rsidRPr="00713213" w:rsidRDefault="00063C35" w:rsidP="00063C3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3F4A5EC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194B7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701E5E" w14:textId="37647E1D" w:rsidR="00DD4919" w:rsidRPr="00713213" w:rsidRDefault="00382383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382383">
              <w:rPr>
                <w:sz w:val="20"/>
                <w:szCs w:val="20"/>
              </w:rPr>
              <w:t xml:space="preserve">Остановочный пункт на территории Николенского </w:t>
            </w:r>
            <w:proofErr w:type="spellStart"/>
            <w:r w:rsidRPr="00382383">
              <w:rPr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3E2A3D" w14:textId="77777777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35E73FA0" w14:textId="6C9D1A48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80B253" w14:textId="73654BF2" w:rsidR="00DD4919" w:rsidRPr="00713213" w:rsidRDefault="00382383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382383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B45BB6B" w14:textId="7D4D2026" w:rsidR="00DD4919" w:rsidRPr="00713213" w:rsidRDefault="00382383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156 898,0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BB59EE" w14:textId="5B5BB88B" w:rsidR="00DD4919" w:rsidRPr="00713213" w:rsidRDefault="00382383" w:rsidP="0003466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75C65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46F15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A65CF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44E8160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23D93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508DF6" w14:textId="5D2F5BC0" w:rsidR="00DD4919" w:rsidRPr="00713213" w:rsidRDefault="005246A5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5246A5">
              <w:rPr>
                <w:sz w:val="20"/>
                <w:szCs w:val="20"/>
              </w:rPr>
              <w:t>Спортивно-игровой комплекс ул. Мира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ABDE2D" w14:textId="77777777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3F774B13" w14:textId="78421431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5246A5" w:rsidRPr="005246A5">
              <w:rPr>
                <w:sz w:val="20"/>
                <w:szCs w:val="20"/>
              </w:rPr>
              <w:t>110103100029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87F2DD" w14:textId="60BA4130" w:rsidR="00DD4919" w:rsidRPr="00713213" w:rsidRDefault="00CC35A1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7CF5C2" w14:textId="2B9F01DA" w:rsidR="00DD4919" w:rsidRPr="00713213" w:rsidRDefault="00CC35A1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246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155</w:t>
            </w:r>
            <w:r w:rsidR="005246A5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C4175A" w14:textId="4761193F" w:rsidR="00DD4919" w:rsidRPr="00713213" w:rsidRDefault="005246A5" w:rsidP="0003466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C0BB6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E3156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B7B00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7B9143D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A2825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6EC4A7" w14:textId="30DBEAF0" w:rsidR="00DD4919" w:rsidRPr="00713213" w:rsidRDefault="00CC35A1" w:rsidP="008D6585">
            <w:pPr>
              <w:outlineLvl w:val="2"/>
              <w:rPr>
                <w:sz w:val="20"/>
                <w:szCs w:val="20"/>
              </w:rPr>
            </w:pPr>
            <w:r w:rsidRPr="00CC35A1">
              <w:rPr>
                <w:sz w:val="20"/>
                <w:szCs w:val="20"/>
              </w:rPr>
              <w:t xml:space="preserve">Блок-модуль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2F1580" w14:textId="3BF13DC8" w:rsidR="00CC35A1" w:rsidRDefault="00CC35A1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CC35A1">
              <w:rPr>
                <w:sz w:val="20"/>
                <w:szCs w:val="20"/>
              </w:rPr>
              <w:t>БМ 6,0*4,8 м</w:t>
            </w:r>
          </w:p>
          <w:p w14:paraId="3EEDAD05" w14:textId="4C731666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3F137E7F" w14:textId="4143CC50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CC35A1" w:rsidRPr="00CC35A1">
              <w:rPr>
                <w:sz w:val="20"/>
                <w:szCs w:val="20"/>
              </w:rPr>
              <w:t>110132100140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E89444" w14:textId="653E6BD9" w:rsidR="00DD4919" w:rsidRPr="00713213" w:rsidRDefault="00CC35A1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8CF582" w14:textId="437CF618" w:rsidR="00DD4919" w:rsidRPr="00713213" w:rsidRDefault="00CC35A1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478 800,0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DDC5C1" w14:textId="55AB4297" w:rsidR="00DD4919" w:rsidRPr="00713213" w:rsidRDefault="00CC35A1" w:rsidP="0003466C">
            <w:pPr>
              <w:jc w:val="center"/>
              <w:rPr>
                <w:sz w:val="20"/>
                <w:szCs w:val="20"/>
              </w:rPr>
            </w:pPr>
            <w:r w:rsidRPr="00CC35A1">
              <w:rPr>
                <w:sz w:val="20"/>
                <w:szCs w:val="20"/>
              </w:rPr>
              <w:t xml:space="preserve">Собственность. </w:t>
            </w:r>
            <w:r w:rsidR="003F7BED">
              <w:rPr>
                <w:sz w:val="20"/>
                <w:szCs w:val="20"/>
              </w:rPr>
              <w:t>Договор поставки № 28/23 от 30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F8530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697270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FC1742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44AF496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E3B8B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320DD6" w14:textId="67B18D41" w:rsidR="00DD4919" w:rsidRPr="00713213" w:rsidRDefault="00110F94" w:rsidP="0003466C">
            <w:pPr>
              <w:jc w:val="center"/>
              <w:rPr>
                <w:sz w:val="20"/>
                <w:szCs w:val="20"/>
              </w:rPr>
            </w:pPr>
            <w:r w:rsidRPr="00110F94">
              <w:rPr>
                <w:sz w:val="20"/>
                <w:szCs w:val="20"/>
              </w:rPr>
              <w:t xml:space="preserve">КО-4 Коммунальный отвал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1633F2" w14:textId="123DCB6B" w:rsidR="00981701" w:rsidRDefault="00981701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981701">
              <w:rPr>
                <w:sz w:val="20"/>
                <w:szCs w:val="20"/>
              </w:rPr>
              <w:t xml:space="preserve">ТУМ-180 с </w:t>
            </w:r>
            <w:proofErr w:type="spellStart"/>
            <w:r w:rsidRPr="00981701">
              <w:rPr>
                <w:sz w:val="20"/>
                <w:szCs w:val="20"/>
              </w:rPr>
              <w:t>вентелями</w:t>
            </w:r>
            <w:proofErr w:type="spellEnd"/>
            <w:r w:rsidRPr="00981701">
              <w:rPr>
                <w:sz w:val="20"/>
                <w:szCs w:val="20"/>
              </w:rPr>
              <w:t xml:space="preserve"> ПКУ-0,802.200</w:t>
            </w:r>
          </w:p>
          <w:p w14:paraId="08499DEB" w14:textId="4C7BE53D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0B3BE550" w14:textId="61257AC4" w:rsidR="00DD4919" w:rsidRPr="00713213" w:rsidRDefault="00DD4919" w:rsidP="0003466C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="00110F94" w:rsidRPr="00110F94">
              <w:rPr>
                <w:sz w:val="20"/>
                <w:szCs w:val="20"/>
              </w:rPr>
              <w:t>110134050057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D8F699" w14:textId="38C3CF5B" w:rsidR="00DD4919" w:rsidRPr="00713213" w:rsidRDefault="00110F9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78F878" w14:textId="6F41CCCC" w:rsidR="00DD4919" w:rsidRPr="00713213" w:rsidRDefault="00484211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47 980,0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EF5D0D" w14:textId="506680CE" w:rsidR="00DD4919" w:rsidRPr="00713213" w:rsidRDefault="00110F94" w:rsidP="0003466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D18A7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1BA1A2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B89131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22E56" w:rsidRPr="00713213" w14:paraId="3B88DCA8" w14:textId="77777777" w:rsidTr="00063C35">
        <w:trPr>
          <w:trHeight w:val="80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9FD6A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6959C7" w14:textId="6C5C5339" w:rsidR="00DD4919" w:rsidRPr="00713213" w:rsidRDefault="00981701" w:rsidP="0003466C">
            <w:pPr>
              <w:jc w:val="center"/>
              <w:rPr>
                <w:sz w:val="20"/>
                <w:szCs w:val="20"/>
              </w:rPr>
            </w:pPr>
            <w:r w:rsidRPr="00981701">
              <w:rPr>
                <w:sz w:val="20"/>
                <w:szCs w:val="20"/>
              </w:rPr>
              <w:t xml:space="preserve">Косилка роторная 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19843C" w14:textId="6E451C51" w:rsidR="00981701" w:rsidRDefault="00981701" w:rsidP="00981701">
            <w:pPr>
              <w:jc w:val="center"/>
              <w:outlineLvl w:val="2"/>
              <w:rPr>
                <w:sz w:val="20"/>
                <w:szCs w:val="20"/>
              </w:rPr>
            </w:pPr>
            <w:r w:rsidRPr="00981701">
              <w:rPr>
                <w:sz w:val="20"/>
                <w:szCs w:val="20"/>
              </w:rPr>
              <w:t>Z069-1.65 м</w:t>
            </w:r>
          </w:p>
          <w:p w14:paraId="2F34381F" w14:textId="7FC6AE4C" w:rsidR="00981701" w:rsidRPr="00713213" w:rsidRDefault="00981701" w:rsidP="00981701">
            <w:pPr>
              <w:jc w:val="center"/>
              <w:outlineLvl w:val="2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инвентарный </w:t>
            </w:r>
          </w:p>
          <w:p w14:paraId="71A60F84" w14:textId="402F3AE5" w:rsidR="00DD4919" w:rsidRPr="00713213" w:rsidRDefault="00981701" w:rsidP="00981701">
            <w:pPr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 xml:space="preserve">№ </w:t>
            </w:r>
            <w:r w:rsidRPr="00981701">
              <w:rPr>
                <w:sz w:val="20"/>
                <w:szCs w:val="20"/>
              </w:rPr>
              <w:t>110134100024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AE2E45" w14:textId="52633E7B" w:rsidR="00DD4919" w:rsidRPr="00713213" w:rsidRDefault="0088607A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731D585" w14:textId="15AFEC0E" w:rsidR="00DD4919" w:rsidRPr="00713213" w:rsidRDefault="00484211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 xml:space="preserve"> 800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A9B4F17" w14:textId="21FB8F2E" w:rsidR="00DD4919" w:rsidRPr="00713213" w:rsidRDefault="0088607A" w:rsidP="0003466C">
            <w:pPr>
              <w:jc w:val="center"/>
              <w:rPr>
                <w:sz w:val="20"/>
                <w:szCs w:val="20"/>
              </w:rPr>
            </w:pPr>
            <w:r w:rsidRPr="0088607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35FC7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9248E7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A7B697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1E79F88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85F340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2.23.19.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4ADFFC" w14:textId="7F115987" w:rsidR="00DD4919" w:rsidRPr="00713213" w:rsidRDefault="005A53E7" w:rsidP="0003466C">
            <w:pPr>
              <w:jc w:val="center"/>
              <w:rPr>
                <w:sz w:val="20"/>
                <w:szCs w:val="20"/>
              </w:rPr>
            </w:pPr>
            <w:r w:rsidRPr="005A53E7">
              <w:rPr>
                <w:sz w:val="20"/>
                <w:szCs w:val="20"/>
              </w:rPr>
              <w:t>Детский игровой комплекс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EFEB58" w14:textId="78249683" w:rsidR="005A53E7" w:rsidRDefault="005A53E7" w:rsidP="0003466C">
            <w:pPr>
              <w:jc w:val="center"/>
              <w:rPr>
                <w:sz w:val="20"/>
                <w:szCs w:val="20"/>
              </w:rPr>
            </w:pPr>
            <w:r w:rsidRPr="00713213">
              <w:rPr>
                <w:sz w:val="20"/>
                <w:szCs w:val="20"/>
              </w:rPr>
              <w:t>инвентарный</w:t>
            </w:r>
          </w:p>
          <w:p w14:paraId="037FB0CD" w14:textId="7E6EDBB7" w:rsidR="00DD4919" w:rsidRPr="00713213" w:rsidRDefault="005A53E7" w:rsidP="00034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5A53E7">
              <w:rPr>
                <w:sz w:val="20"/>
                <w:szCs w:val="20"/>
              </w:rPr>
              <w:t>110136020153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4AE4B77" w14:textId="503B7A7B" w:rsidR="00DD4919" w:rsidRPr="00713213" w:rsidRDefault="00981701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D91E767" w14:textId="724B1F84" w:rsidR="00DD4919" w:rsidRPr="00713213" w:rsidRDefault="005A53E7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249 400,0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7530FE7" w14:textId="1EEB6CEA" w:rsidR="00DD4919" w:rsidRPr="00713213" w:rsidRDefault="00981701" w:rsidP="0003466C">
            <w:pPr>
              <w:jc w:val="center"/>
              <w:rPr>
                <w:sz w:val="20"/>
                <w:szCs w:val="20"/>
              </w:rPr>
            </w:pPr>
            <w:r w:rsidRPr="00981701">
              <w:rPr>
                <w:sz w:val="20"/>
                <w:szCs w:val="20"/>
              </w:rPr>
              <w:t>Собственность. Муниципальный контракт</w:t>
            </w:r>
            <w:r w:rsidR="00C90A84">
              <w:rPr>
                <w:sz w:val="20"/>
                <w:szCs w:val="20"/>
              </w:rPr>
              <w:t xml:space="preserve"> № 466 от 17.06.2024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96098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EF9512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AAD9F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547D63B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3F6A3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4EBD3B" w14:textId="33615D52" w:rsidR="00DD4919" w:rsidRPr="00713213" w:rsidRDefault="00622E56" w:rsidP="0003466C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Банкетка бг-2-2.0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3B99EC" w14:textId="77777777" w:rsidR="00622E56" w:rsidRPr="00622E56" w:rsidRDefault="00622E56" w:rsidP="00622E56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инвентарный</w:t>
            </w:r>
          </w:p>
          <w:p w14:paraId="67BE388E" w14:textId="4DA2EDE3" w:rsidR="00DD4919" w:rsidRPr="00713213" w:rsidRDefault="00622E56" w:rsidP="00622E56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622E56">
              <w:rPr>
                <w:sz w:val="20"/>
                <w:szCs w:val="20"/>
              </w:rPr>
              <w:t>110136060003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8C7B4E" w14:textId="54EBC147" w:rsidR="00DD4919" w:rsidRPr="00713213" w:rsidRDefault="00622E56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363076C" w14:textId="06A9725F" w:rsidR="00DD4919" w:rsidRPr="00713213" w:rsidRDefault="00622E56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15 939,00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EF676D7" w14:textId="77777777" w:rsidR="00930AAC" w:rsidRDefault="00930AAC" w:rsidP="0003466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 xml:space="preserve">Собственность. Договор № </w:t>
            </w:r>
            <w:r>
              <w:rPr>
                <w:sz w:val="20"/>
                <w:szCs w:val="20"/>
              </w:rPr>
              <w:t>1336-крд</w:t>
            </w:r>
            <w:r w:rsidRPr="00930AAC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13</w:t>
            </w:r>
            <w:r w:rsidRPr="00930A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сентября</w:t>
            </w:r>
            <w:r w:rsidRPr="00930AAC">
              <w:rPr>
                <w:sz w:val="20"/>
                <w:szCs w:val="20"/>
              </w:rPr>
              <w:t xml:space="preserve"> </w:t>
            </w:r>
          </w:p>
          <w:p w14:paraId="09EF7AEC" w14:textId="77BE6A07" w:rsidR="00DD4919" w:rsidRPr="00713213" w:rsidRDefault="00930AAC" w:rsidP="0003466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>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4B5A5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CD6AF8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19812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B5F5C" w:rsidRPr="00713213" w14:paraId="5F38BD19" w14:textId="77777777" w:rsidTr="00063C35">
        <w:trPr>
          <w:trHeight w:val="288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67C23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1DCD3E" w14:textId="0176D13A" w:rsidR="00DD4919" w:rsidRPr="00713213" w:rsidRDefault="00622E56" w:rsidP="0003466C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Банкетка бг-2-2.0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AC83B0" w14:textId="77777777" w:rsidR="00622E56" w:rsidRPr="00622E56" w:rsidRDefault="00622E56" w:rsidP="00622E56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инвентарный</w:t>
            </w:r>
          </w:p>
          <w:p w14:paraId="775795F1" w14:textId="44F97379" w:rsidR="00DD4919" w:rsidRPr="00713213" w:rsidRDefault="00622E56" w:rsidP="00622E56">
            <w:pPr>
              <w:jc w:val="center"/>
              <w:rPr>
                <w:sz w:val="20"/>
                <w:szCs w:val="20"/>
              </w:rPr>
            </w:pPr>
            <w:r w:rsidRPr="00622E56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622E56">
              <w:rPr>
                <w:sz w:val="20"/>
                <w:szCs w:val="20"/>
              </w:rPr>
              <w:t>110136060004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203742" w14:textId="65D18C44" w:rsidR="00DD4919" w:rsidRPr="00713213" w:rsidRDefault="00622E56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CF4D0CB" w14:textId="0643A003" w:rsidR="00DD4919" w:rsidRPr="00713213" w:rsidRDefault="00622E56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15 939,00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3E56C28" w14:textId="77777777" w:rsidR="00930AAC" w:rsidRPr="00930AAC" w:rsidRDefault="00930AAC" w:rsidP="00930AA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 xml:space="preserve">Собственность. Договор № 1336-крд от 13 сентября </w:t>
            </w:r>
          </w:p>
          <w:p w14:paraId="3545CA76" w14:textId="3372FBCB" w:rsidR="00DD4919" w:rsidRPr="00713213" w:rsidRDefault="00930AAC" w:rsidP="00930AA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>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74CE9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92703E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CE58F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B5F5C" w:rsidRPr="00713213" w14:paraId="3891449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BB4419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737A26" w14:textId="2B66C934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proofErr w:type="spellStart"/>
            <w:r w:rsidRPr="00EB5F5C">
              <w:rPr>
                <w:sz w:val="20"/>
                <w:szCs w:val="20"/>
              </w:rPr>
              <w:t>Воркаут</w:t>
            </w:r>
            <w:proofErr w:type="spellEnd"/>
            <w:r w:rsidRPr="00EB5F5C">
              <w:rPr>
                <w:sz w:val="20"/>
                <w:szCs w:val="20"/>
              </w:rPr>
              <w:t xml:space="preserve">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7EE8D6" w14:textId="77777777" w:rsidR="00EB5F5C" w:rsidRPr="00EB5F5C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инвентарный</w:t>
            </w:r>
          </w:p>
          <w:p w14:paraId="4321C0A6" w14:textId="44F4B2FB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№ 110136030009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E8722B" w14:textId="67F8420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708CEC" w14:textId="0EF4B848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750819" w14:textId="77777777" w:rsidR="00EB5F5C" w:rsidRDefault="00EB5F5C" w:rsidP="00EB5F5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>Собственность. Договор</w:t>
            </w:r>
            <w:r>
              <w:rPr>
                <w:sz w:val="20"/>
                <w:szCs w:val="20"/>
              </w:rPr>
              <w:t xml:space="preserve"> на поставку товара</w:t>
            </w:r>
            <w:r w:rsidRPr="00930AAC">
              <w:rPr>
                <w:sz w:val="20"/>
                <w:szCs w:val="20"/>
              </w:rPr>
              <w:t xml:space="preserve"> № 1</w:t>
            </w:r>
            <w:r>
              <w:rPr>
                <w:sz w:val="20"/>
                <w:szCs w:val="20"/>
              </w:rPr>
              <w:t>289</w:t>
            </w:r>
            <w:r w:rsidRPr="00930AAC">
              <w:rPr>
                <w:sz w:val="20"/>
                <w:szCs w:val="20"/>
              </w:rPr>
              <w:t xml:space="preserve"> </w:t>
            </w:r>
          </w:p>
          <w:p w14:paraId="37DF052A" w14:textId="4F0FD9AA" w:rsidR="00EB5F5C" w:rsidRPr="00713213" w:rsidRDefault="00EB5F5C" w:rsidP="00EB5F5C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20</w:t>
            </w:r>
            <w:r w:rsidRPr="00930A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июня 2</w:t>
            </w:r>
            <w:r w:rsidRPr="00930AAC">
              <w:rPr>
                <w:sz w:val="20"/>
                <w:szCs w:val="20"/>
              </w:rPr>
              <w:t>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D5E89D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6498609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DA7C72F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B5F5C" w:rsidRPr="00713213" w14:paraId="1D2C7A2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00F5F9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B831B1" w14:textId="13712B74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Тренажер Бабочка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5E46C3" w14:textId="77777777" w:rsidR="00EB5F5C" w:rsidRPr="00EB5F5C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инвентарный</w:t>
            </w:r>
          </w:p>
          <w:p w14:paraId="11A46D27" w14:textId="1CBB1D43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№</w:t>
            </w:r>
            <w:r w:rsidR="00521996">
              <w:t xml:space="preserve"> </w:t>
            </w:r>
            <w:r w:rsidR="00521996" w:rsidRPr="00521996">
              <w:rPr>
                <w:sz w:val="20"/>
                <w:szCs w:val="20"/>
              </w:rPr>
              <w:t>110136030004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FC2D8F" w14:textId="3A09FFB4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46CB039" w14:textId="08A3887B" w:rsidR="00EB5F5C" w:rsidRPr="00713213" w:rsidRDefault="00521996" w:rsidP="00EB5F5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1C4F86" w14:textId="77777777" w:rsidR="00521996" w:rsidRDefault="00521996" w:rsidP="00521996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>Собственность. Договор</w:t>
            </w:r>
            <w:r>
              <w:rPr>
                <w:sz w:val="20"/>
                <w:szCs w:val="20"/>
              </w:rPr>
              <w:t xml:space="preserve"> на поставку товара</w:t>
            </w:r>
            <w:r w:rsidRPr="00930AAC">
              <w:rPr>
                <w:sz w:val="20"/>
                <w:szCs w:val="20"/>
              </w:rPr>
              <w:t xml:space="preserve"> № 1</w:t>
            </w:r>
            <w:r>
              <w:rPr>
                <w:sz w:val="20"/>
                <w:szCs w:val="20"/>
              </w:rPr>
              <w:t>289</w:t>
            </w:r>
            <w:r w:rsidRPr="00930AAC">
              <w:rPr>
                <w:sz w:val="20"/>
                <w:szCs w:val="20"/>
              </w:rPr>
              <w:t xml:space="preserve"> </w:t>
            </w:r>
          </w:p>
          <w:p w14:paraId="1E172335" w14:textId="5423A15E" w:rsidR="00EB5F5C" w:rsidRPr="00713213" w:rsidRDefault="00521996" w:rsidP="00521996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20</w:t>
            </w:r>
            <w:r w:rsidRPr="00930A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июня 2</w:t>
            </w:r>
            <w:r w:rsidRPr="00930AAC">
              <w:rPr>
                <w:sz w:val="20"/>
                <w:szCs w:val="20"/>
              </w:rPr>
              <w:t>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AE77D3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37D61B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11DBEC5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B5F5C" w:rsidRPr="00713213" w14:paraId="7A95EBB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5754A1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449B5F" w14:textId="2747B5C5" w:rsidR="00EB5F5C" w:rsidRPr="00713213" w:rsidRDefault="00521996" w:rsidP="00EB5F5C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Тренажер </w:t>
            </w:r>
            <w:proofErr w:type="spellStart"/>
            <w:r w:rsidRPr="00521996">
              <w:rPr>
                <w:sz w:val="20"/>
                <w:szCs w:val="20"/>
              </w:rPr>
              <w:t>Хипс</w:t>
            </w:r>
            <w:proofErr w:type="spellEnd"/>
            <w:r w:rsidRPr="00521996">
              <w:rPr>
                <w:sz w:val="20"/>
                <w:szCs w:val="20"/>
              </w:rPr>
              <w:t xml:space="preserve">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29D50A" w14:textId="77777777" w:rsidR="00EB5F5C" w:rsidRPr="00EB5F5C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инвентарный</w:t>
            </w:r>
          </w:p>
          <w:p w14:paraId="05D5B2A4" w14:textId="4BD7B73B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№</w:t>
            </w:r>
            <w:r w:rsidR="00521996">
              <w:t xml:space="preserve"> </w:t>
            </w:r>
            <w:r w:rsidR="00521996" w:rsidRPr="00521996">
              <w:rPr>
                <w:sz w:val="20"/>
                <w:szCs w:val="20"/>
              </w:rPr>
              <w:t>110136030003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32F0D4" w14:textId="2CA36B3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74DD826" w14:textId="4219CD41" w:rsidR="00EB5F5C" w:rsidRPr="00713213" w:rsidRDefault="00521996" w:rsidP="00EB5F5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F27D3E" w14:textId="77777777" w:rsidR="00521996" w:rsidRDefault="00521996" w:rsidP="00521996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>Собственность. Договор</w:t>
            </w:r>
            <w:r>
              <w:rPr>
                <w:sz w:val="20"/>
                <w:szCs w:val="20"/>
              </w:rPr>
              <w:t xml:space="preserve"> на поставку товара</w:t>
            </w:r>
            <w:r w:rsidRPr="00930AAC">
              <w:rPr>
                <w:sz w:val="20"/>
                <w:szCs w:val="20"/>
              </w:rPr>
              <w:t xml:space="preserve"> № 1</w:t>
            </w:r>
            <w:r>
              <w:rPr>
                <w:sz w:val="20"/>
                <w:szCs w:val="20"/>
              </w:rPr>
              <w:t>289</w:t>
            </w:r>
            <w:r w:rsidRPr="00930AAC">
              <w:rPr>
                <w:sz w:val="20"/>
                <w:szCs w:val="20"/>
              </w:rPr>
              <w:t xml:space="preserve"> </w:t>
            </w:r>
          </w:p>
          <w:p w14:paraId="2E0BA110" w14:textId="72BBBB84" w:rsidR="00EB5F5C" w:rsidRPr="00713213" w:rsidRDefault="00521996" w:rsidP="00521996">
            <w:pPr>
              <w:jc w:val="center"/>
              <w:rPr>
                <w:sz w:val="20"/>
                <w:szCs w:val="20"/>
              </w:rPr>
            </w:pPr>
            <w:r w:rsidRPr="00930AA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20</w:t>
            </w:r>
            <w:r w:rsidRPr="00930A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июня 2</w:t>
            </w:r>
            <w:r w:rsidRPr="00930AAC">
              <w:rPr>
                <w:sz w:val="20"/>
                <w:szCs w:val="20"/>
              </w:rPr>
              <w:t>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2EAE32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DD5D4E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3512219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B5F5C" w:rsidRPr="00713213" w14:paraId="4CCA14D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8125D2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3AB2F3" w14:textId="1837169B" w:rsidR="00EB5F5C" w:rsidRPr="00713213" w:rsidRDefault="000E5FC9" w:rsidP="00EB5F5C">
            <w:pPr>
              <w:jc w:val="center"/>
              <w:rPr>
                <w:sz w:val="20"/>
                <w:szCs w:val="20"/>
              </w:rPr>
            </w:pPr>
            <w:r w:rsidRPr="000E5FC9">
              <w:rPr>
                <w:sz w:val="20"/>
                <w:szCs w:val="20"/>
              </w:rPr>
              <w:t xml:space="preserve">Тренажер </w:t>
            </w:r>
            <w:proofErr w:type="spellStart"/>
            <w:r w:rsidRPr="000E5FC9">
              <w:rPr>
                <w:sz w:val="20"/>
                <w:szCs w:val="20"/>
              </w:rPr>
              <w:t>Орбитрек</w:t>
            </w:r>
            <w:proofErr w:type="spellEnd"/>
            <w:r w:rsidRPr="000E5FC9">
              <w:rPr>
                <w:sz w:val="20"/>
                <w:szCs w:val="20"/>
              </w:rPr>
              <w:t xml:space="preserve">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71F2B0" w14:textId="77777777" w:rsidR="00EB5F5C" w:rsidRPr="00EB5F5C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инвентарный</w:t>
            </w:r>
          </w:p>
          <w:p w14:paraId="69FB4EC4" w14:textId="06E4BA58" w:rsidR="00EB5F5C" w:rsidRPr="00713213" w:rsidRDefault="00EB5F5C" w:rsidP="00EB5F5C">
            <w:pPr>
              <w:jc w:val="center"/>
              <w:outlineLvl w:val="2"/>
              <w:rPr>
                <w:sz w:val="20"/>
                <w:szCs w:val="20"/>
              </w:rPr>
            </w:pPr>
            <w:r w:rsidRPr="00EB5F5C">
              <w:rPr>
                <w:sz w:val="20"/>
                <w:szCs w:val="20"/>
              </w:rPr>
              <w:t>№</w:t>
            </w:r>
            <w:r w:rsidR="000E5FC9">
              <w:t xml:space="preserve"> </w:t>
            </w:r>
            <w:r w:rsidR="000E5FC9" w:rsidRPr="000E5FC9">
              <w:rPr>
                <w:sz w:val="20"/>
                <w:szCs w:val="20"/>
              </w:rPr>
              <w:t>110136000001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09957C" w14:textId="1454FA1F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C35A1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FB89F8C" w14:textId="23D82D10" w:rsidR="00EB5F5C" w:rsidRPr="00713213" w:rsidRDefault="000E5FC9" w:rsidP="00EB5F5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1D29B6" w14:textId="77777777" w:rsidR="00521996" w:rsidRPr="00521996" w:rsidRDefault="00521996" w:rsidP="00521996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Собственность. Договор на поставку товара № 1289 </w:t>
            </w:r>
          </w:p>
          <w:p w14:paraId="6297DD69" w14:textId="59D60541" w:rsidR="00EB5F5C" w:rsidRPr="00713213" w:rsidRDefault="00521996" w:rsidP="00521996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>от 20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15F024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AA7D9B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A165C5" w14:textId="77777777" w:rsidR="00EB5F5C" w:rsidRPr="00713213" w:rsidRDefault="00EB5F5C" w:rsidP="00EB5F5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55BA" w:rsidRPr="00713213" w14:paraId="5E0FB80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8DCFD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BDD0A4" w14:textId="385AC96A" w:rsidR="00DD4919" w:rsidRPr="00713213" w:rsidRDefault="001655BA" w:rsidP="0003466C">
            <w:pPr>
              <w:jc w:val="center"/>
              <w:rPr>
                <w:sz w:val="20"/>
                <w:szCs w:val="20"/>
              </w:rPr>
            </w:pPr>
            <w:r w:rsidRPr="001655BA">
              <w:rPr>
                <w:sz w:val="20"/>
                <w:szCs w:val="20"/>
              </w:rPr>
              <w:t xml:space="preserve">Тренажер </w:t>
            </w:r>
            <w:proofErr w:type="spellStart"/>
            <w:r w:rsidRPr="001655BA">
              <w:rPr>
                <w:sz w:val="20"/>
                <w:szCs w:val="20"/>
              </w:rPr>
              <w:t>Жим+Подтягивание</w:t>
            </w:r>
            <w:proofErr w:type="spellEnd"/>
            <w:r w:rsidRPr="001655BA">
              <w:rPr>
                <w:sz w:val="20"/>
                <w:szCs w:val="20"/>
              </w:rPr>
              <w:t xml:space="preserve">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275690" w14:textId="77777777" w:rsidR="001655BA" w:rsidRPr="001C2663" w:rsidRDefault="001655BA" w:rsidP="001655BA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инвентарный</w:t>
            </w:r>
          </w:p>
          <w:p w14:paraId="2728A346" w14:textId="23D5CC73" w:rsidR="00DD4919" w:rsidRPr="00713213" w:rsidRDefault="001655BA" w:rsidP="001655BA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 xml:space="preserve">№ </w:t>
            </w:r>
            <w:r w:rsidR="001C2663" w:rsidRPr="001C2663">
              <w:rPr>
                <w:sz w:val="20"/>
                <w:szCs w:val="20"/>
              </w:rPr>
              <w:t>110136030005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0C7A69" w14:textId="6F795B4A" w:rsidR="00DD4919" w:rsidRPr="00713213" w:rsidRDefault="001655BA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C10102" w14:textId="0F84BA81" w:rsidR="00DD4919" w:rsidRPr="00713213" w:rsidRDefault="001655BA" w:rsidP="0003466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C8DB05" w14:textId="77777777" w:rsidR="001655BA" w:rsidRPr="00521996" w:rsidRDefault="001655BA" w:rsidP="001655BA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Собственность. Договор на поставку товара № 1289 </w:t>
            </w:r>
          </w:p>
          <w:p w14:paraId="2B734740" w14:textId="6F874DF8" w:rsidR="00DD4919" w:rsidRPr="00713213" w:rsidRDefault="001655BA" w:rsidP="001655BA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>от 20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81202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4BC503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75DA1A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C2663" w:rsidRPr="00713213" w14:paraId="08D58DD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864714" w14:textId="02F7C146" w:rsidR="001C2663" w:rsidRPr="00713213" w:rsidRDefault="001C266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2.23.2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61811D" w14:textId="2CCB2FC8" w:rsidR="001C2663" w:rsidRPr="001655BA" w:rsidRDefault="001C2663" w:rsidP="001C2663">
            <w:pPr>
              <w:jc w:val="center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Тренажер Жим ногами + Степ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747093" w14:textId="77777777" w:rsidR="001C2663" w:rsidRPr="001C2663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инвентарный</w:t>
            </w:r>
          </w:p>
          <w:p w14:paraId="69A30DE0" w14:textId="13665588" w:rsidR="001C2663" w:rsidRPr="00EB5F5C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№ 11013603000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582A22" w14:textId="7E6AA4ED" w:rsidR="001C2663" w:rsidRPr="001655BA" w:rsidRDefault="001C266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455396F" w14:textId="3F089B3E" w:rsidR="001C2663" w:rsidRDefault="001C2663" w:rsidP="001C266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9AAE3D" w14:textId="77777777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Собственность. Договор на поставку товара № 1289 </w:t>
            </w:r>
          </w:p>
          <w:p w14:paraId="3489446C" w14:textId="311B035F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>от 20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12A8B2" w14:textId="6A00F168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DE76C1" w14:textId="413A0B75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7E8588" w14:textId="6AD657D3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C2663" w:rsidRPr="00713213" w14:paraId="0972447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99C0ABA" w14:textId="644A836F" w:rsidR="001C2663" w:rsidRPr="00713213" w:rsidRDefault="00BD4ECD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D4ECD">
              <w:rPr>
                <w:rFonts w:eastAsia="Arial"/>
                <w:sz w:val="20"/>
                <w:szCs w:val="20"/>
                <w:lang w:eastAsia="hi-IN" w:bidi="hi-IN"/>
              </w:rPr>
              <w:t>2.23.2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  <w:r w:rsidRPr="00BD4EC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545D35" w14:textId="72C524F2" w:rsidR="001C2663" w:rsidRPr="001655BA" w:rsidRDefault="0099087D" w:rsidP="001C2663">
            <w:pPr>
              <w:jc w:val="center"/>
              <w:rPr>
                <w:sz w:val="20"/>
                <w:szCs w:val="20"/>
              </w:rPr>
            </w:pPr>
            <w:r w:rsidRPr="0099087D">
              <w:rPr>
                <w:sz w:val="20"/>
                <w:szCs w:val="20"/>
              </w:rPr>
              <w:t>Тренажер Жим лежа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DE0AA8" w14:textId="77777777" w:rsidR="001C2663" w:rsidRPr="001C2663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инвентарный</w:t>
            </w:r>
          </w:p>
          <w:p w14:paraId="698899B6" w14:textId="5552B5E8" w:rsidR="001C2663" w:rsidRPr="00EB5F5C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№ 11013603000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7DC4B1" w14:textId="0E1FF802" w:rsidR="001C2663" w:rsidRPr="001655BA" w:rsidRDefault="001C266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EF9184" w14:textId="7966BFEA" w:rsidR="001C2663" w:rsidRDefault="001C2663" w:rsidP="001C266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83E5A3" w14:textId="77777777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Собственность. Договор на поставку товара № 1289 </w:t>
            </w:r>
          </w:p>
          <w:p w14:paraId="40AE5F47" w14:textId="230D5849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>от 20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89F6F6" w14:textId="3BF42F11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3D44935" w14:textId="21BE6AEE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2094A40" w14:textId="2118F871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C2663" w:rsidRPr="00713213" w14:paraId="0FF49F1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210D8EB" w14:textId="58B00725" w:rsidR="001C2663" w:rsidRPr="00713213" w:rsidRDefault="00BD4ECD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D4ECD">
              <w:rPr>
                <w:rFonts w:eastAsia="Arial"/>
                <w:sz w:val="20"/>
                <w:szCs w:val="20"/>
                <w:lang w:eastAsia="hi-IN" w:bidi="hi-IN"/>
              </w:rPr>
              <w:t>2.23.2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  <w:r w:rsidRPr="00BD4EC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5E7FB2" w14:textId="219F7E58" w:rsidR="001C2663" w:rsidRPr="001655BA" w:rsidRDefault="0099087D" w:rsidP="001C2663">
            <w:pPr>
              <w:jc w:val="center"/>
              <w:rPr>
                <w:sz w:val="20"/>
                <w:szCs w:val="20"/>
              </w:rPr>
            </w:pPr>
            <w:proofErr w:type="spellStart"/>
            <w:r w:rsidRPr="0099087D">
              <w:rPr>
                <w:sz w:val="20"/>
                <w:szCs w:val="20"/>
              </w:rPr>
              <w:t>Рукоход</w:t>
            </w:r>
            <w:proofErr w:type="spellEnd"/>
            <w:r w:rsidRPr="0099087D">
              <w:rPr>
                <w:sz w:val="20"/>
                <w:szCs w:val="20"/>
              </w:rPr>
              <w:t xml:space="preserve"> с канатом и кольцами "Геркулес"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8D343D" w14:textId="77777777" w:rsidR="001C2663" w:rsidRPr="001C2663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инвентарный</w:t>
            </w:r>
          </w:p>
          <w:p w14:paraId="13559EB7" w14:textId="240449B7" w:rsidR="001C2663" w:rsidRPr="00EB5F5C" w:rsidRDefault="001C2663" w:rsidP="001C2663">
            <w:pPr>
              <w:jc w:val="center"/>
              <w:outlineLvl w:val="2"/>
              <w:rPr>
                <w:sz w:val="20"/>
                <w:szCs w:val="20"/>
              </w:rPr>
            </w:pPr>
            <w:r w:rsidRPr="001C2663">
              <w:rPr>
                <w:sz w:val="20"/>
                <w:szCs w:val="20"/>
              </w:rPr>
              <w:t>№ 11013603000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B69E28" w14:textId="13E21635" w:rsidR="001C2663" w:rsidRPr="001655BA" w:rsidRDefault="001C266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DE4FE8" w14:textId="4CA60304" w:rsidR="001C2663" w:rsidRDefault="001C2663" w:rsidP="001C266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D03C77" w14:textId="77777777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 xml:space="preserve">Собственность. Договор на поставку товара № 1289 </w:t>
            </w:r>
          </w:p>
          <w:p w14:paraId="09AC35ED" w14:textId="5CACA1E2" w:rsidR="001C2663" w:rsidRPr="00521996" w:rsidRDefault="001C2663" w:rsidP="001C2663">
            <w:pPr>
              <w:jc w:val="center"/>
              <w:rPr>
                <w:sz w:val="20"/>
                <w:szCs w:val="20"/>
              </w:rPr>
            </w:pPr>
            <w:r w:rsidRPr="00521996">
              <w:rPr>
                <w:sz w:val="20"/>
                <w:szCs w:val="20"/>
              </w:rPr>
              <w:t>от 20 июня 2023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9D72E1" w14:textId="55FFC192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4CFAE7" w14:textId="4FB1D28F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9424F9A" w14:textId="73E78D97" w:rsidR="001C2663" w:rsidRPr="00713213" w:rsidRDefault="00876C33" w:rsidP="001C266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876C33" w:rsidRPr="00713213" w14:paraId="5842E57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CD0C1D" w14:textId="2AA5A661" w:rsidR="00876C33" w:rsidRPr="00BD4ECD" w:rsidRDefault="00876C33" w:rsidP="00876C3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A16310">
              <w:rPr>
                <w:rFonts w:eastAsia="Arial"/>
                <w:sz w:val="20"/>
                <w:szCs w:val="20"/>
                <w:lang w:eastAsia="hi-IN" w:bidi="hi-IN"/>
              </w:rPr>
              <w:t>30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567BA4" w14:textId="544D4D10" w:rsidR="00876C33" w:rsidRPr="0099087D" w:rsidRDefault="00222BE8" w:rsidP="00876C33">
            <w:pPr>
              <w:jc w:val="center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Остановочный павильон,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0E1232" w14:textId="77777777" w:rsidR="00A16310" w:rsidRPr="00A16310" w:rsidRDefault="00A16310" w:rsidP="00A16310">
            <w:pPr>
              <w:jc w:val="center"/>
              <w:outlineLvl w:val="2"/>
              <w:rPr>
                <w:sz w:val="20"/>
                <w:szCs w:val="20"/>
              </w:rPr>
            </w:pPr>
            <w:r w:rsidRPr="00A16310">
              <w:rPr>
                <w:sz w:val="20"/>
                <w:szCs w:val="20"/>
              </w:rPr>
              <w:t>инвентарный</w:t>
            </w:r>
          </w:p>
          <w:p w14:paraId="4BD22AE1" w14:textId="3952507C" w:rsidR="00876C33" w:rsidRPr="001C2663" w:rsidRDefault="00A16310" w:rsidP="00A16310">
            <w:pPr>
              <w:jc w:val="center"/>
              <w:outlineLvl w:val="2"/>
              <w:rPr>
                <w:sz w:val="20"/>
                <w:szCs w:val="20"/>
              </w:rPr>
            </w:pPr>
            <w:r w:rsidRPr="00A16310">
              <w:rPr>
                <w:sz w:val="20"/>
                <w:szCs w:val="20"/>
              </w:rPr>
              <w:t xml:space="preserve">№ </w:t>
            </w:r>
            <w:r w:rsidR="00222BE8">
              <w:rPr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C3CD95" w14:textId="7784CED9" w:rsidR="00876C33" w:rsidRPr="001655BA" w:rsidRDefault="00A16310" w:rsidP="00876C3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16310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B2B0C8" w14:textId="0A42A220" w:rsidR="00876C33" w:rsidRDefault="00222BE8" w:rsidP="00876C3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34D8D2" w14:textId="7A88D469" w:rsidR="00876C33" w:rsidRPr="00521996" w:rsidRDefault="00A16310" w:rsidP="00876C33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6EED45" w14:textId="46BD30B9" w:rsidR="00876C33" w:rsidRPr="00713213" w:rsidRDefault="00876C33" w:rsidP="00876C3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C914901" w14:textId="63030FC9" w:rsidR="00876C33" w:rsidRPr="00713213" w:rsidRDefault="00876C33" w:rsidP="00876C3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AA9C82" w14:textId="07816D70" w:rsidR="00876C33" w:rsidRPr="00713213" w:rsidRDefault="00876C33" w:rsidP="00876C3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16310" w:rsidRPr="00713213" w14:paraId="7302B84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69EB8D" w14:textId="52630F80" w:rsidR="00A16310" w:rsidRPr="00BD4ECD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31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7E490E" w14:textId="26EE3A28" w:rsidR="00A16310" w:rsidRPr="0099087D" w:rsidRDefault="00222BE8" w:rsidP="00A16310">
            <w:pPr>
              <w:jc w:val="center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Остановка 2,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E1B8F9" w14:textId="77777777" w:rsidR="00222BE8" w:rsidRPr="00222BE8" w:rsidRDefault="00222BE8" w:rsidP="00222BE8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инвентарный</w:t>
            </w:r>
          </w:p>
          <w:p w14:paraId="7AC566D7" w14:textId="689BBF4D" w:rsidR="00A16310" w:rsidRPr="001C2663" w:rsidRDefault="00222BE8" w:rsidP="00222BE8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№ 110403100008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072E43" w14:textId="2725479A" w:rsidR="00A16310" w:rsidRPr="001655BA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8866008" w14:textId="6BC4D59D" w:rsidR="00A16310" w:rsidRDefault="00222BE8" w:rsidP="00A1631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33 995,0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1F0CBF" w14:textId="38EFCED9" w:rsidR="00A16310" w:rsidRPr="00521996" w:rsidRDefault="00222BE8" w:rsidP="00A16310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38ACD6" w14:textId="0B5005E2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94B8973" w14:textId="17FE5851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1E4D66B" w14:textId="138ECB28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16310" w:rsidRPr="00713213" w14:paraId="2CAFA95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96FB2C" w14:textId="7E1D4F35" w:rsidR="00A16310" w:rsidRPr="00BD4ECD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 w:rsidR="00DF6081">
              <w:rPr>
                <w:rFonts w:eastAsia="Arial"/>
                <w:sz w:val="20"/>
                <w:szCs w:val="20"/>
                <w:lang w:eastAsia="hi-IN" w:bidi="hi-IN"/>
              </w:rPr>
              <w:t>32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2E7D29" w14:textId="1B04BD47" w:rsidR="00A16310" w:rsidRPr="0099087D" w:rsidRDefault="00914D0C" w:rsidP="00A16310">
            <w:pPr>
              <w:jc w:val="center"/>
              <w:rPr>
                <w:sz w:val="20"/>
                <w:szCs w:val="20"/>
              </w:rPr>
            </w:pPr>
            <w:r w:rsidRPr="00914D0C">
              <w:rPr>
                <w:sz w:val="20"/>
                <w:szCs w:val="20"/>
              </w:rPr>
              <w:t>Остановка,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699C7E" w14:textId="77777777" w:rsidR="00222BE8" w:rsidRPr="00222BE8" w:rsidRDefault="00222BE8" w:rsidP="00222BE8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инвентарный</w:t>
            </w:r>
          </w:p>
          <w:p w14:paraId="32844DE2" w14:textId="1D936211" w:rsidR="00A16310" w:rsidRPr="001C2663" w:rsidRDefault="00222BE8" w:rsidP="00222BE8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 xml:space="preserve">№ </w:t>
            </w:r>
            <w:r w:rsidR="00914D0C" w:rsidRPr="00914D0C">
              <w:rPr>
                <w:sz w:val="20"/>
                <w:szCs w:val="20"/>
              </w:rPr>
              <w:t>110403100005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ACB597" w14:textId="5C38993D" w:rsidR="00A16310" w:rsidRPr="001655BA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16310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BF1735" w14:textId="5DC0BA6F" w:rsidR="00A16310" w:rsidRDefault="00914D0C" w:rsidP="00A1631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33 996,0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EA0C52" w14:textId="62DF2948" w:rsidR="00A16310" w:rsidRPr="00521996" w:rsidRDefault="00222BE8" w:rsidP="00A16310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E764E1" w14:textId="68148C0E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A15E355" w14:textId="774DDCB5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BEF452" w14:textId="011913FA" w:rsidR="00A16310" w:rsidRPr="00713213" w:rsidRDefault="00A16310" w:rsidP="00A1631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71C3C" w:rsidRPr="00713213" w14:paraId="28ED0DD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918782" w14:textId="0FF3B86D" w:rsidR="00371C3C" w:rsidRPr="00876C33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33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084E28" w14:textId="58A07511" w:rsidR="00371C3C" w:rsidRPr="0099087D" w:rsidRDefault="00371C3C" w:rsidP="00371C3C">
            <w:pPr>
              <w:jc w:val="center"/>
              <w:rPr>
                <w:sz w:val="20"/>
                <w:szCs w:val="20"/>
              </w:rPr>
            </w:pPr>
            <w:r w:rsidRPr="003C498A">
              <w:rPr>
                <w:sz w:val="20"/>
                <w:szCs w:val="20"/>
              </w:rPr>
              <w:t>Остановочный павильон,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3669A5" w14:textId="77777777" w:rsidR="00371C3C" w:rsidRPr="00222BE8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инвентарный</w:t>
            </w:r>
          </w:p>
          <w:p w14:paraId="09AB3CC3" w14:textId="677FE13E" w:rsidR="00371C3C" w:rsidRPr="001C2663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46AB6E" w14:textId="025BAD87" w:rsidR="00371C3C" w:rsidRPr="001655BA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72B6357" w14:textId="4CD8B7E9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8EEC47" w14:textId="5DCC0635" w:rsidR="00371C3C" w:rsidRPr="00521996" w:rsidRDefault="00371C3C" w:rsidP="00371C3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0B3A62" w14:textId="6FD306E1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CB8C3A" w14:textId="0DBBCB45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CF89FB" w14:textId="7871CE56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71C3C" w:rsidRPr="00713213" w14:paraId="22185EF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68599B" w14:textId="1268B29E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34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4245B5" w14:textId="113FB1F4" w:rsidR="00371C3C" w:rsidRPr="0099087D" w:rsidRDefault="00371C3C" w:rsidP="00371C3C">
            <w:pPr>
              <w:jc w:val="center"/>
              <w:rPr>
                <w:sz w:val="20"/>
                <w:szCs w:val="20"/>
              </w:rPr>
            </w:pPr>
            <w:r w:rsidRPr="003C498A">
              <w:rPr>
                <w:sz w:val="20"/>
                <w:szCs w:val="20"/>
              </w:rPr>
              <w:t>Остановочный павильон,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CDBC85" w14:textId="77777777" w:rsidR="00371C3C" w:rsidRPr="00222BE8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>инвентарный</w:t>
            </w:r>
          </w:p>
          <w:p w14:paraId="327905A6" w14:textId="366ECBFB" w:rsidR="00371C3C" w:rsidRPr="001C2663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222BE8">
              <w:rPr>
                <w:sz w:val="20"/>
                <w:szCs w:val="20"/>
              </w:rPr>
              <w:t xml:space="preserve">№ </w:t>
            </w:r>
            <w:r w:rsidRPr="003C498A">
              <w:rPr>
                <w:sz w:val="20"/>
                <w:szCs w:val="20"/>
              </w:rPr>
              <w:t>110103100003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DA836D" w14:textId="774C2152" w:rsidR="00371C3C" w:rsidRPr="001655BA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4F0C96F" w14:textId="6277C566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6C832F" w14:textId="30B1E329" w:rsidR="00371C3C" w:rsidRPr="00521996" w:rsidRDefault="00371C3C" w:rsidP="00371C3C">
            <w:pPr>
              <w:jc w:val="center"/>
              <w:rPr>
                <w:sz w:val="20"/>
                <w:szCs w:val="20"/>
              </w:rPr>
            </w:pPr>
            <w:r w:rsidRPr="008D6585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F19670" w14:textId="4105A2E4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2523E7" w14:textId="1046E32B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7DF06E5" w14:textId="0A859009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71C3C" w:rsidRPr="00713213" w14:paraId="5D5B771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BADE9B" w14:textId="429B353D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35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FAA191" w14:textId="44277FF5" w:rsidR="00371C3C" w:rsidRPr="0099087D" w:rsidRDefault="00371C3C" w:rsidP="00371C3C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Остановочный павильон,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90247B" w14:textId="77777777" w:rsidR="00371C3C" w:rsidRPr="00DF0947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2B153FE6" w14:textId="34D4370F" w:rsidR="00371C3C" w:rsidRPr="001C2663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4116B8" w14:textId="75A0652B" w:rsidR="00371C3C" w:rsidRPr="001655BA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118B95" w14:textId="24CBCC13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33 333,01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24747A" w14:textId="669168F6" w:rsidR="00371C3C" w:rsidRPr="00521996" w:rsidRDefault="00371C3C" w:rsidP="00371C3C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951948" w14:textId="40F37193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0F79D89" w14:textId="5658F91B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6635FB4" w14:textId="2E595F72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71C3C" w:rsidRPr="00713213" w14:paraId="67FAED4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0A2E72" w14:textId="47F6ADAE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36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A49945" w14:textId="41242A60" w:rsidR="00371C3C" w:rsidRPr="0099087D" w:rsidRDefault="00371C3C" w:rsidP="00371C3C">
            <w:pPr>
              <w:jc w:val="center"/>
              <w:rPr>
                <w:sz w:val="20"/>
                <w:szCs w:val="20"/>
              </w:rPr>
            </w:pPr>
            <w:r w:rsidRPr="007E0E3F">
              <w:rPr>
                <w:sz w:val="20"/>
                <w:szCs w:val="20"/>
              </w:rPr>
              <w:t>Въездная стела "Николенское сельское поселение", Третья группа (свыше 3 лет до 5 лет включительно)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5919E7" w14:textId="77777777" w:rsidR="00371C3C" w:rsidRPr="00DF0947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739894F9" w14:textId="2450DF34" w:rsidR="00371C3C" w:rsidRPr="001C2663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 xml:space="preserve">№ </w:t>
            </w:r>
            <w:r w:rsidRPr="00826412">
              <w:rPr>
                <w:sz w:val="20"/>
                <w:szCs w:val="20"/>
              </w:rPr>
              <w:t>110851030001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981B67" w14:textId="25561962" w:rsidR="00371C3C" w:rsidRPr="001655BA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16310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9601D80" w14:textId="6353A981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308 635,0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58A499" w14:textId="1F8A94EE" w:rsidR="00371C3C" w:rsidRPr="00521996" w:rsidRDefault="00371C3C" w:rsidP="00371C3C">
            <w:pPr>
              <w:jc w:val="center"/>
              <w:rPr>
                <w:sz w:val="20"/>
                <w:szCs w:val="20"/>
              </w:rPr>
            </w:pPr>
            <w:r w:rsidRPr="00826412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26 от 26 августа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AF470A" w14:textId="35AF5BB3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453315" w14:textId="235DC037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AC58E8F" w14:textId="5EA3BDD1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71C3C" w:rsidRPr="00713213" w14:paraId="5C7CF21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83F8F5" w14:textId="3AC29FDD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37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F2C039" w14:textId="7DD19A2B" w:rsidR="00371C3C" w:rsidRPr="0099087D" w:rsidRDefault="0048017C" w:rsidP="00371C3C">
            <w:pPr>
              <w:jc w:val="center"/>
              <w:rPr>
                <w:sz w:val="20"/>
                <w:szCs w:val="20"/>
              </w:rPr>
            </w:pPr>
            <w:r w:rsidRPr="0048017C">
              <w:rPr>
                <w:sz w:val="20"/>
                <w:szCs w:val="20"/>
              </w:rPr>
              <w:t xml:space="preserve">Ворота совмещенные 2 </w:t>
            </w:r>
            <w:proofErr w:type="spellStart"/>
            <w:r w:rsidRPr="0048017C">
              <w:rPr>
                <w:sz w:val="20"/>
                <w:szCs w:val="20"/>
              </w:rPr>
              <w:t>шт</w:t>
            </w:r>
            <w:proofErr w:type="spellEnd"/>
            <w:r w:rsidRPr="0048017C">
              <w:rPr>
                <w:sz w:val="20"/>
                <w:szCs w:val="20"/>
              </w:rPr>
              <w:t>, Вторая группа (свыше 2 лет до 3 лет включительно)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3DC136" w14:textId="77777777" w:rsidR="00371C3C" w:rsidRPr="00DF0947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3BC50FDE" w14:textId="052A0013" w:rsidR="00371C3C" w:rsidRPr="001C2663" w:rsidRDefault="00371C3C" w:rsidP="00371C3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FE843A" w14:textId="73189AB1" w:rsidR="00371C3C" w:rsidRPr="001655BA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C2370F8" w14:textId="19544892" w:rsidR="00371C3C" w:rsidRPr="0048017C" w:rsidRDefault="0048017C" w:rsidP="00371C3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22 600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B1DA5F" w14:textId="0D5C497C" w:rsidR="00371C3C" w:rsidRPr="00521996" w:rsidRDefault="0048017C" w:rsidP="00371C3C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134728" w14:textId="4AB5F1D6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E9D7870" w14:textId="410B82B2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A222F4A" w14:textId="71A1CC57" w:rsidR="00371C3C" w:rsidRDefault="00371C3C" w:rsidP="00371C3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48017C" w:rsidRPr="00713213" w14:paraId="1A7487CD" w14:textId="77777777" w:rsidTr="00063C35">
        <w:trPr>
          <w:trHeight w:val="1006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946684" w14:textId="675C9920" w:rsidR="0048017C" w:rsidRPr="00876C33" w:rsidRDefault="0048017C" w:rsidP="0048017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2.23.3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2DB63D" w14:textId="11615BEF" w:rsidR="0048017C" w:rsidRPr="0099087D" w:rsidRDefault="0048017C" w:rsidP="0048017C">
            <w:pPr>
              <w:jc w:val="center"/>
              <w:rPr>
                <w:sz w:val="20"/>
                <w:szCs w:val="20"/>
              </w:rPr>
            </w:pPr>
            <w:r w:rsidRPr="0048017C">
              <w:rPr>
                <w:sz w:val="20"/>
                <w:szCs w:val="20"/>
              </w:rPr>
              <w:t>Горка,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AC96B9" w14:textId="77777777" w:rsidR="0048017C" w:rsidRPr="00DF0947" w:rsidRDefault="0048017C" w:rsidP="0048017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64B5054B" w14:textId="181EEB82" w:rsidR="0048017C" w:rsidRPr="00DF0947" w:rsidRDefault="0048017C" w:rsidP="0048017C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9904DC" w14:textId="753DABD2" w:rsidR="0048017C" w:rsidRPr="001655BA" w:rsidRDefault="0048017C" w:rsidP="0048017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5C3400" w14:textId="25601B45" w:rsidR="0048017C" w:rsidRDefault="00301991" w:rsidP="0048017C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</w:t>
            </w:r>
            <w:r w:rsidR="0048017C">
              <w:rPr>
                <w:sz w:val="20"/>
                <w:szCs w:val="20"/>
                <w:lang w:val="en-US"/>
              </w:rPr>
              <w:t>00</w:t>
            </w:r>
            <w:r w:rsidR="0048017C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43DA29" w14:textId="3CA4FB40" w:rsidR="0048017C" w:rsidRPr="00521996" w:rsidRDefault="0048017C" w:rsidP="0048017C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1541F7" w14:textId="67291219" w:rsidR="0048017C" w:rsidRDefault="0048017C" w:rsidP="0048017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90904C" w14:textId="2DA849E3" w:rsidR="0048017C" w:rsidRDefault="0048017C" w:rsidP="0048017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4FC9F34" w14:textId="2C274629" w:rsidR="0048017C" w:rsidRDefault="0048017C" w:rsidP="0048017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8119D1" w:rsidRPr="00713213" w14:paraId="0920E00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A5B363F" w14:textId="1AEF9723" w:rsidR="008119D1" w:rsidRPr="00876C33" w:rsidRDefault="008119D1" w:rsidP="008119D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39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3CD133" w14:textId="4B1DE135" w:rsidR="008119D1" w:rsidRPr="0099087D" w:rsidRDefault="00C943CE" w:rsidP="008119D1">
            <w:pPr>
              <w:jc w:val="center"/>
              <w:rPr>
                <w:sz w:val="20"/>
                <w:szCs w:val="20"/>
              </w:rPr>
            </w:pPr>
            <w:r w:rsidRPr="00C943CE">
              <w:rPr>
                <w:sz w:val="20"/>
                <w:szCs w:val="20"/>
              </w:rPr>
              <w:t>Качалка -балансир "Стрекоза 2шт,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E3C912" w14:textId="77777777" w:rsidR="008119D1" w:rsidRPr="00DF0947" w:rsidRDefault="008119D1" w:rsidP="008119D1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103261DB" w14:textId="0A0E465A" w:rsidR="008119D1" w:rsidRPr="00DF0947" w:rsidRDefault="008119D1" w:rsidP="008119D1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E0B73E" w14:textId="670D3560" w:rsidR="008119D1" w:rsidRPr="001655BA" w:rsidRDefault="008119D1" w:rsidP="008119D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2E2B792" w14:textId="2318F168" w:rsidR="008119D1" w:rsidRDefault="008119D1" w:rsidP="008119D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C943C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 </w:t>
            </w:r>
            <w:r w:rsidR="00C943C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60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A8FAD6" w14:textId="3560310A" w:rsidR="008119D1" w:rsidRPr="00521996" w:rsidRDefault="008119D1" w:rsidP="008119D1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ABB052" w14:textId="79BB4B50" w:rsidR="008119D1" w:rsidRDefault="008119D1" w:rsidP="008119D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981CB2" w14:textId="214533A6" w:rsidR="008119D1" w:rsidRDefault="008119D1" w:rsidP="008119D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291A983" w14:textId="76DB3D3F" w:rsidR="008119D1" w:rsidRDefault="008119D1" w:rsidP="008119D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943CE" w:rsidRPr="00713213" w14:paraId="66315D8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61FC30" w14:textId="079E3268" w:rsidR="00C943CE" w:rsidRPr="00876C33" w:rsidRDefault="00C943CE" w:rsidP="00C943C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14A4B0" w14:textId="5421AA05" w:rsidR="00C943CE" w:rsidRPr="0099087D" w:rsidRDefault="00C943CE" w:rsidP="00C943CE">
            <w:pPr>
              <w:jc w:val="center"/>
              <w:rPr>
                <w:sz w:val="20"/>
                <w:szCs w:val="20"/>
              </w:rPr>
            </w:pPr>
            <w:r w:rsidRPr="00C943CE">
              <w:rPr>
                <w:sz w:val="20"/>
                <w:szCs w:val="20"/>
              </w:rPr>
              <w:t>Горка одинарная,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C79828" w14:textId="77777777" w:rsidR="00C943CE" w:rsidRPr="00DF0947" w:rsidRDefault="00C943CE" w:rsidP="00C943C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71FED976" w14:textId="37251338" w:rsidR="00C943CE" w:rsidRPr="00DF0947" w:rsidRDefault="00C943CE" w:rsidP="00C943C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E988CA" w14:textId="245F1945" w:rsidR="00C943CE" w:rsidRPr="001655BA" w:rsidRDefault="00C943CE" w:rsidP="00C943C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2319037" w14:textId="3821A415" w:rsidR="00C943CE" w:rsidRDefault="00C943CE" w:rsidP="00C943C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23 497,0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7657DD" w14:textId="4E51AD29" w:rsidR="00C943CE" w:rsidRPr="00521996" w:rsidRDefault="00C943CE" w:rsidP="00C943C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157081" w14:textId="53C980D6" w:rsidR="00C943CE" w:rsidRDefault="00C943CE" w:rsidP="00C943C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E8A000C" w14:textId="746081C2" w:rsidR="00C943CE" w:rsidRDefault="00C943CE" w:rsidP="00C943C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309783" w14:textId="355EDE85" w:rsidR="00C943CE" w:rsidRDefault="00C943CE" w:rsidP="00C943C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202EE" w:rsidRPr="00713213" w14:paraId="1F6FCC1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B891823" w14:textId="6452DCB1" w:rsidR="00D202EE" w:rsidRPr="00876C33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41</w:t>
            </w:r>
            <w:r w:rsidRPr="00876C3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6FD01B" w14:textId="079E806B" w:rsidR="00D202EE" w:rsidRPr="0099087D" w:rsidRDefault="00D202EE" w:rsidP="00D202EE">
            <w:pPr>
              <w:jc w:val="center"/>
              <w:rPr>
                <w:sz w:val="20"/>
                <w:szCs w:val="20"/>
              </w:rPr>
            </w:pPr>
            <w:r w:rsidRPr="00D202EE">
              <w:rPr>
                <w:sz w:val="20"/>
                <w:szCs w:val="20"/>
              </w:rPr>
              <w:t>Качалка -балансир "Стрекоза,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7C1F26" w14:textId="77777777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7D8F6A08" w14:textId="2DC3C880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E3A707" w14:textId="782B2F46" w:rsidR="00D202EE" w:rsidRPr="001655BA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58B5D3C" w14:textId="27E50C5C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84884A" w14:textId="465DB5B9" w:rsidR="00D202EE" w:rsidRPr="00521996" w:rsidRDefault="00D202EE" w:rsidP="00D202E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6D3FEB" w14:textId="138B75A7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3A0DB0" w14:textId="682D3945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2BE152" w14:textId="29FAEF59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202EE" w:rsidRPr="00713213" w14:paraId="40EBDA5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B8A189" w14:textId="462B1FC4" w:rsidR="00D202EE" w:rsidRPr="00876C33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19F95D" w14:textId="0E774F96" w:rsidR="00D202EE" w:rsidRPr="0099087D" w:rsidRDefault="002179B3" w:rsidP="00D202EE">
            <w:pPr>
              <w:jc w:val="center"/>
              <w:rPr>
                <w:sz w:val="20"/>
                <w:szCs w:val="20"/>
              </w:rPr>
            </w:pPr>
            <w:r w:rsidRPr="002179B3">
              <w:rPr>
                <w:sz w:val="20"/>
                <w:szCs w:val="20"/>
              </w:rPr>
              <w:t>Качели детские двойные,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EFAC38" w14:textId="77777777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38800A2D" w14:textId="67AEB263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132C54" w14:textId="2BC18FE2" w:rsidR="00D202EE" w:rsidRPr="001655BA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984D09" w14:textId="724F519D" w:rsidR="00D202EE" w:rsidRDefault="002179B3" w:rsidP="00D202E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179B3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</w:t>
            </w:r>
            <w:r w:rsidRPr="002179B3">
              <w:rPr>
                <w:sz w:val="20"/>
                <w:szCs w:val="20"/>
              </w:rPr>
              <w:t>235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D026CA" w14:textId="141153C0" w:rsidR="00D202EE" w:rsidRPr="00521996" w:rsidRDefault="00D202EE" w:rsidP="00D202E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6CE906" w14:textId="1ABCF6A9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347CA0" w14:textId="5E4F7641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9DB9C0" w14:textId="297872AF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202EE" w:rsidRPr="00713213" w14:paraId="22C2214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F58511" w14:textId="2A88239A" w:rsidR="00D202EE" w:rsidRPr="00CE4B5A" w:rsidRDefault="002179B3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2.23.4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FEC9D2" w14:textId="682AAD1F" w:rsidR="00D202EE" w:rsidRPr="0099087D" w:rsidRDefault="002B5DBA" w:rsidP="00D202EE">
            <w:pPr>
              <w:jc w:val="center"/>
              <w:rPr>
                <w:sz w:val="20"/>
                <w:szCs w:val="20"/>
              </w:rPr>
            </w:pPr>
            <w:r w:rsidRPr="002B5DBA">
              <w:rPr>
                <w:sz w:val="20"/>
                <w:szCs w:val="20"/>
              </w:rPr>
              <w:t>Качели со спинкой "Двухместная",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FE7C32" w14:textId="77777777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109165AB" w14:textId="44EF6A26" w:rsidR="00D202EE" w:rsidRPr="00DF0947" w:rsidRDefault="00D202EE" w:rsidP="00D202EE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F605A6" w14:textId="3BB9A9E4" w:rsidR="00D202EE" w:rsidRPr="001655BA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D437171" w14:textId="142075E1" w:rsidR="00D202EE" w:rsidRDefault="002B5DBA" w:rsidP="00D202E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B5DBA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</w:t>
            </w:r>
            <w:r w:rsidRPr="002B5DBA">
              <w:rPr>
                <w:sz w:val="20"/>
                <w:szCs w:val="20"/>
              </w:rPr>
              <w:t>590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63E878" w14:textId="77C6A28C" w:rsidR="00D202EE" w:rsidRPr="00521996" w:rsidRDefault="00D202EE" w:rsidP="00D202E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DA3D6E" w14:textId="25587C96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D7365EC" w14:textId="4EB0468E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19FB14" w14:textId="5B8F9B0A" w:rsidR="00D202EE" w:rsidRDefault="00D202EE" w:rsidP="00D202E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65816C0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B53F57" w14:textId="0B9531BE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A4BD788" w14:textId="3E6FD746" w:rsidR="002179B3" w:rsidRPr="0099087D" w:rsidRDefault="00D75B8B" w:rsidP="002179B3">
            <w:pPr>
              <w:jc w:val="center"/>
              <w:rPr>
                <w:sz w:val="20"/>
                <w:szCs w:val="20"/>
              </w:rPr>
            </w:pPr>
            <w:r w:rsidRPr="00D75B8B">
              <w:rPr>
                <w:sz w:val="20"/>
                <w:szCs w:val="20"/>
              </w:rPr>
              <w:t>Металлическое ограждение,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C8016F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6A983799" w14:textId="26EBB9B2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99D573" w14:textId="5CB77308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49E9A0E" w14:textId="3A0C977D" w:rsidR="002179B3" w:rsidRDefault="00D75B8B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D75B8B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 </w:t>
            </w:r>
            <w:r w:rsidRPr="00D75B8B">
              <w:rPr>
                <w:sz w:val="20"/>
                <w:szCs w:val="20"/>
              </w:rPr>
              <w:t>490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88FFE6" w14:textId="1A56BEBC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CDFB37" w14:textId="2F3BA63A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E2B2C98" w14:textId="1E64BF83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95AA53A" w14:textId="1A13C029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0D2F7DD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24A3CF" w14:textId="32D383EE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2.23.4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AD2AB9" w14:textId="78F4EE9A" w:rsidR="002179B3" w:rsidRPr="0099087D" w:rsidRDefault="00C94058" w:rsidP="002179B3">
            <w:pPr>
              <w:jc w:val="center"/>
              <w:rPr>
                <w:sz w:val="20"/>
                <w:szCs w:val="20"/>
              </w:rPr>
            </w:pPr>
            <w:r w:rsidRPr="00C94058">
              <w:rPr>
                <w:sz w:val="20"/>
                <w:szCs w:val="20"/>
              </w:rPr>
              <w:t>Металлическое ограждение,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3FA83F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234CABB0" w14:textId="712656C5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63466B" w14:textId="04C4E6A2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915BA7" w14:textId="57521978" w:rsidR="002179B3" w:rsidRDefault="00C94058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C94058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 xml:space="preserve"> </w:t>
            </w:r>
            <w:r w:rsidRPr="00C94058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75D4E9" w14:textId="0CDFFF1A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75ADCF" w14:textId="02BFA7E2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599BCC2" w14:textId="0D984B6B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5EB4128" w14:textId="2691F1D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004E9C7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8D9523" w14:textId="7B419457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9F09F9" w14:textId="0B2C1D27" w:rsidR="002179B3" w:rsidRPr="0099087D" w:rsidRDefault="0071567F" w:rsidP="002179B3">
            <w:pPr>
              <w:jc w:val="center"/>
              <w:rPr>
                <w:sz w:val="20"/>
                <w:szCs w:val="20"/>
              </w:rPr>
            </w:pPr>
            <w:r w:rsidRPr="0071567F">
              <w:rPr>
                <w:sz w:val="20"/>
                <w:szCs w:val="20"/>
              </w:rPr>
              <w:t>Песочница с навесом,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CAC4C1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154E8062" w14:textId="71EAD695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9FEACB" w14:textId="10D07779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FF5A9E" w14:textId="1A522648" w:rsidR="002179B3" w:rsidRDefault="0071567F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71567F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</w:t>
            </w:r>
            <w:r w:rsidRPr="0071567F">
              <w:rPr>
                <w:sz w:val="20"/>
                <w:szCs w:val="20"/>
              </w:rPr>
              <w:t>785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443664" w14:textId="084A42E5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E76FBF" w14:textId="47F75E6E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BB6CEED" w14:textId="77EE8AEF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2D1A15" w14:textId="1554DF0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4E0FEA7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96DA81A" w14:textId="6DFD4CD7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D6C8DC" w14:textId="77595503" w:rsidR="002179B3" w:rsidRPr="0099087D" w:rsidRDefault="00610B44" w:rsidP="002179B3">
            <w:pPr>
              <w:jc w:val="center"/>
              <w:rPr>
                <w:sz w:val="20"/>
                <w:szCs w:val="20"/>
              </w:rPr>
            </w:pPr>
            <w:r w:rsidRPr="00610B44">
              <w:rPr>
                <w:sz w:val="20"/>
                <w:szCs w:val="20"/>
              </w:rPr>
              <w:t>Качалка-балансир,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37145A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50E4817A" w14:textId="3114B536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481230" w14:textId="28840D4A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EEB8B9" w14:textId="174A7320" w:rsidR="002179B3" w:rsidRDefault="00610B44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610B4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610B44">
              <w:rPr>
                <w:sz w:val="20"/>
                <w:szCs w:val="20"/>
              </w:rPr>
              <w:t>855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31394B" w14:textId="23F4F262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46FD2E8" w14:textId="3BC3FCBA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FACDE5" w14:textId="68C35212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0B9AC32" w14:textId="283068F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5153B27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0EEAB8" w14:textId="37DF387B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2.23.4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4F8EE7" w14:textId="05D132BE" w:rsidR="002179B3" w:rsidRPr="0099087D" w:rsidRDefault="00E21ED5" w:rsidP="002179B3">
            <w:pPr>
              <w:jc w:val="center"/>
              <w:rPr>
                <w:sz w:val="20"/>
                <w:szCs w:val="20"/>
              </w:rPr>
            </w:pPr>
            <w:r w:rsidRPr="00E21ED5">
              <w:rPr>
                <w:sz w:val="20"/>
                <w:szCs w:val="20"/>
              </w:rPr>
              <w:t>Качели однопролетные двухместные,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789D68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6C2A09B5" w14:textId="683B4884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C36422" w14:textId="6CFE896D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E53E1A" w14:textId="03C4E003" w:rsidR="002179B3" w:rsidRDefault="00E21ED5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E21ED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 w:rsidRPr="00E21ED5">
              <w:rPr>
                <w:sz w:val="20"/>
                <w:szCs w:val="20"/>
              </w:rPr>
              <w:t>980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8C2572" w14:textId="07034D02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852A28" w14:textId="643778D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AF0CA9" w14:textId="3F2390EB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8577DA" w14:textId="527B65C8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179B3" w:rsidRPr="00713213" w14:paraId="5AC3132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A61537" w14:textId="0B1F997F" w:rsidR="002179B3" w:rsidRPr="00CE4B5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49.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88B35A" w14:textId="5D8DCD83" w:rsidR="002179B3" w:rsidRPr="0099087D" w:rsidRDefault="00DE1110" w:rsidP="002179B3">
            <w:pPr>
              <w:jc w:val="center"/>
              <w:rPr>
                <w:sz w:val="20"/>
                <w:szCs w:val="20"/>
              </w:rPr>
            </w:pPr>
            <w:r w:rsidRPr="00DE1110">
              <w:rPr>
                <w:sz w:val="20"/>
                <w:szCs w:val="20"/>
              </w:rPr>
              <w:t>Детский игровой комплекс, Десятая группа (свыше 30 лет)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59D077" w14:textId="77777777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инвентарный</w:t>
            </w:r>
          </w:p>
          <w:p w14:paraId="67554B66" w14:textId="219F2DEA" w:rsidR="002179B3" w:rsidRPr="00DF0947" w:rsidRDefault="002179B3" w:rsidP="002179B3">
            <w:pPr>
              <w:jc w:val="center"/>
              <w:outlineLvl w:val="2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№ -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3A81BD" w14:textId="7BEB079D" w:rsidR="002179B3" w:rsidRPr="001655BA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59008E7" w14:textId="4C4A1F1B" w:rsidR="002179B3" w:rsidRDefault="00E80267" w:rsidP="002179B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E80267">
              <w:rPr>
                <w:sz w:val="20"/>
                <w:szCs w:val="20"/>
              </w:rPr>
              <w:t>123</w:t>
            </w:r>
            <w:r>
              <w:rPr>
                <w:sz w:val="20"/>
                <w:szCs w:val="20"/>
              </w:rPr>
              <w:t xml:space="preserve"> </w:t>
            </w:r>
            <w:r w:rsidRPr="00E80267">
              <w:rPr>
                <w:sz w:val="20"/>
                <w:szCs w:val="20"/>
              </w:rPr>
              <w:t>165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B24634" w14:textId="24ADEA12" w:rsidR="002179B3" w:rsidRPr="00521996" w:rsidRDefault="002179B3" w:rsidP="002179B3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3C333F" w14:textId="62FC7E6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386E98E" w14:textId="0B89F99B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9BAB51F" w14:textId="47396E06" w:rsidR="002179B3" w:rsidRDefault="002179B3" w:rsidP="002179B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471AE" w:rsidRPr="00713213" w14:paraId="471CCF7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D13D9A" w14:textId="7607EE9E" w:rsidR="00D471AE" w:rsidRPr="00CE4B5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C80BCE" w14:textId="77777777" w:rsidR="002E07BC" w:rsidRDefault="00D471AE" w:rsidP="00D471AE">
            <w:pPr>
              <w:jc w:val="center"/>
              <w:rPr>
                <w:sz w:val="20"/>
                <w:szCs w:val="20"/>
              </w:rPr>
            </w:pPr>
            <w:r w:rsidRPr="00D471AE">
              <w:rPr>
                <w:sz w:val="20"/>
                <w:szCs w:val="20"/>
              </w:rPr>
              <w:t>Банкетка бг-1-2.0</w:t>
            </w:r>
          </w:p>
          <w:p w14:paraId="2434E662" w14:textId="7A7F5AB7" w:rsidR="00D471AE" w:rsidRPr="0099087D" w:rsidRDefault="002E07BC" w:rsidP="00D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97F9D5" w14:textId="77777777" w:rsidR="00D471AE" w:rsidRPr="00D471AE" w:rsidRDefault="00D471AE" w:rsidP="00D471AE">
            <w:pPr>
              <w:jc w:val="center"/>
              <w:outlineLvl w:val="2"/>
              <w:rPr>
                <w:sz w:val="20"/>
                <w:szCs w:val="20"/>
              </w:rPr>
            </w:pPr>
            <w:r w:rsidRPr="00D471AE">
              <w:rPr>
                <w:sz w:val="20"/>
                <w:szCs w:val="20"/>
              </w:rPr>
              <w:t>инвентарный</w:t>
            </w:r>
          </w:p>
          <w:p w14:paraId="1C77023D" w14:textId="00EC7FD0" w:rsidR="00D471AE" w:rsidRPr="00DF0947" w:rsidRDefault="00D471AE" w:rsidP="00D471AE">
            <w:pPr>
              <w:jc w:val="center"/>
              <w:outlineLvl w:val="2"/>
              <w:rPr>
                <w:sz w:val="20"/>
                <w:szCs w:val="20"/>
              </w:rPr>
            </w:pPr>
            <w:r w:rsidRPr="00D471AE">
              <w:rPr>
                <w:sz w:val="20"/>
                <w:szCs w:val="20"/>
              </w:rPr>
              <w:t>№ 110136060001</w:t>
            </w:r>
            <w:r w:rsidR="002E07BC">
              <w:rPr>
                <w:sz w:val="20"/>
                <w:szCs w:val="20"/>
              </w:rPr>
              <w:t>-</w:t>
            </w:r>
            <w:r w:rsidR="002E07BC" w:rsidRPr="002E07BC">
              <w:rPr>
                <w:sz w:val="20"/>
                <w:szCs w:val="20"/>
              </w:rPr>
              <w:t>110136060002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9DA053" w14:textId="2D337D91" w:rsidR="00D471AE" w:rsidRPr="001655B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61C5289" w14:textId="51CBFCA7" w:rsidR="00D471AE" w:rsidRDefault="002E07BC" w:rsidP="00D471A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17 226,0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CA7DAC" w14:textId="77777777" w:rsidR="00D471AE" w:rsidRDefault="00D471AE" w:rsidP="00D471A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 w:rsidR="00B25BD4">
              <w:rPr>
                <w:sz w:val="20"/>
                <w:szCs w:val="20"/>
              </w:rPr>
              <w:t xml:space="preserve"> № 1336- </w:t>
            </w:r>
            <w:proofErr w:type="spellStart"/>
            <w:r w:rsidR="00B25BD4">
              <w:rPr>
                <w:sz w:val="20"/>
                <w:szCs w:val="20"/>
              </w:rPr>
              <w:t>кдр</w:t>
            </w:r>
            <w:proofErr w:type="spellEnd"/>
            <w:r w:rsidR="00B25BD4">
              <w:rPr>
                <w:sz w:val="20"/>
                <w:szCs w:val="20"/>
              </w:rPr>
              <w:t xml:space="preserve"> от 13.09.23г.</w:t>
            </w:r>
          </w:p>
          <w:p w14:paraId="67974F6C" w14:textId="29EDBFE0" w:rsidR="00B25BD4" w:rsidRPr="00521996" w:rsidRDefault="00B25BD4" w:rsidP="00D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Товарная накладная № 1256 от 30.10.23г.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CED387" w14:textId="013EB74C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95AE18" w14:textId="5E0A8D4A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044B691" w14:textId="55DB2FF1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471AE" w:rsidRPr="00713213" w14:paraId="059B4CC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54B024" w14:textId="3E520CCF" w:rsidR="00D471AE" w:rsidRPr="00CE4B5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3D54DB" w14:textId="77777777" w:rsidR="00D471AE" w:rsidRDefault="002E07BC" w:rsidP="00D471AE">
            <w:pPr>
              <w:jc w:val="center"/>
              <w:rPr>
                <w:sz w:val="20"/>
                <w:szCs w:val="20"/>
              </w:rPr>
            </w:pPr>
            <w:r w:rsidRPr="002E07BC">
              <w:rPr>
                <w:sz w:val="20"/>
                <w:szCs w:val="20"/>
              </w:rPr>
              <w:t>Скамья парковая П-1 "Геркулес"</w:t>
            </w:r>
          </w:p>
          <w:p w14:paraId="58F65953" w14:textId="1B5916C0" w:rsidR="002E07BC" w:rsidRPr="0099087D" w:rsidRDefault="002E07BC" w:rsidP="00D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(3шт)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9D5A50" w14:textId="77777777" w:rsidR="002E07BC" w:rsidRPr="002E07BC" w:rsidRDefault="002E07BC" w:rsidP="002E07BC">
            <w:pPr>
              <w:jc w:val="center"/>
              <w:outlineLvl w:val="2"/>
              <w:rPr>
                <w:sz w:val="20"/>
                <w:szCs w:val="20"/>
              </w:rPr>
            </w:pPr>
            <w:r w:rsidRPr="002E07BC">
              <w:rPr>
                <w:sz w:val="20"/>
                <w:szCs w:val="20"/>
              </w:rPr>
              <w:t>инвентарный</w:t>
            </w:r>
          </w:p>
          <w:p w14:paraId="33BCCFF4" w14:textId="77777777" w:rsidR="002E07BC" w:rsidRPr="002E07BC" w:rsidRDefault="002E07BC" w:rsidP="002E07BC">
            <w:pPr>
              <w:jc w:val="center"/>
              <w:outlineLvl w:val="2"/>
              <w:rPr>
                <w:sz w:val="20"/>
                <w:szCs w:val="20"/>
              </w:rPr>
            </w:pPr>
            <w:r w:rsidRPr="002E07BC">
              <w:rPr>
                <w:sz w:val="20"/>
                <w:szCs w:val="20"/>
              </w:rPr>
              <w:t>№110136020150-</w:t>
            </w:r>
          </w:p>
          <w:p w14:paraId="7DCDB5EA" w14:textId="6D828799" w:rsidR="00D471AE" w:rsidRPr="00DF0947" w:rsidRDefault="002E07BC" w:rsidP="002E07BC">
            <w:pPr>
              <w:jc w:val="center"/>
              <w:outlineLvl w:val="2"/>
              <w:rPr>
                <w:sz w:val="20"/>
                <w:szCs w:val="20"/>
              </w:rPr>
            </w:pPr>
            <w:r w:rsidRPr="002E07BC">
              <w:rPr>
                <w:sz w:val="20"/>
                <w:szCs w:val="20"/>
              </w:rPr>
              <w:t>110136020152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7C8E05F" w14:textId="2B64DF9F" w:rsidR="00D471AE" w:rsidRPr="001655B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547AD9" w14:textId="4E67CAFD" w:rsidR="00D471AE" w:rsidRDefault="002E07BC" w:rsidP="00D471A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24 354,0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3BC1F4" w14:textId="77777777" w:rsidR="00B25BD4" w:rsidRDefault="00B25BD4" w:rsidP="00B25BD4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1336- </w:t>
            </w:r>
            <w:proofErr w:type="spellStart"/>
            <w:r>
              <w:rPr>
                <w:sz w:val="20"/>
                <w:szCs w:val="20"/>
              </w:rPr>
              <w:t>кдр</w:t>
            </w:r>
            <w:proofErr w:type="spellEnd"/>
            <w:r>
              <w:rPr>
                <w:sz w:val="20"/>
                <w:szCs w:val="20"/>
              </w:rPr>
              <w:t xml:space="preserve"> от 13.09.23г.</w:t>
            </w:r>
          </w:p>
          <w:p w14:paraId="53F9A49B" w14:textId="3E8CAAEC" w:rsidR="00D471AE" w:rsidRPr="00521996" w:rsidRDefault="00B25BD4" w:rsidP="00B25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Товарная накладная № 1256 от 30.10.23г.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2CBCFB" w14:textId="54CB109C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E5AA785" w14:textId="0D490545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D99E51" w14:textId="455BDE51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471AE" w:rsidRPr="00713213" w14:paraId="008415E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19EB96" w14:textId="06D1C5C9" w:rsidR="00D471AE" w:rsidRPr="00CE4B5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6FA445" w14:textId="7C76D0D3" w:rsidR="00D471AE" w:rsidRPr="0099087D" w:rsidRDefault="00C22425" w:rsidP="00D471AE">
            <w:pPr>
              <w:jc w:val="center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Знак дорожный 1.23 "Дети" 3 т/р на ж/з фоне, 900*900 мм</w:t>
            </w:r>
            <w:r>
              <w:rPr>
                <w:sz w:val="20"/>
                <w:szCs w:val="20"/>
              </w:rPr>
              <w:t xml:space="preserve"> (</w:t>
            </w:r>
            <w:r w:rsidR="000C3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E29CD1" w14:textId="77777777" w:rsidR="00C22425" w:rsidRPr="00C22425" w:rsidRDefault="00C22425" w:rsidP="00C22425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154BCC75" w14:textId="77777777" w:rsidR="002E07BC" w:rsidRDefault="00C22425" w:rsidP="00C22425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C22425">
              <w:rPr>
                <w:sz w:val="20"/>
                <w:szCs w:val="20"/>
              </w:rPr>
              <w:t>110138030009</w:t>
            </w:r>
            <w:r>
              <w:rPr>
                <w:sz w:val="20"/>
                <w:szCs w:val="20"/>
              </w:rPr>
              <w:t>-</w:t>
            </w:r>
          </w:p>
          <w:p w14:paraId="166F20AB" w14:textId="2748A59C" w:rsidR="00C22425" w:rsidRDefault="00C22425" w:rsidP="00C22425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110138030011</w:t>
            </w:r>
            <w:r w:rsidR="000C3100">
              <w:rPr>
                <w:sz w:val="20"/>
                <w:szCs w:val="20"/>
              </w:rPr>
              <w:t>,</w:t>
            </w:r>
          </w:p>
          <w:p w14:paraId="05FDCF8D" w14:textId="4044EC54" w:rsidR="000C3100" w:rsidRPr="00DF0947" w:rsidRDefault="000C3100" w:rsidP="00C22425">
            <w:pPr>
              <w:jc w:val="center"/>
              <w:outlineLvl w:val="2"/>
              <w:rPr>
                <w:sz w:val="20"/>
                <w:szCs w:val="20"/>
              </w:rPr>
            </w:pPr>
            <w:r w:rsidRPr="00FF2E68">
              <w:rPr>
                <w:sz w:val="20"/>
                <w:szCs w:val="20"/>
              </w:rPr>
              <w:t>110138030008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0FF7A9" w14:textId="57E3963A" w:rsidR="00D471AE" w:rsidRPr="001655B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9D0B61" w14:textId="5D75DDA4" w:rsidR="00C22425" w:rsidRDefault="000C3100" w:rsidP="00C2242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20 064</w:t>
            </w:r>
            <w:r w:rsidR="00C22425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CA3AD1" w14:textId="29BBB265" w:rsidR="00D471AE" w:rsidRPr="00521996" w:rsidRDefault="00D471AE" w:rsidP="00D471A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 w:rsidR="002B3ED2">
              <w:rPr>
                <w:sz w:val="20"/>
                <w:szCs w:val="20"/>
              </w:rPr>
              <w:t xml:space="preserve"> № 2023/</w:t>
            </w:r>
            <w:r w:rsidR="00EA3E96">
              <w:rPr>
                <w:sz w:val="20"/>
                <w:szCs w:val="20"/>
              </w:rPr>
              <w:t>08</w:t>
            </w:r>
            <w:r w:rsidR="002B3ED2">
              <w:rPr>
                <w:sz w:val="20"/>
                <w:szCs w:val="20"/>
              </w:rPr>
              <w:t>/</w:t>
            </w:r>
            <w:r w:rsidR="00EA3E96">
              <w:rPr>
                <w:sz w:val="20"/>
                <w:szCs w:val="20"/>
              </w:rPr>
              <w:t>15</w:t>
            </w:r>
            <w:r w:rsidR="002B3ED2">
              <w:rPr>
                <w:sz w:val="20"/>
                <w:szCs w:val="20"/>
              </w:rPr>
              <w:t xml:space="preserve"> от </w:t>
            </w:r>
            <w:r w:rsidR="00EA3E96">
              <w:rPr>
                <w:sz w:val="20"/>
                <w:szCs w:val="20"/>
              </w:rPr>
              <w:t>15</w:t>
            </w:r>
            <w:r w:rsidR="002B3ED2">
              <w:rPr>
                <w:sz w:val="20"/>
                <w:szCs w:val="20"/>
              </w:rPr>
              <w:t>.0</w:t>
            </w:r>
            <w:r w:rsidR="00EA3E96">
              <w:rPr>
                <w:sz w:val="20"/>
                <w:szCs w:val="20"/>
              </w:rPr>
              <w:t>8</w:t>
            </w:r>
            <w:r w:rsidR="002B3ED2">
              <w:rPr>
                <w:sz w:val="20"/>
                <w:szCs w:val="20"/>
              </w:rPr>
              <w:t>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3F2EB5" w14:textId="706C9061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2EF9F5F" w14:textId="0FEBD9F8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DC1D7E4" w14:textId="6615B4F7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471AE" w:rsidRPr="00713213" w14:paraId="2D4C157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F0D9FD" w14:textId="7052C7E8" w:rsidR="00D471AE" w:rsidRPr="00CE4B5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003A2D" w14:textId="77777777" w:rsidR="00D471AE" w:rsidRDefault="000316F8" w:rsidP="00D471AE">
            <w:pPr>
              <w:jc w:val="center"/>
              <w:rPr>
                <w:sz w:val="20"/>
                <w:szCs w:val="20"/>
              </w:rPr>
            </w:pPr>
            <w:r w:rsidRPr="000316F8">
              <w:rPr>
                <w:sz w:val="20"/>
                <w:szCs w:val="20"/>
              </w:rPr>
              <w:t>Знак дорожный 2.1 "Главная дорога"</w:t>
            </w:r>
          </w:p>
          <w:p w14:paraId="30E78BF0" w14:textId="321AB844" w:rsidR="000316F8" w:rsidRPr="0099087D" w:rsidRDefault="000316F8" w:rsidP="00D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8CB711" w14:textId="77777777" w:rsidR="000316F8" w:rsidRPr="00C22425" w:rsidRDefault="000316F8" w:rsidP="000316F8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012D9695" w14:textId="77777777" w:rsidR="00D471AE" w:rsidRDefault="000316F8" w:rsidP="000316F8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0316F8">
              <w:rPr>
                <w:sz w:val="20"/>
                <w:szCs w:val="20"/>
              </w:rPr>
              <w:t>110138030012</w:t>
            </w:r>
            <w:r>
              <w:rPr>
                <w:sz w:val="20"/>
                <w:szCs w:val="20"/>
              </w:rPr>
              <w:t>-</w:t>
            </w:r>
          </w:p>
          <w:p w14:paraId="3DF04589" w14:textId="167D086A" w:rsidR="000316F8" w:rsidRPr="00DF0947" w:rsidRDefault="000316F8" w:rsidP="000316F8">
            <w:pPr>
              <w:jc w:val="center"/>
              <w:outlineLvl w:val="2"/>
              <w:rPr>
                <w:sz w:val="20"/>
                <w:szCs w:val="20"/>
              </w:rPr>
            </w:pPr>
            <w:r w:rsidRPr="000316F8">
              <w:rPr>
                <w:sz w:val="20"/>
                <w:szCs w:val="20"/>
              </w:rPr>
              <w:t>110138030013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A88052" w14:textId="51070324" w:rsidR="00D471AE" w:rsidRPr="001655B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C4FA4AD" w14:textId="7B393910" w:rsidR="00D471AE" w:rsidRDefault="000316F8" w:rsidP="00D471A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4 118,40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6D6759" w14:textId="7E9FE6CB" w:rsidR="00D471AE" w:rsidRPr="00521996" w:rsidRDefault="00EA3E96" w:rsidP="00D471A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2023/08/15 от 15.08.2023г.</w:t>
            </w:r>
            <w:r w:rsidR="002B3ED2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22ADC0" w14:textId="69CC5892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709895" w14:textId="5F6EC802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9A7374" w14:textId="37FBCEF1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471AE" w:rsidRPr="00713213" w14:paraId="199D4B0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75A60B" w14:textId="2B9D4ABB" w:rsidR="00D471AE" w:rsidRPr="00CE4B5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7F9224" w14:textId="77777777" w:rsidR="00D471AE" w:rsidRDefault="00F564B5" w:rsidP="00D471AE">
            <w:pPr>
              <w:jc w:val="center"/>
              <w:rPr>
                <w:sz w:val="20"/>
                <w:szCs w:val="20"/>
              </w:rPr>
            </w:pPr>
            <w:r w:rsidRPr="00F564B5">
              <w:rPr>
                <w:sz w:val="20"/>
                <w:szCs w:val="20"/>
              </w:rPr>
              <w:t>Знак дорожный 2.4 "Уступите дорогу"</w:t>
            </w:r>
          </w:p>
          <w:p w14:paraId="106FCD77" w14:textId="26CBC17F" w:rsidR="000542FB" w:rsidRPr="0099087D" w:rsidRDefault="000542FB" w:rsidP="00D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F2A5FA" w14:textId="77777777" w:rsidR="00F564B5" w:rsidRPr="00C22425" w:rsidRDefault="00F564B5" w:rsidP="00F564B5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5D29C1A4" w14:textId="77777777" w:rsidR="00D471AE" w:rsidRDefault="00F564B5" w:rsidP="00F564B5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F564B5">
              <w:rPr>
                <w:sz w:val="20"/>
                <w:szCs w:val="20"/>
              </w:rPr>
              <w:t>110138030014</w:t>
            </w:r>
            <w:r>
              <w:rPr>
                <w:sz w:val="20"/>
                <w:szCs w:val="20"/>
              </w:rPr>
              <w:t>-</w:t>
            </w:r>
          </w:p>
          <w:p w14:paraId="2C29FD10" w14:textId="6613B33F" w:rsidR="00F564B5" w:rsidRPr="00DF0947" w:rsidRDefault="00F564B5" w:rsidP="00F564B5">
            <w:pPr>
              <w:jc w:val="center"/>
              <w:outlineLvl w:val="2"/>
              <w:rPr>
                <w:sz w:val="20"/>
                <w:szCs w:val="20"/>
              </w:rPr>
            </w:pPr>
            <w:r w:rsidRPr="00F564B5">
              <w:rPr>
                <w:sz w:val="20"/>
                <w:szCs w:val="20"/>
              </w:rPr>
              <w:t>110138030015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DE1671" w14:textId="15104E47" w:rsidR="00D471AE" w:rsidRPr="001655BA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0FDFC5" w14:textId="20B8E71C" w:rsidR="00D471AE" w:rsidRDefault="00F564B5" w:rsidP="00D471A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3 049,20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083F91" w14:textId="5765F899" w:rsidR="00D471AE" w:rsidRPr="00521996" w:rsidRDefault="00EA3E96" w:rsidP="00D471AE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2023/08/15 от 15.08.2023г.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7B5D98" w14:textId="523EC1B3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C24160" w14:textId="4C99DB2D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D52B958" w14:textId="457A1D72" w:rsidR="00D471AE" w:rsidRDefault="00D471AE" w:rsidP="00D471A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D0948" w:rsidRPr="00713213" w14:paraId="12536FD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B11CF0F" w14:textId="6AC903FA" w:rsidR="002D0948" w:rsidRPr="00CE4B5A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392630" w14:textId="77777777" w:rsidR="002D0948" w:rsidRDefault="002D0948" w:rsidP="002D0948">
            <w:pPr>
              <w:jc w:val="center"/>
              <w:rPr>
                <w:sz w:val="20"/>
                <w:szCs w:val="20"/>
              </w:rPr>
            </w:pPr>
            <w:r w:rsidRPr="002D0948">
              <w:rPr>
                <w:sz w:val="20"/>
                <w:szCs w:val="20"/>
              </w:rPr>
              <w:t>Знак дорожный 3.24 "Ограничение максимальной скорости"</w:t>
            </w:r>
          </w:p>
          <w:p w14:paraId="55415355" w14:textId="4BB69B85" w:rsidR="002D0948" w:rsidRPr="0099087D" w:rsidRDefault="002D0948" w:rsidP="002D0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107018" w14:textId="77777777" w:rsidR="002D0948" w:rsidRPr="00C22425" w:rsidRDefault="002D0948" w:rsidP="002D0948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5F089A5C" w14:textId="77777777" w:rsidR="002D0948" w:rsidRDefault="002D0948" w:rsidP="002D0948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2D0948">
              <w:rPr>
                <w:sz w:val="20"/>
                <w:szCs w:val="20"/>
              </w:rPr>
              <w:t>110138030016</w:t>
            </w:r>
            <w:r>
              <w:rPr>
                <w:sz w:val="20"/>
                <w:szCs w:val="20"/>
              </w:rPr>
              <w:t>-</w:t>
            </w:r>
          </w:p>
          <w:p w14:paraId="4626B866" w14:textId="6C5762E0" w:rsidR="002D0948" w:rsidRPr="00DF0947" w:rsidRDefault="002D0948" w:rsidP="002D0948">
            <w:pPr>
              <w:jc w:val="center"/>
              <w:outlineLvl w:val="2"/>
              <w:rPr>
                <w:sz w:val="20"/>
                <w:szCs w:val="20"/>
              </w:rPr>
            </w:pPr>
            <w:r w:rsidRPr="002D0948">
              <w:rPr>
                <w:sz w:val="20"/>
                <w:szCs w:val="20"/>
              </w:rPr>
              <w:t>110138030019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7CF6B2" w14:textId="0614BCEC" w:rsidR="002D0948" w:rsidRPr="001655BA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10FC1C" w14:textId="601E5E1D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22 176,00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A471CD" w14:textId="38CAA182" w:rsidR="002D0948" w:rsidRPr="00521996" w:rsidRDefault="00EA3E96" w:rsidP="002D0948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2023/08/15 от 15.08.2023г.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AE7EB7" w14:textId="78C87EEB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94029FD" w14:textId="3EB9FBC7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D97C454" w14:textId="7FFCC540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D0948" w:rsidRPr="00713213" w14:paraId="240E16B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A4E971" w14:textId="758D5422" w:rsidR="002D0948" w:rsidRPr="00CE4B5A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DED79C" w14:textId="77777777" w:rsidR="002D0948" w:rsidRDefault="000542FB" w:rsidP="002D0948">
            <w:pPr>
              <w:jc w:val="center"/>
              <w:rPr>
                <w:sz w:val="20"/>
                <w:szCs w:val="20"/>
              </w:rPr>
            </w:pPr>
            <w:r w:rsidRPr="000542FB">
              <w:rPr>
                <w:sz w:val="20"/>
                <w:szCs w:val="20"/>
              </w:rPr>
              <w:t>Знак дорожный 5.16 "Место остановки автобуса и (или) троллейбуса"</w:t>
            </w:r>
          </w:p>
          <w:p w14:paraId="4A9C7E00" w14:textId="3D3E0811" w:rsidR="000542FB" w:rsidRPr="0099087D" w:rsidRDefault="000542FB" w:rsidP="002D0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07AC84" w14:textId="77777777" w:rsidR="000542FB" w:rsidRPr="00C22425" w:rsidRDefault="000542FB" w:rsidP="000542FB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41573386" w14:textId="77777777" w:rsidR="002D0948" w:rsidRDefault="000542FB" w:rsidP="000542FB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0542FB">
              <w:rPr>
                <w:sz w:val="20"/>
                <w:szCs w:val="20"/>
              </w:rPr>
              <w:t>110138030020</w:t>
            </w:r>
            <w:r>
              <w:rPr>
                <w:sz w:val="20"/>
                <w:szCs w:val="20"/>
              </w:rPr>
              <w:t>-</w:t>
            </w:r>
          </w:p>
          <w:p w14:paraId="709A99B1" w14:textId="518592FF" w:rsidR="000542FB" w:rsidRPr="00DF0947" w:rsidRDefault="000542FB" w:rsidP="000542FB">
            <w:pPr>
              <w:jc w:val="center"/>
              <w:outlineLvl w:val="2"/>
              <w:rPr>
                <w:sz w:val="20"/>
                <w:szCs w:val="20"/>
              </w:rPr>
            </w:pPr>
            <w:r w:rsidRPr="000542FB">
              <w:rPr>
                <w:sz w:val="20"/>
                <w:szCs w:val="20"/>
              </w:rPr>
              <w:t>110138030023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071761" w14:textId="64A067FF" w:rsidR="002D0948" w:rsidRPr="001655BA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918DCA7" w14:textId="67A29189" w:rsidR="002D0948" w:rsidRDefault="000542FB" w:rsidP="002D0948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9 577,92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D5A240" w14:textId="0E034EA6" w:rsidR="002D0948" w:rsidRPr="00521996" w:rsidRDefault="00EA3E96" w:rsidP="002D0948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2023/08/15 от 15.08.2023г.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BE31D7" w14:textId="1F281ECA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28ACE9D" w14:textId="6131ECA5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2517C7" w14:textId="535057CC" w:rsidR="002D0948" w:rsidRDefault="002D0948" w:rsidP="002D0948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7757C2" w:rsidRPr="00713213" w14:paraId="70C70AB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1F790E" w14:textId="4FD2780D" w:rsidR="007757C2" w:rsidRPr="00CE4B5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F74B8D" w14:textId="77777777" w:rsidR="007757C2" w:rsidRDefault="00BB01C2" w:rsidP="007757C2">
            <w:pPr>
              <w:jc w:val="center"/>
              <w:rPr>
                <w:sz w:val="20"/>
                <w:szCs w:val="20"/>
              </w:rPr>
            </w:pPr>
            <w:r w:rsidRPr="00BB01C2">
              <w:rPr>
                <w:sz w:val="20"/>
                <w:szCs w:val="20"/>
              </w:rPr>
              <w:t>Знак дорожный 8.2.1 "Зона действия"</w:t>
            </w:r>
          </w:p>
          <w:p w14:paraId="1573E395" w14:textId="48872337" w:rsidR="00BB01C2" w:rsidRPr="0099087D" w:rsidRDefault="00BB01C2" w:rsidP="0077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9E6692" w14:textId="77777777" w:rsidR="00BB01C2" w:rsidRPr="00C22425" w:rsidRDefault="00BB01C2" w:rsidP="00BB01C2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16E09EA3" w14:textId="77777777" w:rsidR="007757C2" w:rsidRDefault="00BB01C2" w:rsidP="00BB01C2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BB01C2">
              <w:rPr>
                <w:sz w:val="20"/>
                <w:szCs w:val="20"/>
              </w:rPr>
              <w:t>110138030024</w:t>
            </w:r>
            <w:r>
              <w:rPr>
                <w:sz w:val="20"/>
                <w:szCs w:val="20"/>
              </w:rPr>
              <w:t>-</w:t>
            </w:r>
          </w:p>
          <w:p w14:paraId="19EE8846" w14:textId="25C192EB" w:rsidR="00BB01C2" w:rsidRPr="00DF0947" w:rsidRDefault="00BB01C2" w:rsidP="00BB01C2">
            <w:pPr>
              <w:jc w:val="center"/>
              <w:outlineLvl w:val="2"/>
              <w:rPr>
                <w:sz w:val="20"/>
                <w:szCs w:val="20"/>
              </w:rPr>
            </w:pPr>
            <w:r w:rsidRPr="00BB01C2">
              <w:rPr>
                <w:sz w:val="20"/>
                <w:szCs w:val="20"/>
              </w:rPr>
              <w:t>110138030027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EEA14B" w14:textId="78C29FAA" w:rsidR="007757C2" w:rsidRPr="001655B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3AEBF78" w14:textId="685BB000" w:rsidR="007757C2" w:rsidRDefault="00BB01C2" w:rsidP="007757C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F436EE" w14:textId="300DA11B" w:rsidR="007757C2" w:rsidRPr="00521996" w:rsidRDefault="00EA3E96" w:rsidP="007757C2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2023/08/15 от 15.08.2023г.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EC4E95" w14:textId="4C450F7D" w:rsidR="007757C2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48F895D" w14:textId="10701B36" w:rsidR="007757C2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958974" w14:textId="37D09034" w:rsidR="007757C2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7757C2" w:rsidRPr="00713213" w14:paraId="44FB9B6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C3577A" w14:textId="36F94D20" w:rsidR="007757C2" w:rsidRPr="00CE4B5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FFA230" w14:textId="467A5FAF" w:rsidR="007757C2" w:rsidRPr="0099087D" w:rsidRDefault="000E2FA7" w:rsidP="007757C2">
            <w:pPr>
              <w:jc w:val="center"/>
              <w:rPr>
                <w:sz w:val="20"/>
                <w:szCs w:val="20"/>
              </w:rPr>
            </w:pPr>
            <w:r w:rsidRPr="000E2FA7">
              <w:rPr>
                <w:sz w:val="20"/>
                <w:szCs w:val="20"/>
              </w:rPr>
              <w:t>Стойка</w:t>
            </w:r>
            <w:r>
              <w:rPr>
                <w:sz w:val="20"/>
                <w:szCs w:val="20"/>
              </w:rPr>
              <w:t xml:space="preserve"> 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742F90" w14:textId="77777777" w:rsidR="000E2FA7" w:rsidRPr="00C22425" w:rsidRDefault="000E2FA7" w:rsidP="000E2FA7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44815F8A" w14:textId="77777777" w:rsidR="007757C2" w:rsidRDefault="000E2FA7" w:rsidP="000E2FA7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0E2FA7">
              <w:rPr>
                <w:sz w:val="20"/>
                <w:szCs w:val="20"/>
              </w:rPr>
              <w:t>110138030028</w:t>
            </w:r>
            <w:r>
              <w:rPr>
                <w:sz w:val="20"/>
                <w:szCs w:val="20"/>
              </w:rPr>
              <w:t>-</w:t>
            </w:r>
          </w:p>
          <w:p w14:paraId="12FDCE21" w14:textId="3B589407" w:rsidR="000E2FA7" w:rsidRPr="00DF0947" w:rsidRDefault="000E2FA7" w:rsidP="000E2FA7">
            <w:pPr>
              <w:jc w:val="center"/>
              <w:outlineLvl w:val="2"/>
              <w:rPr>
                <w:sz w:val="20"/>
                <w:szCs w:val="20"/>
              </w:rPr>
            </w:pPr>
            <w:r w:rsidRPr="000E2FA7">
              <w:rPr>
                <w:sz w:val="20"/>
                <w:szCs w:val="20"/>
              </w:rPr>
              <w:t>110138030031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D9856E" w14:textId="5D742A87" w:rsidR="007757C2" w:rsidRPr="001655B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E0A4B5" w14:textId="7A3BF460" w:rsidR="007757C2" w:rsidRDefault="000E2FA7" w:rsidP="007757C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1B5BC5" w14:textId="09EB56BC" w:rsidR="007757C2" w:rsidRPr="00521996" w:rsidRDefault="002B3ED2" w:rsidP="007757C2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9C47E5" w14:textId="04549C9B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37EDFED" w14:textId="3D088EB2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6168BB" w14:textId="0C5718D6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7757C2" w:rsidRPr="00713213" w14:paraId="1E3CB37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60B86" w14:textId="38F55467" w:rsidR="007757C2" w:rsidRPr="00CE4B5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59.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A7A53C" w14:textId="77777777" w:rsidR="007757C2" w:rsidRDefault="00627D60" w:rsidP="007757C2">
            <w:pPr>
              <w:jc w:val="center"/>
              <w:rPr>
                <w:sz w:val="20"/>
                <w:szCs w:val="20"/>
              </w:rPr>
            </w:pPr>
            <w:r w:rsidRPr="00627D60">
              <w:rPr>
                <w:sz w:val="20"/>
                <w:szCs w:val="20"/>
              </w:rPr>
              <w:t>Знак дорожный 3.4 "Движение грузовых автомобилей запрещено"</w:t>
            </w:r>
          </w:p>
          <w:p w14:paraId="20C4E189" w14:textId="1691BF38" w:rsidR="00627D60" w:rsidRPr="0099087D" w:rsidRDefault="00627D60" w:rsidP="0077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22E9EB" w14:textId="77777777" w:rsidR="00627D60" w:rsidRPr="00C22425" w:rsidRDefault="00627D60" w:rsidP="00627D60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11AF84E5" w14:textId="77777777" w:rsidR="007757C2" w:rsidRDefault="00627D60" w:rsidP="00627D60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627D60">
              <w:rPr>
                <w:sz w:val="20"/>
                <w:szCs w:val="20"/>
              </w:rPr>
              <w:t>110138030032</w:t>
            </w:r>
            <w:r>
              <w:rPr>
                <w:sz w:val="20"/>
                <w:szCs w:val="20"/>
              </w:rPr>
              <w:t>-</w:t>
            </w:r>
          </w:p>
          <w:p w14:paraId="3C0CFC0C" w14:textId="7004E0DD" w:rsidR="00627D60" w:rsidRPr="00DF0947" w:rsidRDefault="00627D60" w:rsidP="00627D60">
            <w:pPr>
              <w:jc w:val="center"/>
              <w:outlineLvl w:val="2"/>
              <w:rPr>
                <w:sz w:val="20"/>
                <w:szCs w:val="20"/>
              </w:rPr>
            </w:pPr>
            <w:r w:rsidRPr="00627D60">
              <w:rPr>
                <w:sz w:val="20"/>
                <w:szCs w:val="20"/>
              </w:rPr>
              <w:t>110138030036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2E3C03" w14:textId="4C905AED" w:rsidR="007757C2" w:rsidRPr="001655BA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DC12F42" w14:textId="1B819352" w:rsidR="007757C2" w:rsidRDefault="00627D60" w:rsidP="007757C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9 385,20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73ECD98" w14:textId="7D02272F" w:rsidR="007757C2" w:rsidRPr="00521996" w:rsidRDefault="002B3ED2" w:rsidP="007757C2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621929" w14:textId="046078E0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16C04AD" w14:textId="0409E685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7FC1EF6" w14:textId="0ADD3830" w:rsidR="007757C2" w:rsidRPr="00713213" w:rsidRDefault="007757C2" w:rsidP="007757C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E2FA7" w:rsidRPr="00713213" w14:paraId="0DCA3ED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5A6A8F" w14:textId="7E26B8A0" w:rsidR="000E2FA7" w:rsidRPr="00CE4B5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B6C119" w14:textId="7847E396" w:rsidR="000E2FA7" w:rsidRPr="0099087D" w:rsidRDefault="00633DCF" w:rsidP="000E2FA7">
            <w:pPr>
              <w:jc w:val="center"/>
              <w:rPr>
                <w:sz w:val="20"/>
                <w:szCs w:val="20"/>
              </w:rPr>
            </w:pPr>
            <w:r w:rsidRPr="00633DCF">
              <w:rPr>
                <w:sz w:val="20"/>
                <w:szCs w:val="20"/>
              </w:rPr>
              <w:t>Знак дорожный 6.8.1 "Тупик"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5FB53A" w14:textId="77777777" w:rsidR="00633DCF" w:rsidRPr="00C22425" w:rsidRDefault="00633DCF" w:rsidP="00633DCF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791AAB0E" w14:textId="4AF17565" w:rsidR="000E2FA7" w:rsidRPr="00DF0947" w:rsidRDefault="00633DCF" w:rsidP="00633DCF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633DCF">
              <w:rPr>
                <w:sz w:val="20"/>
                <w:szCs w:val="20"/>
              </w:rPr>
              <w:t>110138030037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212329" w14:textId="58FD26CA" w:rsidR="000E2FA7" w:rsidRPr="001655B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4EA51A" w14:textId="2E9A82D0" w:rsidR="000E2FA7" w:rsidRDefault="00633DCF" w:rsidP="000E2FA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633DCF">
              <w:rPr>
                <w:sz w:val="20"/>
                <w:szCs w:val="20"/>
              </w:rPr>
              <w:t>2179,32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209BAE" w14:textId="56A641AA" w:rsidR="000E2FA7" w:rsidRPr="00521996" w:rsidRDefault="002B3ED2" w:rsidP="000E2FA7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0135C2" w14:textId="63C141EE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781B42" w14:textId="080B4605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6BA8D45" w14:textId="3389D947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E2FA7" w:rsidRPr="00713213" w14:paraId="56CC399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4E05D9" w14:textId="29F28568" w:rsidR="000E2FA7" w:rsidRPr="00CE4B5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431AEB" w14:textId="4E4CF857" w:rsidR="000E2FA7" w:rsidRPr="0099087D" w:rsidRDefault="00633DCF" w:rsidP="000E2FA7">
            <w:pPr>
              <w:jc w:val="center"/>
              <w:rPr>
                <w:sz w:val="20"/>
                <w:szCs w:val="20"/>
              </w:rPr>
            </w:pPr>
            <w:r w:rsidRPr="00633DCF">
              <w:rPr>
                <w:sz w:val="20"/>
                <w:szCs w:val="20"/>
              </w:rPr>
              <w:t>Знак дорожный 6.18.2 "Направление о</w:t>
            </w:r>
            <w:r w:rsidR="005A1047">
              <w:rPr>
                <w:sz w:val="20"/>
                <w:szCs w:val="20"/>
              </w:rPr>
              <w:t>б</w:t>
            </w:r>
            <w:r w:rsidRPr="00633DCF">
              <w:rPr>
                <w:sz w:val="20"/>
                <w:szCs w:val="20"/>
              </w:rPr>
              <w:t>ъезда"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8EFF22" w14:textId="77777777" w:rsidR="00633DCF" w:rsidRPr="00C22425" w:rsidRDefault="00633DCF" w:rsidP="00633DCF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1D6C6EFB" w14:textId="4E3FD91B" w:rsidR="000E2FA7" w:rsidRPr="00DF0947" w:rsidRDefault="00633DCF" w:rsidP="00633DCF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633DCF">
              <w:rPr>
                <w:sz w:val="20"/>
                <w:szCs w:val="20"/>
              </w:rPr>
              <w:t>11013803003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EA6335" w14:textId="02C5F46B" w:rsidR="000E2FA7" w:rsidRPr="001655B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ECC1CB" w14:textId="346CAD2D" w:rsidR="000E2FA7" w:rsidRDefault="00633DCF" w:rsidP="000E2FA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633DCF">
              <w:rPr>
                <w:sz w:val="20"/>
                <w:szCs w:val="20"/>
              </w:rPr>
              <w:t>1512,72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D364E8" w14:textId="55EECBB2" w:rsidR="000E2FA7" w:rsidRPr="00521996" w:rsidRDefault="002B3ED2" w:rsidP="000E2FA7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D30227" w14:textId="4A6139C1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4068542" w14:textId="0EF18D77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330ED1" w14:textId="63CCB45E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E2FA7" w:rsidRPr="00713213" w14:paraId="552F4B9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491DED" w14:textId="67141D94" w:rsidR="000E2FA7" w:rsidRPr="00CE4B5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312CD3" w14:textId="77777777" w:rsidR="000E2FA7" w:rsidRDefault="005A1047" w:rsidP="000E2FA7">
            <w:pPr>
              <w:jc w:val="center"/>
              <w:rPr>
                <w:sz w:val="20"/>
                <w:szCs w:val="20"/>
              </w:rPr>
            </w:pPr>
            <w:r w:rsidRPr="005A1047">
              <w:rPr>
                <w:sz w:val="20"/>
                <w:szCs w:val="20"/>
              </w:rPr>
              <w:t>Знак дорожный 8.3.1 "Направление действия"</w:t>
            </w:r>
          </w:p>
          <w:p w14:paraId="2DD88C0C" w14:textId="397FF9A4" w:rsidR="00EC2F49" w:rsidRDefault="00EC2F49" w:rsidP="000E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230DD82E" w14:textId="19312D1E" w:rsidR="005A1047" w:rsidRPr="0099087D" w:rsidRDefault="005A1047" w:rsidP="000E2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E2C510" w14:textId="77777777" w:rsidR="005A1047" w:rsidRPr="00C22425" w:rsidRDefault="005A1047" w:rsidP="005A1047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инвентарный</w:t>
            </w:r>
          </w:p>
          <w:p w14:paraId="509369FF" w14:textId="77777777" w:rsidR="000E2FA7" w:rsidRDefault="005A1047" w:rsidP="005A1047">
            <w:pPr>
              <w:jc w:val="center"/>
              <w:outlineLvl w:val="2"/>
              <w:rPr>
                <w:sz w:val="20"/>
                <w:szCs w:val="20"/>
              </w:rPr>
            </w:pPr>
            <w:r w:rsidRPr="00C22425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5A1047">
              <w:rPr>
                <w:sz w:val="20"/>
                <w:szCs w:val="20"/>
              </w:rPr>
              <w:t>110138030039</w:t>
            </w:r>
            <w:r>
              <w:rPr>
                <w:sz w:val="20"/>
                <w:szCs w:val="20"/>
              </w:rPr>
              <w:t>-</w:t>
            </w:r>
          </w:p>
          <w:p w14:paraId="652B1056" w14:textId="4CEDC1DC" w:rsidR="005A1047" w:rsidRPr="00DF0947" w:rsidRDefault="005A1047" w:rsidP="005A1047">
            <w:pPr>
              <w:jc w:val="center"/>
              <w:outlineLvl w:val="2"/>
              <w:rPr>
                <w:sz w:val="20"/>
                <w:szCs w:val="20"/>
              </w:rPr>
            </w:pPr>
            <w:r w:rsidRPr="005A1047">
              <w:rPr>
                <w:sz w:val="20"/>
                <w:szCs w:val="20"/>
              </w:rPr>
              <w:t>110138030042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1E92DA" w14:textId="7F3E68F6" w:rsidR="000E2FA7" w:rsidRPr="001655BA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F48657" w14:textId="1999C3CF" w:rsidR="000E2FA7" w:rsidRDefault="005A1047" w:rsidP="000E2FA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D2ACF2" w14:textId="45096007" w:rsidR="000E2FA7" w:rsidRPr="00521996" w:rsidRDefault="002B3ED2" w:rsidP="000E2FA7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4184C6" w14:textId="3F306572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78F76FF" w14:textId="3EB0A473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D4F107" w14:textId="19A1A80C" w:rsidR="000E2FA7" w:rsidRPr="00713213" w:rsidRDefault="000E2FA7" w:rsidP="000E2FA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83690" w:rsidRPr="00713213" w14:paraId="37FA32D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41AA01" w14:textId="2D33A5E9" w:rsidR="00383690" w:rsidRPr="00CE4B5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B44EB9" w14:textId="77777777" w:rsidR="00383690" w:rsidRDefault="00EC2F49" w:rsidP="00383690">
            <w:pPr>
              <w:jc w:val="center"/>
              <w:rPr>
                <w:sz w:val="20"/>
                <w:szCs w:val="20"/>
              </w:rPr>
            </w:pPr>
            <w:r w:rsidRPr="00EC2F49">
              <w:rPr>
                <w:sz w:val="20"/>
                <w:szCs w:val="20"/>
              </w:rPr>
              <w:t>Указатель дорожный "УЛ, ЭНЕРГЕТИКОВ"</w:t>
            </w:r>
          </w:p>
          <w:p w14:paraId="6523A1AE" w14:textId="0B2F18C8" w:rsidR="00EC2F49" w:rsidRPr="0099087D" w:rsidRDefault="00EC2F49" w:rsidP="003836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872C26" w14:textId="77777777" w:rsidR="00001E7D" w:rsidRPr="00001E7D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инвентарный</w:t>
            </w:r>
          </w:p>
          <w:p w14:paraId="01B59489" w14:textId="3C53A540" w:rsidR="00001E7D" w:rsidRPr="00001E7D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№ 1101380300</w:t>
            </w:r>
            <w:r>
              <w:rPr>
                <w:sz w:val="20"/>
                <w:szCs w:val="20"/>
              </w:rPr>
              <w:t>43</w:t>
            </w:r>
            <w:r w:rsidRPr="00001E7D">
              <w:rPr>
                <w:sz w:val="20"/>
                <w:szCs w:val="20"/>
              </w:rPr>
              <w:t>-</w:t>
            </w:r>
          </w:p>
          <w:p w14:paraId="22FE8EB1" w14:textId="002781C8" w:rsidR="00383690" w:rsidRPr="00DF0947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11013803004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AB4E728" w14:textId="2D827D64" w:rsidR="00383690" w:rsidRPr="001655B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914AE9E" w14:textId="54FC69C4" w:rsidR="00383690" w:rsidRDefault="00EC2F49" w:rsidP="0038369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4 545,60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7BA902" w14:textId="729EAA45" w:rsidR="00383690" w:rsidRPr="00521996" w:rsidRDefault="002B3ED2" w:rsidP="0038369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0F81C0" w14:textId="69B886C9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F17C4A" w14:textId="6717B039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C39FF0B" w14:textId="12D0676E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83690" w:rsidRPr="00713213" w14:paraId="10B82C0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4041D1" w14:textId="4A70D8EB" w:rsidR="00383690" w:rsidRPr="00CE4B5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167821" w14:textId="77777777" w:rsidR="00383690" w:rsidRDefault="00EC2F49" w:rsidP="00383690">
            <w:pPr>
              <w:jc w:val="center"/>
              <w:rPr>
                <w:sz w:val="20"/>
                <w:szCs w:val="20"/>
              </w:rPr>
            </w:pPr>
            <w:r w:rsidRPr="00EC2F49">
              <w:rPr>
                <w:sz w:val="20"/>
                <w:szCs w:val="20"/>
              </w:rPr>
              <w:t>Указатель дорожный "УЛ.НАБЕРЕЖНАЯ"</w:t>
            </w:r>
          </w:p>
          <w:p w14:paraId="4329BCB4" w14:textId="56885CD2" w:rsidR="00EC2F49" w:rsidRPr="0099087D" w:rsidRDefault="00EC2F49" w:rsidP="003836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(2шт)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ED2E44" w14:textId="77777777" w:rsidR="00001E7D" w:rsidRPr="00001E7D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инвентарный</w:t>
            </w:r>
          </w:p>
          <w:p w14:paraId="2514A3C6" w14:textId="0A1A4875" w:rsidR="00001E7D" w:rsidRPr="00001E7D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№ 1101380300</w:t>
            </w:r>
            <w:r>
              <w:rPr>
                <w:sz w:val="20"/>
                <w:szCs w:val="20"/>
              </w:rPr>
              <w:t>45</w:t>
            </w:r>
            <w:r w:rsidRPr="00001E7D">
              <w:rPr>
                <w:sz w:val="20"/>
                <w:szCs w:val="20"/>
              </w:rPr>
              <w:t>-</w:t>
            </w:r>
          </w:p>
          <w:p w14:paraId="33390DB3" w14:textId="7F0DED9D" w:rsidR="00383690" w:rsidRPr="00DF0947" w:rsidRDefault="00001E7D" w:rsidP="00001E7D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11013803004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CF4A5E" w14:textId="02112253" w:rsidR="00383690" w:rsidRPr="001655B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164D6C8" w14:textId="07503CE9" w:rsidR="00383690" w:rsidRDefault="00EC2F49" w:rsidP="0038369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4 545,60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90A04D" w14:textId="5DE2683B" w:rsidR="00383690" w:rsidRPr="00521996" w:rsidRDefault="002B3ED2" w:rsidP="0038369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62AE85" w14:textId="601CAFF1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CE0A98" w14:textId="4796873E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7940CF" w14:textId="74CF356E" w:rsidR="00383690" w:rsidRPr="00713213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383690" w:rsidRPr="00713213" w14:paraId="1E32D87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1CBD5A" w14:textId="2122463F" w:rsidR="00383690" w:rsidRPr="00CE4B5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9724AD" w14:textId="77777777" w:rsidR="00383690" w:rsidRDefault="00C656EB" w:rsidP="00383690">
            <w:pPr>
              <w:jc w:val="center"/>
              <w:rPr>
                <w:sz w:val="20"/>
                <w:szCs w:val="20"/>
              </w:rPr>
            </w:pPr>
            <w:r w:rsidRPr="00C656EB">
              <w:rPr>
                <w:sz w:val="20"/>
                <w:szCs w:val="20"/>
              </w:rPr>
              <w:t>Указатель дорожный "ШКОЛА"</w:t>
            </w:r>
          </w:p>
          <w:p w14:paraId="0E992680" w14:textId="4626E44A" w:rsidR="00117FFB" w:rsidRPr="0099087D" w:rsidRDefault="00117FFB" w:rsidP="003836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45AF0F" w14:textId="77777777" w:rsidR="00C656EB" w:rsidRPr="00001E7D" w:rsidRDefault="00C656EB" w:rsidP="00C656EB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инвентарный</w:t>
            </w:r>
          </w:p>
          <w:p w14:paraId="39598EC4" w14:textId="6911F927" w:rsidR="00C656EB" w:rsidRPr="00001E7D" w:rsidRDefault="00C656EB" w:rsidP="00C656EB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№ 1101380300</w:t>
            </w:r>
            <w:r>
              <w:rPr>
                <w:sz w:val="20"/>
                <w:szCs w:val="20"/>
              </w:rPr>
              <w:t>47</w:t>
            </w:r>
            <w:r w:rsidRPr="00001E7D">
              <w:rPr>
                <w:sz w:val="20"/>
                <w:szCs w:val="20"/>
              </w:rPr>
              <w:t>-</w:t>
            </w:r>
          </w:p>
          <w:p w14:paraId="2466B932" w14:textId="46CFD460" w:rsidR="00383690" w:rsidRPr="00DF0947" w:rsidRDefault="00C656EB" w:rsidP="00C656EB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11013803004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DB6B97" w14:textId="665E7815" w:rsidR="00383690" w:rsidRPr="001655BA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3BB2AB6" w14:textId="2536BD2D" w:rsidR="00383690" w:rsidRDefault="00C656EB" w:rsidP="0038369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62846D" w14:textId="4BF700B1" w:rsidR="00383690" w:rsidRPr="00521996" w:rsidRDefault="002B3ED2" w:rsidP="0038369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7F0A30" w14:textId="4C41A9FB" w:rsidR="00383690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B69CF1" w14:textId="0E22E71E" w:rsidR="00383690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AFAAA8" w14:textId="6C0910B5" w:rsidR="00383690" w:rsidRDefault="00383690" w:rsidP="0038369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17FFB" w:rsidRPr="00713213" w14:paraId="3346D2E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D37CE7" w14:textId="4B0E5DAD" w:rsidR="00117FFB" w:rsidRPr="00CE4B5A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AB89AB" w14:textId="77777777" w:rsidR="00117FFB" w:rsidRDefault="00117FFB" w:rsidP="00117FFB">
            <w:pPr>
              <w:jc w:val="center"/>
              <w:rPr>
                <w:sz w:val="20"/>
                <w:szCs w:val="20"/>
              </w:rPr>
            </w:pPr>
            <w:r w:rsidRPr="00117FFB">
              <w:rPr>
                <w:sz w:val="20"/>
                <w:szCs w:val="20"/>
              </w:rPr>
              <w:t>Указатель дорожный "УЛ.ОКТЯБРЬСКАЯ"</w:t>
            </w:r>
          </w:p>
          <w:p w14:paraId="336B5EAB" w14:textId="467D6E7A" w:rsidR="00117FFB" w:rsidRPr="0099087D" w:rsidRDefault="00117FFB" w:rsidP="00117F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7D8DFC" w14:textId="77777777" w:rsidR="00117FFB" w:rsidRPr="00001E7D" w:rsidRDefault="00117FFB" w:rsidP="00117FFB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инвентарный</w:t>
            </w:r>
          </w:p>
          <w:p w14:paraId="30BC9F8A" w14:textId="15E62FA4" w:rsidR="00117FFB" w:rsidRDefault="00117FFB" w:rsidP="00117FFB">
            <w:pPr>
              <w:jc w:val="center"/>
              <w:outlineLvl w:val="2"/>
              <w:rPr>
                <w:sz w:val="20"/>
                <w:szCs w:val="20"/>
              </w:rPr>
            </w:pPr>
            <w:r w:rsidRPr="00001E7D">
              <w:rPr>
                <w:sz w:val="20"/>
                <w:szCs w:val="20"/>
              </w:rPr>
              <w:t>№ 1101380300</w:t>
            </w:r>
            <w:r>
              <w:rPr>
                <w:sz w:val="20"/>
                <w:szCs w:val="20"/>
              </w:rPr>
              <w:t>49</w:t>
            </w:r>
            <w:r w:rsidRPr="00001E7D">
              <w:rPr>
                <w:sz w:val="20"/>
                <w:szCs w:val="20"/>
              </w:rPr>
              <w:t>-</w:t>
            </w:r>
          </w:p>
          <w:p w14:paraId="36B9586B" w14:textId="20F2F776" w:rsidR="00117FFB" w:rsidRPr="00001E7D" w:rsidRDefault="00117FFB" w:rsidP="00117FFB">
            <w:pPr>
              <w:jc w:val="center"/>
              <w:outlineLvl w:val="2"/>
              <w:rPr>
                <w:sz w:val="20"/>
                <w:szCs w:val="20"/>
              </w:rPr>
            </w:pPr>
            <w:r w:rsidRPr="00117FFB">
              <w:rPr>
                <w:sz w:val="20"/>
                <w:szCs w:val="20"/>
              </w:rPr>
              <w:t>110138030050</w:t>
            </w:r>
          </w:p>
          <w:p w14:paraId="391B9B2A" w14:textId="77777777" w:rsidR="00117FFB" w:rsidRPr="00DF0947" w:rsidRDefault="00117FFB" w:rsidP="00117FFB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1C7A50" w14:textId="5131A4BB" w:rsidR="00117FFB" w:rsidRPr="001655BA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8D4A06" w14:textId="42D50681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4 713,60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5D7E81" w14:textId="51C588C8" w:rsidR="00117FFB" w:rsidRPr="00521996" w:rsidRDefault="002B3ED2" w:rsidP="00117FFB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CAE8CA" w14:textId="32D2F367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95163A1" w14:textId="61D095CD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267CD97" w14:textId="1A0FBC15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17FFB" w:rsidRPr="00713213" w14:paraId="2289B907" w14:textId="77777777" w:rsidTr="00063C35">
        <w:trPr>
          <w:trHeight w:val="378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DA18EC" w14:textId="1867517D" w:rsidR="00117FFB" w:rsidRPr="00CE4B5A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FB0BD3" w14:textId="3522F5A1" w:rsidR="00117FFB" w:rsidRPr="0099087D" w:rsidRDefault="00117FFB" w:rsidP="00117FFB">
            <w:pPr>
              <w:jc w:val="center"/>
              <w:rPr>
                <w:sz w:val="20"/>
                <w:szCs w:val="20"/>
              </w:rPr>
            </w:pPr>
            <w:r w:rsidRPr="00117FFB">
              <w:rPr>
                <w:sz w:val="20"/>
                <w:szCs w:val="20"/>
              </w:rPr>
              <w:t>Указатель дорожный "УЛ.ОКТЯБРЬСКАЯ"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40E59B" w14:textId="77777777" w:rsidR="009E02E7" w:rsidRPr="009E02E7" w:rsidRDefault="009E02E7" w:rsidP="009E02E7">
            <w:pPr>
              <w:jc w:val="center"/>
              <w:outlineLvl w:val="2"/>
              <w:rPr>
                <w:sz w:val="20"/>
                <w:szCs w:val="20"/>
              </w:rPr>
            </w:pPr>
            <w:r w:rsidRPr="009E02E7">
              <w:rPr>
                <w:sz w:val="20"/>
                <w:szCs w:val="20"/>
              </w:rPr>
              <w:t>инвентарный</w:t>
            </w:r>
          </w:p>
          <w:p w14:paraId="20015B52" w14:textId="340A2E07" w:rsidR="00117FFB" w:rsidRPr="00DF0947" w:rsidRDefault="009E02E7" w:rsidP="009E02E7">
            <w:pPr>
              <w:jc w:val="center"/>
              <w:outlineLvl w:val="2"/>
              <w:rPr>
                <w:sz w:val="20"/>
                <w:szCs w:val="20"/>
              </w:rPr>
            </w:pPr>
            <w:r w:rsidRPr="009E02E7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9E02E7">
              <w:rPr>
                <w:sz w:val="20"/>
                <w:szCs w:val="20"/>
              </w:rPr>
              <w:t>110138030051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191F12" w14:textId="78898860" w:rsidR="00117FFB" w:rsidRPr="001655BA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C9DDEA" w14:textId="1F411F61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2 772,0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5334E6" w14:textId="0E25A03B" w:rsidR="00117FFB" w:rsidRPr="00521996" w:rsidRDefault="002B3ED2" w:rsidP="00117FFB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211BB2" w14:textId="68AF269A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03041B8" w14:textId="2268CBE5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5629AE" w14:textId="2962E3E3" w:rsidR="00117FFB" w:rsidRDefault="00117FFB" w:rsidP="00117FF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6DCAEB3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5F7AFE" w14:textId="57413F3A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D7DEE0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B87937">
              <w:rPr>
                <w:sz w:val="20"/>
                <w:szCs w:val="20"/>
              </w:rPr>
              <w:t>Указатель дорожный "Х.ОРЛОВ"</w:t>
            </w:r>
          </w:p>
          <w:p w14:paraId="00FE1561" w14:textId="32CA56BE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BF9142" w14:textId="77777777" w:rsidR="000054E0" w:rsidRPr="009E02E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9E02E7">
              <w:rPr>
                <w:sz w:val="20"/>
                <w:szCs w:val="20"/>
              </w:rPr>
              <w:t>инвентарный</w:t>
            </w:r>
          </w:p>
          <w:p w14:paraId="12AE0308" w14:textId="7777777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9E02E7">
              <w:rPr>
                <w:sz w:val="20"/>
                <w:szCs w:val="20"/>
              </w:rPr>
              <w:t>№</w:t>
            </w:r>
            <w:r>
              <w:t xml:space="preserve"> </w:t>
            </w:r>
            <w:r w:rsidRPr="005C469F">
              <w:rPr>
                <w:sz w:val="20"/>
                <w:szCs w:val="20"/>
              </w:rPr>
              <w:t>110138030052</w:t>
            </w:r>
            <w:r>
              <w:rPr>
                <w:sz w:val="20"/>
                <w:szCs w:val="20"/>
              </w:rPr>
              <w:t>-</w:t>
            </w:r>
          </w:p>
          <w:p w14:paraId="2E86D912" w14:textId="2048EA26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110138030053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424F2D" w14:textId="4F41C109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E422D7" w14:textId="4C476F1F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2 772,0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1957C1" w14:textId="5480BC71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484767" w14:textId="061926D5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E80E69" w14:textId="0DF35BA0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7DC3BC" w14:textId="4C0EBCFA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05B540F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EE5C8D" w14:textId="5E2B55C6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CE4B5A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69.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8504D2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B87937">
              <w:rPr>
                <w:sz w:val="20"/>
                <w:szCs w:val="20"/>
              </w:rPr>
              <w:t>Указатель дорожный "АМБУЛАТОРИЯ,СВОБОДНЫЙ, УЛ.МИРА"</w:t>
            </w:r>
          </w:p>
          <w:p w14:paraId="6D617260" w14:textId="2B0F0FA8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8CF16B" w14:textId="77777777" w:rsidR="000054E0" w:rsidRPr="005C469F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инвентарный</w:t>
            </w:r>
          </w:p>
          <w:p w14:paraId="06166A52" w14:textId="296F0B8F" w:rsidR="000054E0" w:rsidRPr="005C469F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№ 11013803005</w:t>
            </w:r>
            <w:r>
              <w:rPr>
                <w:sz w:val="20"/>
                <w:szCs w:val="20"/>
              </w:rPr>
              <w:t>4</w:t>
            </w:r>
            <w:r w:rsidRPr="005C469F">
              <w:rPr>
                <w:sz w:val="20"/>
                <w:szCs w:val="20"/>
              </w:rPr>
              <w:t>-</w:t>
            </w:r>
          </w:p>
          <w:p w14:paraId="4E6DAEF5" w14:textId="411C373C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11013803005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DDBE00" w14:textId="28976158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5CEED67" w14:textId="0CEA8D25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11 282,40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76555E" w14:textId="69CA200D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B5E5E4" w14:textId="6C7490F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41477F" w14:textId="4EEA653E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60D418" w14:textId="113ACBC6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19926ED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B69299" w14:textId="1EAD6E69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8C6CF9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434DA5">
              <w:rPr>
                <w:sz w:val="20"/>
                <w:szCs w:val="20"/>
              </w:rPr>
              <w:t>Указатель дорожный " УЛ.МИРА, УЛ.СВЕТЛАЯ"</w:t>
            </w:r>
          </w:p>
          <w:p w14:paraId="7422ADAD" w14:textId="506E36B1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EDFAC0" w14:textId="77777777" w:rsidR="000054E0" w:rsidRPr="005C469F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инвентарный</w:t>
            </w:r>
          </w:p>
          <w:p w14:paraId="1EB95A37" w14:textId="7EFDAC48" w:rsidR="000054E0" w:rsidRPr="005C469F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№ 11013803005</w:t>
            </w:r>
            <w:r>
              <w:rPr>
                <w:sz w:val="20"/>
                <w:szCs w:val="20"/>
              </w:rPr>
              <w:t>6</w:t>
            </w:r>
            <w:r w:rsidRPr="005C469F">
              <w:rPr>
                <w:sz w:val="20"/>
                <w:szCs w:val="20"/>
              </w:rPr>
              <w:t>-</w:t>
            </w:r>
          </w:p>
          <w:p w14:paraId="716DCB98" w14:textId="4D757710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11013803005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2868E7" w14:textId="527E3619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4D21EF" w14:textId="39506125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8 078,40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1BBAA0" w14:textId="6F45AD24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D335B6" w14:textId="17A83303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EC059B0" w14:textId="2AB9C9E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43D9539" w14:textId="3482F477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781EEFB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091966" w14:textId="7E0637FD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2.23.7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20404A" w14:textId="7064C71C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 w:rsidRPr="00824CF5">
              <w:rPr>
                <w:sz w:val="20"/>
                <w:szCs w:val="20"/>
              </w:rPr>
              <w:t>Указатель дорожный " УЛ.ОКТЯБРЬСКАЯ, УЛ.ЗАРЕЧНАЯ"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6DC36A" w14:textId="77777777" w:rsidR="000054E0" w:rsidRPr="005C469F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инвентарный</w:t>
            </w:r>
          </w:p>
          <w:p w14:paraId="6C4F0F60" w14:textId="2F8D15D3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C469F">
              <w:rPr>
                <w:sz w:val="20"/>
                <w:szCs w:val="20"/>
              </w:rPr>
              <w:t>№ 11013803005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0DD46E" w14:textId="4EEE41B6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D9B51DC" w14:textId="485F7283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5 766,0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A02CDA" w14:textId="5F102986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E58F6C" w14:textId="1EE93B65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ABBEF1D" w14:textId="74985413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6D0ECF2" w14:textId="12DE5A8F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1712062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E43FF1" w14:textId="2ACC7582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98D647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584105">
              <w:rPr>
                <w:sz w:val="20"/>
                <w:szCs w:val="20"/>
              </w:rPr>
              <w:t>Указатель дорожный "УЛ.ЗАРЕЧНАЯ, ШКОЛА"</w:t>
            </w:r>
          </w:p>
          <w:p w14:paraId="4775E016" w14:textId="14E2F37B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D86B22" w14:textId="77777777" w:rsidR="000054E0" w:rsidRPr="0058410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84105">
              <w:rPr>
                <w:sz w:val="20"/>
                <w:szCs w:val="20"/>
              </w:rPr>
              <w:t>инвентарный</w:t>
            </w:r>
          </w:p>
          <w:p w14:paraId="2B921C07" w14:textId="7777777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584105">
              <w:rPr>
                <w:sz w:val="20"/>
                <w:szCs w:val="20"/>
              </w:rPr>
              <w:t>№ 11013803005</w:t>
            </w:r>
            <w:r>
              <w:rPr>
                <w:sz w:val="20"/>
                <w:szCs w:val="20"/>
              </w:rPr>
              <w:t>9-</w:t>
            </w:r>
          </w:p>
          <w:p w14:paraId="1022762D" w14:textId="2245F8D6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88676A">
              <w:rPr>
                <w:sz w:val="20"/>
                <w:szCs w:val="20"/>
              </w:rPr>
              <w:t>110138030060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1C4915" w14:textId="255BBAC9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92C6EF6" w14:textId="352170A2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5 433,60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A9C662" w14:textId="0A15E5CE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2C708C" w14:textId="01E18D4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7E687A0" w14:textId="44F5C22C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EDB3A9" w14:textId="2326E29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4E98F8C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29B050" w14:textId="1A8BB965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2.23.7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251D72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Указатель дорожный "УЛ.НАБЕРЕЖНАЯ, Х.ЛЕБЕДЕВ"</w:t>
            </w:r>
          </w:p>
          <w:p w14:paraId="0B5DD9C9" w14:textId="10493647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(2шт)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BA0792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инвентарный</w:t>
            </w:r>
          </w:p>
          <w:p w14:paraId="27C14069" w14:textId="11D6913B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 xml:space="preserve">№ </w:t>
            </w:r>
          </w:p>
          <w:p w14:paraId="26C6B7C1" w14:textId="7777777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1-</w:t>
            </w:r>
          </w:p>
          <w:p w14:paraId="2A78BD00" w14:textId="40A9A64C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F77FB0" w14:textId="4B19786D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EA8935" w14:textId="5D635574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6 403,20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9EA347" w14:textId="352E6E0A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EA9948" w14:textId="25D0563C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074BBB" w14:textId="4489144A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EF0FFFB" w14:textId="59DC2237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7042590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710F2D" w14:textId="23F9A4A5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39F72E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A245B0">
              <w:rPr>
                <w:sz w:val="20"/>
                <w:szCs w:val="20"/>
              </w:rPr>
              <w:t>Указатель дорожный "ПЕР.СВОБОДНЫЙ, АМБУЛАТОРИЯ"</w:t>
            </w:r>
          </w:p>
          <w:p w14:paraId="1C601F33" w14:textId="7502D202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67EEB4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инвентарный</w:t>
            </w:r>
          </w:p>
          <w:p w14:paraId="1E3D48C8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 xml:space="preserve">№ </w:t>
            </w:r>
          </w:p>
          <w:p w14:paraId="301DEEE2" w14:textId="1DEEC8A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3-</w:t>
            </w:r>
          </w:p>
          <w:p w14:paraId="2E999695" w14:textId="18799E15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32AEAA" w14:textId="3E19F020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463961D" w14:textId="584DA34A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6 280,80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828EA8" w14:textId="3C2E4332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A79EBE" w14:textId="6D196ED2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B81C573" w14:textId="03BD5C23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80B23A" w14:textId="1284694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26E8E21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E491E2" w14:textId="73C1C073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2.23.7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EDA0D6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A245B0">
              <w:rPr>
                <w:sz w:val="20"/>
                <w:szCs w:val="20"/>
              </w:rPr>
              <w:t>Указатель дорожный "УЛ.ЭНЕРГЕТИКОВ,</w:t>
            </w:r>
          </w:p>
          <w:p w14:paraId="1672015C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A245B0">
              <w:rPr>
                <w:sz w:val="20"/>
                <w:szCs w:val="20"/>
              </w:rPr>
              <w:t>УЛ.ОКТЯБРЬСКАЯ"</w:t>
            </w:r>
          </w:p>
          <w:p w14:paraId="49BD5BB9" w14:textId="6B7543EE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34AE7B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инвентарный</w:t>
            </w:r>
          </w:p>
          <w:p w14:paraId="71165DDA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 xml:space="preserve">№ </w:t>
            </w:r>
          </w:p>
          <w:p w14:paraId="021B64BE" w14:textId="532A9420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5-</w:t>
            </w:r>
          </w:p>
          <w:p w14:paraId="0074B322" w14:textId="394A0E4A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08DA8C" w14:textId="041DCEF3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B4F35F" w14:textId="502F90D5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6 597,60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E93F92" w14:textId="55D4A87C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387AC6" w14:textId="7CC7BC5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ACADF00" w14:textId="1590E62B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D9D5B9" w14:textId="72DAB8A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356E4B4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21CF16" w14:textId="1B5D5125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84AA73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F0C11">
              <w:rPr>
                <w:sz w:val="20"/>
                <w:szCs w:val="20"/>
              </w:rPr>
              <w:t>Указатель дорожный "Х.БУЛГАКОВ,Х.ИВЛЕВ"</w:t>
            </w:r>
          </w:p>
          <w:p w14:paraId="05123ADD" w14:textId="3199B1C4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C632F5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инвентарный</w:t>
            </w:r>
          </w:p>
          <w:p w14:paraId="6D9DA33D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 xml:space="preserve">№ </w:t>
            </w:r>
          </w:p>
          <w:p w14:paraId="538C4AE1" w14:textId="65D548EC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7-</w:t>
            </w:r>
          </w:p>
          <w:p w14:paraId="2768E8C8" w14:textId="49767928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B718D8" w14:textId="0698F328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410EA7" w14:textId="42D893C3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5 044,80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DC03FE" w14:textId="56F12CFA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92139E" w14:textId="7D3C34E5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078744" w14:textId="09C6322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DD00A3" w14:textId="137F9AE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7744327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9710B1" w14:textId="7A2C78F7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2.23.7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FAF757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F0C11">
              <w:rPr>
                <w:sz w:val="20"/>
                <w:szCs w:val="20"/>
              </w:rPr>
              <w:t>Указатель дорожный "УЛ,ЭНЕРГЕТИКОВ, УЛ.ЗАРЕЧНАЯ"</w:t>
            </w:r>
          </w:p>
          <w:p w14:paraId="2E681FA8" w14:textId="2C6C2CF5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021F06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инвентарный</w:t>
            </w:r>
          </w:p>
          <w:p w14:paraId="306CDEE8" w14:textId="77777777" w:rsidR="000054E0" w:rsidRPr="00744C6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 xml:space="preserve">№ </w:t>
            </w:r>
          </w:p>
          <w:p w14:paraId="5BB026D2" w14:textId="29468838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11013803006</w:t>
            </w:r>
            <w:r>
              <w:rPr>
                <w:sz w:val="20"/>
                <w:szCs w:val="20"/>
              </w:rPr>
              <w:t>9-</w:t>
            </w:r>
          </w:p>
          <w:p w14:paraId="6B934333" w14:textId="7CF5C2B3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744C6A">
              <w:rPr>
                <w:sz w:val="20"/>
                <w:szCs w:val="20"/>
              </w:rPr>
              <w:t>1101380300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85ED32" w14:textId="34B505D2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BE95FC5" w14:textId="16C0BF0F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6 403,20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0BE2C8" w14:textId="7D576468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2023/10/09 от 09.10.2023г.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07E0CE" w14:textId="216740E1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4829FC" w14:textId="1130B5DB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A7F78A6" w14:textId="14BD5C4A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65DAB2F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AFCFDE" w14:textId="265E4EAB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79B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C66CEA" w14:textId="6D0250FC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Указатель дорожный "УЛ.ЗАРЕЧНАЯ"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A8357E" w14:textId="77777777" w:rsidR="000054E0" w:rsidRPr="00D7009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инвентарный</w:t>
            </w:r>
          </w:p>
          <w:p w14:paraId="6A4D0AD2" w14:textId="6118FEA2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№ 110138030071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A514E0" w14:textId="1FAD1D49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01E8F25" w14:textId="760915B4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D70095">
              <w:rPr>
                <w:sz w:val="20"/>
                <w:szCs w:val="20"/>
              </w:rPr>
              <w:t>356,8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665A02" w14:textId="3238ADAC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2023/10/31 от 31.10. 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97B0DA" w14:textId="3F8A528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A6888E4" w14:textId="388D087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5869AC" w14:textId="158AAE00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7633844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737D99" w14:textId="1FA34377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2.23.7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9B06A4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Указатель дорожный "УЛ.ОЛИМПИЙСКАЯ, УЛ.ОКТЯБРЬСКАЯ"</w:t>
            </w:r>
          </w:p>
          <w:p w14:paraId="08A61766" w14:textId="0D70236C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CFF113" w14:textId="77777777" w:rsidR="000054E0" w:rsidRPr="00D7009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инвентарный</w:t>
            </w:r>
          </w:p>
          <w:p w14:paraId="15CFA011" w14:textId="593C64BF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№ 11013803007</w:t>
            </w:r>
            <w:r>
              <w:rPr>
                <w:sz w:val="20"/>
                <w:szCs w:val="20"/>
              </w:rPr>
              <w:t>2-</w:t>
            </w:r>
          </w:p>
          <w:p w14:paraId="6427128F" w14:textId="38A7FE2C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110138030073</w:t>
            </w:r>
          </w:p>
          <w:p w14:paraId="66DC5C19" w14:textId="34F48BAF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C62631" w14:textId="4F4944BF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2B3E9FD" w14:textId="11496F04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6 792,0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244DA0" w14:textId="065BA392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2023/10/31 от 31.10. 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C2CE3D" w14:textId="0441F7A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6EE635" w14:textId="71C6068C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82563E" w14:textId="54F61CFF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01A4900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8BB2BC" w14:textId="2A0D4168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80</w:t>
            </w: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83033B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E2209">
              <w:rPr>
                <w:sz w:val="20"/>
                <w:szCs w:val="20"/>
              </w:rPr>
              <w:t>Указатель дорожный "УЛ.ЗАРЕЧНАЯ, ВЕРБОВЫЙ БУЛГАКОВ"</w:t>
            </w:r>
          </w:p>
          <w:p w14:paraId="5B548307" w14:textId="298E0B2A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D64459" w14:textId="77777777" w:rsidR="000054E0" w:rsidRPr="00D7009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инвентарный</w:t>
            </w:r>
          </w:p>
          <w:p w14:paraId="4C08BEDB" w14:textId="7A6C0B7B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№ 11013803007</w:t>
            </w:r>
            <w:r>
              <w:rPr>
                <w:sz w:val="20"/>
                <w:szCs w:val="20"/>
              </w:rPr>
              <w:t>4-</w:t>
            </w:r>
          </w:p>
          <w:p w14:paraId="54338E3D" w14:textId="34215A68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11013803007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E4AD2D" w14:textId="48DF3B50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7D46A38" w14:textId="682AF8FF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13 195,20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FBBC24" w14:textId="5AEF78C1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2023/10/31 от 31.10. 2023г.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6D63BA" w14:textId="00C35176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D97CEAE" w14:textId="6018C1C7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3E0C9A5" w14:textId="30CEEC0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225E61E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B58CA6" w14:textId="5CDEAEC8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2851FB" w14:textId="77777777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12715">
              <w:rPr>
                <w:sz w:val="20"/>
                <w:szCs w:val="20"/>
              </w:rPr>
              <w:t>Знак дорожный 2.1 "Главная дорога" со стойкой</w:t>
            </w:r>
          </w:p>
          <w:p w14:paraId="7AE189DA" w14:textId="79EEE903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C73ED8" w14:textId="77777777" w:rsidR="000054E0" w:rsidRPr="00D7009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инвентарный</w:t>
            </w:r>
          </w:p>
          <w:p w14:paraId="40C2C3ED" w14:textId="45212A5A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№ 11013803007</w:t>
            </w:r>
            <w:r>
              <w:rPr>
                <w:sz w:val="20"/>
                <w:szCs w:val="20"/>
              </w:rPr>
              <w:t>6-</w:t>
            </w:r>
          </w:p>
          <w:p w14:paraId="39727053" w14:textId="740FC21F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11013803007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4BEB01" w14:textId="36F3436E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98370CF" w14:textId="24783352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12 053,90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8BA153" w14:textId="2EA4351B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25 от 17.05.2024г.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B8A4BF" w14:textId="5AFE113A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3952B0D" w14:textId="5FE7C8FE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A14846" w14:textId="5A1699D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56D2AFE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31386E" w14:textId="0B878D05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7EDFD2" w14:textId="7CADD908" w:rsidR="000054E0" w:rsidRDefault="000054E0" w:rsidP="000054E0">
            <w:pPr>
              <w:jc w:val="center"/>
              <w:rPr>
                <w:sz w:val="20"/>
                <w:szCs w:val="20"/>
              </w:rPr>
            </w:pPr>
            <w:r w:rsidRPr="00D12715">
              <w:rPr>
                <w:sz w:val="20"/>
                <w:szCs w:val="20"/>
              </w:rPr>
              <w:t>Знак дорожный "Искусственная неровность" со стойкой 3,5 м ф 57</w:t>
            </w:r>
          </w:p>
          <w:p w14:paraId="5D4EADE0" w14:textId="554D3F6C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D261C3" w14:textId="77777777" w:rsidR="000054E0" w:rsidRPr="00D70095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инвентарный</w:t>
            </w:r>
          </w:p>
          <w:p w14:paraId="26FD5F31" w14:textId="7E7E93F8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№ 11013803007</w:t>
            </w:r>
            <w:r>
              <w:rPr>
                <w:sz w:val="20"/>
                <w:szCs w:val="20"/>
              </w:rPr>
              <w:t>8-</w:t>
            </w:r>
          </w:p>
          <w:p w14:paraId="2E714304" w14:textId="5D597AAB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D70095">
              <w:rPr>
                <w:sz w:val="20"/>
                <w:szCs w:val="20"/>
              </w:rPr>
              <w:t>11013803007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24C5B9" w14:textId="2D6EA4DC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C218CE" w14:textId="1C3E8C61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6 440,40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43E856E" w14:textId="6D3F6957" w:rsidR="000054E0" w:rsidRPr="00521996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>
              <w:rPr>
                <w:sz w:val="20"/>
                <w:szCs w:val="20"/>
              </w:rPr>
              <w:t xml:space="preserve"> № 25 от 17.05.2024г.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91AAB1" w14:textId="301846E3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4E516B" w14:textId="2E644962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F965F4B" w14:textId="5860030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75779B0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AE46AE" w14:textId="41A1223B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DA6132" w14:textId="0E163D93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Знак дорожный 6.8.1 "Тупик"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8ABAC1" w14:textId="77777777" w:rsidR="000054E0" w:rsidRPr="000A4BAD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инвентарный</w:t>
            </w:r>
          </w:p>
          <w:p w14:paraId="69CF88CA" w14:textId="352B442C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№ 110138030080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BF8E1D" w14:textId="08B753DB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1655B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4BBDB7C" w14:textId="1B52ED66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0A4BAD">
              <w:rPr>
                <w:sz w:val="20"/>
                <w:szCs w:val="20"/>
              </w:rPr>
              <w:t>019,6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DFDB91" w14:textId="61994640" w:rsidR="000054E0" w:rsidRPr="001C7C71" w:rsidRDefault="000054E0" w:rsidP="000054E0">
            <w:pPr>
              <w:jc w:val="center"/>
              <w:rPr>
                <w:sz w:val="20"/>
                <w:szCs w:val="20"/>
              </w:rPr>
            </w:pPr>
            <w:r w:rsidRPr="00DF0947">
              <w:rPr>
                <w:sz w:val="20"/>
                <w:szCs w:val="20"/>
              </w:rPr>
              <w:t>Собственность. Муниципальный контракт</w:t>
            </w:r>
            <w:r w:rsidRPr="001C7C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 2024/07/10 от 10.07.24г.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F73A5F" w14:textId="7661EA61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287092F" w14:textId="2569713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780C2C" w14:textId="59292D0F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6B09A2F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E4ACEB" w14:textId="05DC4E1B" w:rsidR="000054E0" w:rsidRPr="002D5E7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D5E7A">
              <w:rPr>
                <w:rFonts w:eastAsia="Arial"/>
                <w:sz w:val="20"/>
                <w:szCs w:val="20"/>
                <w:lang w:eastAsia="hi-IN" w:bidi="hi-IN"/>
              </w:rPr>
              <w:t>2.23.84.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CA63D9" w14:textId="576A3500" w:rsidR="000054E0" w:rsidRPr="002D5E7A" w:rsidRDefault="000054E0" w:rsidP="000054E0">
            <w:pPr>
              <w:jc w:val="center"/>
              <w:rPr>
                <w:sz w:val="20"/>
                <w:szCs w:val="20"/>
              </w:rPr>
            </w:pPr>
            <w:r w:rsidRPr="002D5E7A">
              <w:rPr>
                <w:sz w:val="20"/>
                <w:szCs w:val="20"/>
              </w:rPr>
              <w:t>Знак дорожный 6.18.3 "Направление объезда"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5D7C6A" w14:textId="77777777" w:rsidR="000054E0" w:rsidRPr="002D5E7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2D5E7A">
              <w:rPr>
                <w:sz w:val="20"/>
                <w:szCs w:val="20"/>
              </w:rPr>
              <w:t>инвентарный</w:t>
            </w:r>
          </w:p>
          <w:p w14:paraId="386569AD" w14:textId="417AF1B5" w:rsidR="000054E0" w:rsidRPr="002D5E7A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2D5E7A">
              <w:rPr>
                <w:sz w:val="20"/>
                <w:szCs w:val="20"/>
              </w:rPr>
              <w:t>№ 110138030080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93F6A1" w14:textId="7C18BA6B" w:rsidR="000054E0" w:rsidRPr="002D5E7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D5E7A">
              <w:rPr>
                <w:rFonts w:eastAsia="Arial"/>
                <w:sz w:val="20"/>
                <w:szCs w:val="20"/>
                <w:lang w:eastAsia="hi-IN" w:bidi="hi-IN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693DBB" w14:textId="060A22A8" w:rsidR="000054E0" w:rsidRPr="002D5E7A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D5E7A">
              <w:rPr>
                <w:sz w:val="20"/>
                <w:szCs w:val="20"/>
              </w:rPr>
              <w:t>1512,72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71EE19" w14:textId="2038961D" w:rsidR="000054E0" w:rsidRPr="002D5E7A" w:rsidRDefault="000054E0" w:rsidP="000054E0">
            <w:pPr>
              <w:jc w:val="center"/>
              <w:rPr>
                <w:sz w:val="20"/>
                <w:szCs w:val="20"/>
              </w:rPr>
            </w:pPr>
            <w:r w:rsidRPr="002D5E7A">
              <w:rPr>
                <w:sz w:val="20"/>
                <w:szCs w:val="20"/>
              </w:rPr>
              <w:t>Собственность. Муниципальный контракт № 2024/07/10 от 10.07.24г.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C813A5" w14:textId="1BB28FBD" w:rsidR="000054E0" w:rsidRPr="00796D81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FF0000"/>
                <w:sz w:val="20"/>
                <w:szCs w:val="20"/>
                <w:lang w:eastAsia="hi-IN" w:bidi="hi-IN"/>
              </w:rPr>
            </w:pPr>
            <w:r w:rsidRPr="00796D81">
              <w:rPr>
                <w:rFonts w:eastAsia="Arial"/>
                <w:color w:val="FF0000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7A65D42" w14:textId="2C40FFBB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4548F48" w14:textId="549F7A01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3030AEF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160A4A" w14:textId="232F89F2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2.23.8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95B111" w14:textId="61DF661B" w:rsidR="000054E0" w:rsidRPr="0099087D" w:rsidRDefault="000054E0" w:rsidP="000054E0">
            <w:pPr>
              <w:jc w:val="center"/>
              <w:rPr>
                <w:sz w:val="20"/>
                <w:szCs w:val="20"/>
              </w:rPr>
            </w:pPr>
            <w:r w:rsidRPr="000054E0">
              <w:rPr>
                <w:sz w:val="20"/>
                <w:szCs w:val="20"/>
              </w:rPr>
              <w:t>Компьютер (системный блок+ монитор)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8225D9" w14:textId="77777777" w:rsidR="000054E0" w:rsidRPr="000A4BAD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инвентарный</w:t>
            </w:r>
          </w:p>
          <w:p w14:paraId="6F7C629D" w14:textId="7777777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№</w:t>
            </w:r>
          </w:p>
          <w:p w14:paraId="55B6C080" w14:textId="6C66BC99" w:rsidR="000054E0" w:rsidRPr="00DF0947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054E0">
              <w:rPr>
                <w:sz w:val="20"/>
                <w:szCs w:val="20"/>
              </w:rPr>
              <w:t>110134030001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03DAD8" w14:textId="3B37C17A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EF8356" w14:textId="13F1E8B1" w:rsidR="000054E0" w:rsidRDefault="000054E0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8E3F2D" w14:textId="38ACDDC1" w:rsidR="000054E0" w:rsidRPr="00521996" w:rsidRDefault="00BA217A" w:rsidP="000054E0">
            <w:pPr>
              <w:jc w:val="center"/>
              <w:rPr>
                <w:sz w:val="20"/>
                <w:szCs w:val="20"/>
              </w:rPr>
            </w:pPr>
            <w:r w:rsidRPr="00BA217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1A7F63" w14:textId="0209DB84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B95AADD" w14:textId="4F36F9A5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7C8DF70" w14:textId="0B140C9C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41D388C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9CB3E0" w14:textId="2308A33E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AD4B07" w14:textId="26656388" w:rsidR="000054E0" w:rsidRPr="0099087D" w:rsidRDefault="00AF56AB" w:rsidP="000054E0">
            <w:pPr>
              <w:jc w:val="center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 xml:space="preserve">АРМ В СОСТАВЕ :системный блок INTEL (AMDFX8350/4GB DDR3/120SSD/1000GB 450W.монитор ACER 21.5K222HQLDb </w:t>
            </w:r>
            <w:proofErr w:type="spellStart"/>
            <w:r w:rsidRPr="00AF56AB">
              <w:rPr>
                <w:sz w:val="20"/>
                <w:szCs w:val="20"/>
              </w:rPr>
              <w:t>черный,клавиатура</w:t>
            </w:r>
            <w:proofErr w:type="spellEnd"/>
            <w:r w:rsidRPr="00AF56AB">
              <w:rPr>
                <w:sz w:val="20"/>
                <w:szCs w:val="20"/>
              </w:rPr>
              <w:t xml:space="preserve"> , мышь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5C5D77" w14:textId="77777777" w:rsidR="000054E0" w:rsidRPr="000A4BAD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инвентарный</w:t>
            </w:r>
          </w:p>
          <w:p w14:paraId="2B7A60B2" w14:textId="77777777" w:rsidR="000054E0" w:rsidRDefault="000054E0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0A4BAD">
              <w:rPr>
                <w:sz w:val="20"/>
                <w:szCs w:val="20"/>
              </w:rPr>
              <w:t>№</w:t>
            </w:r>
          </w:p>
          <w:p w14:paraId="31241D4A" w14:textId="1B3BF9F1" w:rsidR="000054E0" w:rsidRPr="00DF0947" w:rsidRDefault="00AF56AB" w:rsidP="000054E0">
            <w:pPr>
              <w:jc w:val="center"/>
              <w:outlineLvl w:val="2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>110134030109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84803D" w14:textId="56D9DC53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33894A0" w14:textId="4297E5B2" w:rsidR="000054E0" w:rsidRDefault="00AF56AB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AAB09E" w14:textId="345D85BF" w:rsidR="000054E0" w:rsidRPr="00521996" w:rsidRDefault="0060371A" w:rsidP="000054E0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4665DC" w14:textId="1B3462BD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BE4ED6" w14:textId="43BCAAA0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DE33E22" w14:textId="37EA9E48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5752EDC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541EA3" w14:textId="384F8AF8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2.23.8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281FDF" w14:textId="002CA9DF" w:rsidR="000054E0" w:rsidRPr="0099087D" w:rsidRDefault="00AF56AB" w:rsidP="000054E0">
            <w:pPr>
              <w:jc w:val="center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>МФУ струйный EPSON L3050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18955B" w14:textId="77777777" w:rsidR="00AF56AB" w:rsidRPr="00AF56AB" w:rsidRDefault="00AF56AB" w:rsidP="00AF56AB">
            <w:pPr>
              <w:jc w:val="center"/>
              <w:outlineLvl w:val="2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>инвентарный</w:t>
            </w:r>
          </w:p>
          <w:p w14:paraId="3F7BB87F" w14:textId="77777777" w:rsidR="00AF56AB" w:rsidRDefault="00AF56AB" w:rsidP="00AF56AB">
            <w:pPr>
              <w:jc w:val="center"/>
              <w:outlineLvl w:val="2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>№</w:t>
            </w:r>
          </w:p>
          <w:p w14:paraId="345B5A85" w14:textId="5E27FF58" w:rsidR="000054E0" w:rsidRPr="00DF0947" w:rsidRDefault="00AF56AB" w:rsidP="00AF56AB">
            <w:pPr>
              <w:jc w:val="center"/>
              <w:outlineLvl w:val="2"/>
              <w:rPr>
                <w:sz w:val="20"/>
                <w:szCs w:val="20"/>
              </w:rPr>
            </w:pPr>
            <w:r w:rsidRPr="00AF56AB">
              <w:rPr>
                <w:sz w:val="20"/>
                <w:szCs w:val="20"/>
              </w:rPr>
              <w:t>110134030110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AC761C" w14:textId="248F452E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63BE931" w14:textId="021BADC3" w:rsidR="000054E0" w:rsidRDefault="00AF56AB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6DA82F" w14:textId="114BBE08" w:rsidR="000054E0" w:rsidRPr="00521996" w:rsidRDefault="0060371A" w:rsidP="000054E0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D9F36E" w14:textId="3EC7080C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45CB36E" w14:textId="748C90AB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5C4F17" w14:textId="4F96E7EE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39E7229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66AD6C" w14:textId="394CE65B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88.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17D842" w14:textId="6A8E0F98" w:rsidR="000054E0" w:rsidRPr="0099087D" w:rsidRDefault="00921A12" w:rsidP="000054E0">
            <w:pPr>
              <w:jc w:val="center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 xml:space="preserve">Сплит система </w:t>
            </w:r>
            <w:proofErr w:type="spellStart"/>
            <w:r w:rsidRPr="00921A12">
              <w:rPr>
                <w:sz w:val="20"/>
                <w:szCs w:val="20"/>
              </w:rPr>
              <w:t>Lessar</w:t>
            </w:r>
            <w:proofErr w:type="spellEnd"/>
            <w:r w:rsidRPr="00921A12">
              <w:rPr>
                <w:sz w:val="20"/>
                <w:szCs w:val="20"/>
              </w:rPr>
              <w:t xml:space="preserve"> LS-H 07 KFE2/LU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8CA807" w14:textId="77777777" w:rsidR="00921A12" w:rsidRPr="00921A12" w:rsidRDefault="00921A12" w:rsidP="00921A1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35D03584" w14:textId="2AC3F746" w:rsidR="000054E0" w:rsidRPr="00DF0947" w:rsidRDefault="00921A12" w:rsidP="00921A1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921A12">
              <w:rPr>
                <w:sz w:val="20"/>
                <w:szCs w:val="20"/>
              </w:rPr>
              <w:t>110134050121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A1E51E" w14:textId="275DC98F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DF7368" w14:textId="4C6D1DA2" w:rsidR="000054E0" w:rsidRDefault="00C60961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34 440,0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5B4FDF" w14:textId="77F58E37" w:rsidR="000054E0" w:rsidRPr="00521996" w:rsidRDefault="0060371A" w:rsidP="000054E0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13F7D9" w14:textId="78242C67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1837DF" w14:textId="1EC858AA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241930" w14:textId="06FE454F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0054E0" w:rsidRPr="00713213" w14:paraId="14B275E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AC504F" w14:textId="3C2BF058" w:rsidR="000054E0" w:rsidRPr="00CE4B5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2.23.8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91B8E6" w14:textId="71431679" w:rsidR="000054E0" w:rsidRPr="0099087D" w:rsidRDefault="00C60961" w:rsidP="000054E0">
            <w:pPr>
              <w:jc w:val="center"/>
              <w:rPr>
                <w:sz w:val="20"/>
                <w:szCs w:val="20"/>
              </w:rPr>
            </w:pPr>
            <w:r w:rsidRPr="00C60961">
              <w:rPr>
                <w:sz w:val="20"/>
                <w:szCs w:val="20"/>
              </w:rPr>
              <w:t>Радиомикрофон AKG WMS40 D88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17DF06" w14:textId="77777777" w:rsidR="00921A12" w:rsidRPr="00921A12" w:rsidRDefault="00921A12" w:rsidP="00921A1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195CA5A0" w14:textId="77777777" w:rsidR="000054E0" w:rsidRDefault="00921A12" w:rsidP="00921A1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276F0CFF" w14:textId="56F8FCA2" w:rsidR="00C60961" w:rsidRPr="00DF0947" w:rsidRDefault="00C60961" w:rsidP="00921A12">
            <w:pPr>
              <w:jc w:val="center"/>
              <w:outlineLvl w:val="2"/>
              <w:rPr>
                <w:sz w:val="20"/>
                <w:szCs w:val="20"/>
              </w:rPr>
            </w:pPr>
            <w:r w:rsidRPr="00C60961">
              <w:rPr>
                <w:sz w:val="20"/>
                <w:szCs w:val="20"/>
              </w:rPr>
              <w:t>110134040026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526A60" w14:textId="540A303D" w:rsidR="000054E0" w:rsidRPr="001655BA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6C7D99C" w14:textId="430EFBDE" w:rsidR="000054E0" w:rsidRDefault="009B0DA7" w:rsidP="000054E0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9B0DA7">
              <w:rPr>
                <w:sz w:val="20"/>
                <w:szCs w:val="20"/>
              </w:rPr>
              <w:t>18 100,00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F435B9" w14:textId="3529F75D" w:rsidR="000054E0" w:rsidRPr="00521996" w:rsidRDefault="0060371A" w:rsidP="000054E0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BDE462" w14:textId="63B5891E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EF45EA" w14:textId="465A1E30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B59F256" w14:textId="0A44EC8F" w:rsidR="000054E0" w:rsidRPr="00713213" w:rsidRDefault="000054E0" w:rsidP="000054E0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576D7CF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FFE45A" w14:textId="0F3A7D57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E8492E" w14:textId="3CB6FAC3" w:rsidR="00C229D2" w:rsidRPr="009B0DA7" w:rsidRDefault="009B0DA7" w:rsidP="00C229D2">
            <w:pPr>
              <w:jc w:val="center"/>
              <w:rPr>
                <w:sz w:val="20"/>
                <w:szCs w:val="20"/>
                <w:lang w:val="en-US"/>
              </w:rPr>
            </w:pPr>
            <w:r w:rsidRPr="009B0DA7">
              <w:rPr>
                <w:sz w:val="20"/>
                <w:szCs w:val="20"/>
              </w:rPr>
              <w:t>Проектор</w:t>
            </w:r>
            <w:r w:rsidRPr="009B0DA7">
              <w:rPr>
                <w:sz w:val="20"/>
                <w:szCs w:val="20"/>
                <w:lang w:val="en-US"/>
              </w:rPr>
              <w:t xml:space="preserve"> VIVITEK D517 3000 </w:t>
            </w:r>
            <w:proofErr w:type="spellStart"/>
            <w:r w:rsidRPr="009B0DA7">
              <w:rPr>
                <w:sz w:val="20"/>
                <w:szCs w:val="20"/>
                <w:lang w:val="en-US"/>
              </w:rPr>
              <w:t>ansi</w:t>
            </w:r>
            <w:proofErr w:type="spellEnd"/>
            <w:r w:rsidRPr="009B0DA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0DA7">
              <w:rPr>
                <w:sz w:val="20"/>
                <w:szCs w:val="20"/>
                <w:lang w:val="en-US"/>
              </w:rPr>
              <w:t>lm</w:t>
            </w:r>
            <w:proofErr w:type="spellEnd"/>
            <w:r w:rsidRPr="009B0DA7">
              <w:rPr>
                <w:sz w:val="20"/>
                <w:szCs w:val="20"/>
                <w:lang w:val="en-US"/>
              </w:rPr>
              <w:t>. 15000:1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026083" w14:textId="77777777" w:rsidR="00C229D2" w:rsidRPr="00921A1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73769F12" w14:textId="77777777" w:rsidR="00C229D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7D4C468B" w14:textId="69D61411" w:rsidR="009B0DA7" w:rsidRPr="00DF0947" w:rsidRDefault="009B0DA7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B0DA7">
              <w:rPr>
                <w:sz w:val="20"/>
                <w:szCs w:val="20"/>
              </w:rPr>
              <w:t>110134050033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3B44B8" w14:textId="25E98454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6C83B5B" w14:textId="688EF0CF" w:rsidR="00C229D2" w:rsidRDefault="009B0DA7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9B0DA7">
              <w:rPr>
                <w:sz w:val="20"/>
                <w:szCs w:val="20"/>
              </w:rPr>
              <w:t>18 550,00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99FD48" w14:textId="4678A1D8" w:rsidR="00C229D2" w:rsidRPr="00521996" w:rsidRDefault="0060371A" w:rsidP="00C229D2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968A38" w14:textId="1133EA9E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A418918" w14:textId="0FBC5983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353636" w14:textId="47C2AD36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2B917F1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84204D" w14:textId="21D374B9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91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B3EB3A0" w14:textId="77777777" w:rsidR="004865D4" w:rsidRDefault="004A458E" w:rsidP="00C229D2">
            <w:pPr>
              <w:jc w:val="center"/>
              <w:rPr>
                <w:sz w:val="20"/>
                <w:szCs w:val="20"/>
              </w:rPr>
            </w:pPr>
            <w:r w:rsidRPr="004A458E">
              <w:rPr>
                <w:sz w:val="20"/>
                <w:szCs w:val="20"/>
              </w:rPr>
              <w:t>Пожарная сигнализация (</w:t>
            </w:r>
            <w:proofErr w:type="spellStart"/>
            <w:r w:rsidRPr="004A458E">
              <w:rPr>
                <w:sz w:val="20"/>
                <w:szCs w:val="20"/>
              </w:rPr>
              <w:t>с.Николенское,ул.Октябрьская</w:t>
            </w:r>
            <w:proofErr w:type="spellEnd"/>
            <w:r w:rsidRPr="004A458E">
              <w:rPr>
                <w:sz w:val="20"/>
                <w:szCs w:val="20"/>
              </w:rPr>
              <w:t>,</w:t>
            </w:r>
          </w:p>
          <w:p w14:paraId="08D7EC83" w14:textId="402DE1DD" w:rsidR="00C229D2" w:rsidRPr="0099087D" w:rsidRDefault="004A458E" w:rsidP="00C229D2">
            <w:pPr>
              <w:jc w:val="center"/>
              <w:rPr>
                <w:sz w:val="20"/>
                <w:szCs w:val="20"/>
              </w:rPr>
            </w:pPr>
            <w:r w:rsidRPr="004A458E">
              <w:rPr>
                <w:sz w:val="20"/>
                <w:szCs w:val="20"/>
              </w:rPr>
              <w:t>78)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05DB33" w14:textId="77777777" w:rsidR="00C229D2" w:rsidRPr="00921A1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2B724C57" w14:textId="77777777" w:rsidR="00C229D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5E991C74" w14:textId="7D0BEED9" w:rsidR="004A458E" w:rsidRPr="00DF0947" w:rsidRDefault="004A458E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4A458E">
              <w:rPr>
                <w:sz w:val="20"/>
                <w:szCs w:val="20"/>
              </w:rPr>
              <w:t>110134040001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2E57731" w14:textId="0A866123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81A5F9B" w14:textId="4969B5C2" w:rsidR="00C229D2" w:rsidRDefault="004A458E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4A458E">
              <w:rPr>
                <w:sz w:val="20"/>
                <w:szCs w:val="20"/>
              </w:rPr>
              <w:t>37 407,00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D277C1" w14:textId="26451DB9" w:rsidR="00C229D2" w:rsidRPr="00521996" w:rsidRDefault="0060371A" w:rsidP="00C229D2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48F4AB" w14:textId="127BDA6B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0DEF786" w14:textId="347700A1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4CA9A62" w14:textId="545FFE73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1EA2199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19B775" w14:textId="43433900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9FE118" w14:textId="2DBDAD77" w:rsidR="00C229D2" w:rsidRPr="0099087D" w:rsidRDefault="00AD4B91" w:rsidP="00C229D2">
            <w:pPr>
              <w:jc w:val="center"/>
              <w:rPr>
                <w:sz w:val="20"/>
                <w:szCs w:val="20"/>
              </w:rPr>
            </w:pPr>
            <w:r w:rsidRPr="00AD4B91">
              <w:rPr>
                <w:sz w:val="20"/>
                <w:szCs w:val="20"/>
              </w:rPr>
              <w:t>Ноутбук ASUS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C0270FB" w14:textId="77777777" w:rsidR="00C229D2" w:rsidRPr="00921A1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52E085B8" w14:textId="77777777" w:rsidR="00C229D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5F8B042C" w14:textId="3E1D3D42" w:rsidR="00AD4B91" w:rsidRPr="00DF0947" w:rsidRDefault="00AD4B91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AD4B91">
              <w:rPr>
                <w:sz w:val="20"/>
                <w:szCs w:val="20"/>
              </w:rPr>
              <w:t>110134020026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2BFD7F" w14:textId="60492E4A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9A8F874" w14:textId="2F287F37" w:rsidR="00C229D2" w:rsidRDefault="00AD4B91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D4B91">
              <w:rPr>
                <w:sz w:val="20"/>
                <w:szCs w:val="20"/>
              </w:rPr>
              <w:t>27 550,00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507C24" w14:textId="1C35F1ED" w:rsidR="00C229D2" w:rsidRPr="00521996" w:rsidRDefault="0060371A" w:rsidP="00C229D2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B7509D" w14:textId="0459FE10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79C6137" w14:textId="0B746F7A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4A4E13" w14:textId="0CE55B1F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6BE35661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532B67" w14:textId="4E2CE850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93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B4D1EF" w14:textId="596C59BB" w:rsidR="00C229D2" w:rsidRPr="0099087D" w:rsidRDefault="00C501BE" w:rsidP="00C229D2">
            <w:pPr>
              <w:jc w:val="center"/>
              <w:rPr>
                <w:sz w:val="20"/>
                <w:szCs w:val="20"/>
              </w:rPr>
            </w:pPr>
            <w:r w:rsidRPr="00C501BE">
              <w:rPr>
                <w:sz w:val="20"/>
                <w:szCs w:val="20"/>
              </w:rPr>
              <w:t xml:space="preserve">Микшерный пульт </w:t>
            </w:r>
            <w:proofErr w:type="spellStart"/>
            <w:r w:rsidRPr="00C501BE">
              <w:rPr>
                <w:sz w:val="20"/>
                <w:szCs w:val="20"/>
              </w:rPr>
              <w:t>Soundcraft</w:t>
            </w:r>
            <w:proofErr w:type="spellEnd"/>
            <w:r w:rsidRPr="00C501BE">
              <w:rPr>
                <w:sz w:val="20"/>
                <w:szCs w:val="20"/>
              </w:rPr>
              <w:t xml:space="preserve"> EFX8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4D3D97" w14:textId="77777777" w:rsidR="00C229D2" w:rsidRPr="00921A1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381998F9" w14:textId="77777777" w:rsidR="00C229D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27E66430" w14:textId="27374007" w:rsidR="00C501BE" w:rsidRPr="00DF0947" w:rsidRDefault="00C501BE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C501BE">
              <w:rPr>
                <w:sz w:val="20"/>
                <w:szCs w:val="20"/>
              </w:rPr>
              <w:t>110134060036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9E5F47" w14:textId="7281BE06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2B9F876" w14:textId="7D8DE823" w:rsidR="00C229D2" w:rsidRDefault="00C501BE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C501BE">
              <w:rPr>
                <w:sz w:val="20"/>
                <w:szCs w:val="20"/>
              </w:rPr>
              <w:t>40 080,00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7DC69E" w14:textId="4A5CFD5C" w:rsidR="00C229D2" w:rsidRPr="00521996" w:rsidRDefault="0060371A" w:rsidP="00C229D2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B39900F" w14:textId="55E56685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588889" w14:textId="5C9AD96F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7AB7A0" w14:textId="3B945090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23F0D" w:rsidRPr="00713213" w14:paraId="7440EFE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FBD7A9" w14:textId="43F6506B" w:rsidR="00223F0D" w:rsidRPr="00CE4B5A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8D533F" w14:textId="05901EE2" w:rsidR="00223F0D" w:rsidRPr="0099087D" w:rsidRDefault="009922E9" w:rsidP="00223F0D">
            <w:pPr>
              <w:jc w:val="center"/>
              <w:rPr>
                <w:sz w:val="20"/>
                <w:szCs w:val="20"/>
              </w:rPr>
            </w:pPr>
            <w:r w:rsidRPr="009922E9">
              <w:rPr>
                <w:sz w:val="20"/>
                <w:szCs w:val="20"/>
              </w:rPr>
              <w:t xml:space="preserve">Усилитель " </w:t>
            </w:r>
            <w:proofErr w:type="spellStart"/>
            <w:r w:rsidRPr="009922E9">
              <w:rPr>
                <w:sz w:val="20"/>
                <w:szCs w:val="20"/>
              </w:rPr>
              <w:t>Invotone</w:t>
            </w:r>
            <w:proofErr w:type="spellEnd"/>
            <w:r w:rsidRPr="009922E9">
              <w:rPr>
                <w:sz w:val="20"/>
                <w:szCs w:val="20"/>
              </w:rPr>
              <w:t xml:space="preserve">  "  Ф1200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4F6169" w14:textId="77777777" w:rsidR="00223F0D" w:rsidRPr="00921A12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058ED63E" w14:textId="77777777" w:rsidR="00223F0D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79BF849B" w14:textId="2C7DB9F5" w:rsidR="00223F0D" w:rsidRPr="00DF0947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223F0D">
              <w:rPr>
                <w:sz w:val="20"/>
                <w:szCs w:val="20"/>
              </w:rPr>
              <w:t>110104060008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4F1DA7" w14:textId="7663D0A8" w:rsidR="00223F0D" w:rsidRPr="001655BA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D316682" w14:textId="688A014F" w:rsidR="00223F0D" w:rsidRPr="00223F0D" w:rsidRDefault="00223F0D" w:rsidP="00223F0D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23F0D">
              <w:rPr>
                <w:sz w:val="20"/>
                <w:szCs w:val="20"/>
              </w:rPr>
              <w:t>16 171,00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367711" w14:textId="5427F47D" w:rsidR="00223F0D" w:rsidRPr="00521996" w:rsidRDefault="0060371A" w:rsidP="00223F0D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82D251" w14:textId="43E38AF7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CB531A" w14:textId="0B56F9BB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3FF905" w14:textId="22B71FCD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223F0D" w:rsidRPr="00713213" w14:paraId="5EFA3A6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7EFE387" w14:textId="21E0D63A" w:rsidR="00223F0D" w:rsidRPr="00CE4B5A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95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F882BE" w14:textId="3908055C" w:rsidR="00223F0D" w:rsidRPr="0099087D" w:rsidRDefault="009922E9" w:rsidP="00223F0D">
            <w:pPr>
              <w:jc w:val="center"/>
              <w:rPr>
                <w:sz w:val="20"/>
                <w:szCs w:val="20"/>
              </w:rPr>
            </w:pPr>
            <w:r w:rsidRPr="009922E9">
              <w:rPr>
                <w:sz w:val="20"/>
                <w:szCs w:val="20"/>
              </w:rPr>
              <w:t>Аккордеон INVOTENE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A97DFC" w14:textId="77777777" w:rsidR="00223F0D" w:rsidRPr="00921A12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508EC4C3" w14:textId="77777777" w:rsidR="00223F0D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30BC7E8D" w14:textId="1D5E7F26" w:rsidR="00223F0D" w:rsidRPr="00DF0947" w:rsidRDefault="00223F0D" w:rsidP="00223F0D">
            <w:pPr>
              <w:jc w:val="center"/>
              <w:outlineLvl w:val="2"/>
              <w:rPr>
                <w:sz w:val="20"/>
                <w:szCs w:val="20"/>
              </w:rPr>
            </w:pPr>
            <w:r w:rsidRPr="00223F0D">
              <w:rPr>
                <w:sz w:val="20"/>
                <w:szCs w:val="20"/>
              </w:rPr>
              <w:t>110104050024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4FC4A8" w14:textId="6E48AD32" w:rsidR="00223F0D" w:rsidRPr="001655BA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71384E46" w14:textId="11613422" w:rsidR="00223F0D" w:rsidRPr="00223F0D" w:rsidRDefault="00223F0D" w:rsidP="00223F0D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23F0D">
              <w:rPr>
                <w:sz w:val="20"/>
                <w:szCs w:val="20"/>
              </w:rPr>
              <w:t>35 000,00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FCD31" w14:textId="4E6D248E" w:rsidR="00223F0D" w:rsidRPr="00521996" w:rsidRDefault="0060371A" w:rsidP="00223F0D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0F8AB9" w14:textId="664BBD08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A499E58" w14:textId="029FD9A4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4C6639" w14:textId="496D141C" w:rsidR="00223F0D" w:rsidRPr="00713213" w:rsidRDefault="00223F0D" w:rsidP="00223F0D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755B311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9917EA" w14:textId="600BA91E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3756ED" w14:textId="4294E310" w:rsidR="00C229D2" w:rsidRPr="0099087D" w:rsidRDefault="009922E9" w:rsidP="00C229D2">
            <w:pPr>
              <w:jc w:val="center"/>
              <w:rPr>
                <w:sz w:val="20"/>
                <w:szCs w:val="20"/>
              </w:rPr>
            </w:pPr>
            <w:r w:rsidRPr="009922E9">
              <w:rPr>
                <w:sz w:val="20"/>
                <w:szCs w:val="20"/>
              </w:rPr>
              <w:t>Ноутбук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6ADBF4" w14:textId="77777777" w:rsidR="00C229D2" w:rsidRPr="00921A1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инвентарный</w:t>
            </w:r>
          </w:p>
          <w:p w14:paraId="1D301433" w14:textId="77777777" w:rsidR="00C229D2" w:rsidRDefault="00C229D2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21A12">
              <w:rPr>
                <w:sz w:val="20"/>
                <w:szCs w:val="20"/>
              </w:rPr>
              <w:t>№</w:t>
            </w:r>
          </w:p>
          <w:p w14:paraId="440ECA18" w14:textId="5B2AEC50" w:rsidR="009922E9" w:rsidRPr="00DF0947" w:rsidRDefault="009922E9" w:rsidP="00C229D2">
            <w:pPr>
              <w:jc w:val="center"/>
              <w:outlineLvl w:val="2"/>
              <w:rPr>
                <w:sz w:val="20"/>
                <w:szCs w:val="20"/>
              </w:rPr>
            </w:pPr>
            <w:r w:rsidRPr="009922E9">
              <w:rPr>
                <w:sz w:val="20"/>
                <w:szCs w:val="20"/>
              </w:rPr>
              <w:t>110104020025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6BC846" w14:textId="75295437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EED8D4" w14:textId="5A605C9F" w:rsidR="00C229D2" w:rsidRDefault="009922E9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9922E9">
              <w:rPr>
                <w:sz w:val="20"/>
                <w:szCs w:val="20"/>
              </w:rPr>
              <w:t>30 635,00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9012E15" w14:textId="594115AD" w:rsidR="00C229D2" w:rsidRPr="00521996" w:rsidRDefault="0060371A" w:rsidP="00C229D2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51B936" w14:textId="78A96477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3B47CD" w14:textId="15802876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43E4EA0" w14:textId="709CFAD3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229D2" w:rsidRPr="00713213" w14:paraId="326F85C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5371A8" w14:textId="203C0448" w:rsidR="00C229D2" w:rsidRPr="00CE4B5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97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3C1FC8" w14:textId="568B9111" w:rsidR="00C229D2" w:rsidRPr="0099087D" w:rsidRDefault="00E63695" w:rsidP="00C229D2">
            <w:pPr>
              <w:jc w:val="center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Усилитель мощности четырехканальный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E88ED5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5E05A2D7" w14:textId="77777777" w:rsidR="00C229D2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099C2F20" w14:textId="46A13476" w:rsidR="00E63695" w:rsidRPr="00DF0947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110134040128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C88E94" w14:textId="4D90C854" w:rsidR="00C229D2" w:rsidRPr="001655BA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412A731" w14:textId="0053A9E7" w:rsidR="00C229D2" w:rsidRDefault="00E63695" w:rsidP="00C229D2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43 550,00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A5046E" w14:textId="302EA536" w:rsidR="00C229D2" w:rsidRPr="0060371A" w:rsidRDefault="00E63695" w:rsidP="00C229D2">
            <w:pPr>
              <w:jc w:val="center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Собственность. Муниципальный контракт №</w:t>
            </w:r>
            <w:r>
              <w:rPr>
                <w:sz w:val="20"/>
                <w:szCs w:val="20"/>
              </w:rPr>
              <w:t xml:space="preserve"> </w:t>
            </w:r>
            <w:r w:rsidR="0060371A" w:rsidRPr="0060371A">
              <w:rPr>
                <w:sz w:val="20"/>
                <w:szCs w:val="20"/>
              </w:rPr>
              <w:t xml:space="preserve">1 </w:t>
            </w:r>
            <w:r w:rsidR="0060371A">
              <w:rPr>
                <w:sz w:val="20"/>
                <w:szCs w:val="20"/>
              </w:rPr>
              <w:t>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A7ACBA" w14:textId="514F6730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69A4152" w14:textId="6E368410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6C8DA68" w14:textId="3C753BAB" w:rsidR="00C229D2" w:rsidRPr="00713213" w:rsidRDefault="00C229D2" w:rsidP="00C229D2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4B4B01D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F2A10F" w14:textId="7069004B" w:rsidR="00E63695" w:rsidRPr="00CE4B5A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A0F708" w14:textId="77777777" w:rsidR="00E63695" w:rsidRDefault="00E63695" w:rsidP="00E63695">
            <w:pPr>
              <w:jc w:val="center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 xml:space="preserve">Усилитель для акустических систем </w:t>
            </w:r>
            <w:proofErr w:type="spellStart"/>
            <w:r w:rsidRPr="00E63695">
              <w:rPr>
                <w:sz w:val="20"/>
                <w:szCs w:val="20"/>
              </w:rPr>
              <w:t>Volta</w:t>
            </w:r>
            <w:proofErr w:type="spellEnd"/>
            <w:r w:rsidRPr="00E63695">
              <w:rPr>
                <w:sz w:val="20"/>
                <w:szCs w:val="20"/>
              </w:rPr>
              <w:t xml:space="preserve"> PA -1900</w:t>
            </w:r>
          </w:p>
          <w:p w14:paraId="4019A054" w14:textId="31F15820" w:rsidR="00E4182D" w:rsidRPr="0099087D" w:rsidRDefault="00E4182D" w:rsidP="00E63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C14033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E5CBAF2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13808493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110134040129</w:t>
            </w:r>
            <w:r>
              <w:rPr>
                <w:sz w:val="20"/>
                <w:szCs w:val="20"/>
              </w:rPr>
              <w:t>-</w:t>
            </w:r>
          </w:p>
          <w:p w14:paraId="3228953A" w14:textId="0A4E4438" w:rsidR="00E63695" w:rsidRPr="00DF0947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1101340401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F19C53" w14:textId="425C9E0B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06F638" w14:textId="5D398D28" w:rsidR="00E63695" w:rsidRDefault="00E63695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113 840,0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20828F" w14:textId="7C28DFAE" w:rsidR="00E63695" w:rsidRPr="00521996" w:rsidRDefault="0060371A" w:rsidP="00E63695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 № 1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3D74F9" w14:textId="40113A4D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BD6A2C" w14:textId="6FF668EC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A9EDB2C" w14:textId="5B24147A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7548037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9C82B7" w14:textId="4F801AA9" w:rsidR="00E63695" w:rsidRPr="00CE4B5A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99</w:t>
            </w:r>
            <w:r w:rsidRPr="00FF2E68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4F5B74" w14:textId="42D8E2D0" w:rsidR="00E63695" w:rsidRPr="0099087D" w:rsidRDefault="00272EC5" w:rsidP="00E63695">
            <w:pPr>
              <w:jc w:val="center"/>
              <w:rPr>
                <w:sz w:val="20"/>
                <w:szCs w:val="20"/>
              </w:rPr>
            </w:pPr>
            <w:r w:rsidRPr="00272EC5">
              <w:rPr>
                <w:sz w:val="20"/>
                <w:szCs w:val="20"/>
              </w:rPr>
              <w:t xml:space="preserve">Усилитель приспособлен для работы в составе как </w:t>
            </w:r>
            <w:proofErr w:type="spellStart"/>
            <w:r w:rsidRPr="00272EC5">
              <w:rPr>
                <w:sz w:val="20"/>
                <w:szCs w:val="20"/>
              </w:rPr>
              <w:t>туринговых</w:t>
            </w:r>
            <w:proofErr w:type="spellEnd"/>
            <w:r w:rsidRPr="00272EC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72EC5">
              <w:rPr>
                <w:sz w:val="20"/>
                <w:szCs w:val="20"/>
              </w:rPr>
              <w:t xml:space="preserve">так и </w:t>
            </w:r>
            <w:proofErr w:type="spellStart"/>
            <w:r w:rsidRPr="00272EC5">
              <w:rPr>
                <w:sz w:val="20"/>
                <w:szCs w:val="20"/>
              </w:rPr>
              <w:t>инсталяционных</w:t>
            </w:r>
            <w:proofErr w:type="spellEnd"/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30BEAFD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938C820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24745B17" w14:textId="7B848AD7" w:rsidR="00272EC5" w:rsidRPr="00DF0947" w:rsidRDefault="00272EC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272EC5">
              <w:rPr>
                <w:sz w:val="20"/>
                <w:szCs w:val="20"/>
              </w:rPr>
              <w:t>110134040131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D7550D" w14:textId="7627EB3A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E6A971" w14:textId="56574E44" w:rsidR="00E63695" w:rsidRDefault="00272EC5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272EC5">
              <w:rPr>
                <w:sz w:val="20"/>
                <w:szCs w:val="20"/>
              </w:rPr>
              <w:t>26 750,00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FF2619" w14:textId="3577605A" w:rsidR="00E63695" w:rsidRPr="00521996" w:rsidRDefault="0060371A" w:rsidP="00E63695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 № 1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6562F4" w14:textId="12327825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391E444" w14:textId="3537E587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EEEABF8" w14:textId="3C6D4DD3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538DAA2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8313B9" w14:textId="4B77A142" w:rsidR="00E63695" w:rsidRPr="00CE4B5A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212F3D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100.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986931" w14:textId="1566CAF3" w:rsidR="00E63695" w:rsidRPr="0099087D" w:rsidRDefault="00E4182D" w:rsidP="00E63695">
            <w:pPr>
              <w:jc w:val="center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 xml:space="preserve">Профессиональный микшерный пульт </w:t>
            </w:r>
            <w:proofErr w:type="spellStart"/>
            <w:r w:rsidRPr="00E4182D">
              <w:rPr>
                <w:sz w:val="20"/>
                <w:szCs w:val="20"/>
              </w:rPr>
              <w:t>Volta</w:t>
            </w:r>
            <w:proofErr w:type="spellEnd"/>
            <w:r w:rsidRPr="00E4182D">
              <w:rPr>
                <w:sz w:val="20"/>
                <w:szCs w:val="20"/>
              </w:rPr>
              <w:t xml:space="preserve"> ARTIST1224+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271509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4C641849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4F082D21" w14:textId="0A94E9F8" w:rsidR="00E4182D" w:rsidRPr="00DF0947" w:rsidRDefault="00E4182D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>110134040132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B82AE7" w14:textId="74780B1A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F528BAD" w14:textId="0C6F0AA0" w:rsidR="00E63695" w:rsidRDefault="00E4182D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>28 940,00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C548AF" w14:textId="00963A87" w:rsidR="00E63695" w:rsidRPr="00521996" w:rsidRDefault="0060371A" w:rsidP="00E63695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 № 1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823D70" w14:textId="484F7311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A7BBFAF" w14:textId="2AFE1DBB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875A025" w14:textId="71C75E81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72AA163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975A26F" w14:textId="17E87210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DB94F6" w14:textId="77777777" w:rsidR="00E4182D" w:rsidRPr="00E4182D" w:rsidRDefault="00E4182D" w:rsidP="00E4182D">
            <w:pPr>
              <w:jc w:val="center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 xml:space="preserve">Микрофонная 100- канальная радиосистема VOLTA US-102with </w:t>
            </w:r>
            <w:proofErr w:type="spellStart"/>
            <w:r w:rsidRPr="00E4182D">
              <w:rPr>
                <w:sz w:val="20"/>
                <w:szCs w:val="20"/>
              </w:rPr>
              <w:t>aluminuim</w:t>
            </w:r>
            <w:proofErr w:type="spellEnd"/>
            <w:r w:rsidRPr="00E4182D">
              <w:rPr>
                <w:sz w:val="20"/>
                <w:szCs w:val="20"/>
              </w:rPr>
              <w:t xml:space="preserve"> </w:t>
            </w:r>
            <w:proofErr w:type="spellStart"/>
            <w:r w:rsidRPr="00E4182D">
              <w:rPr>
                <w:sz w:val="20"/>
                <w:szCs w:val="20"/>
              </w:rPr>
              <w:t>case</w:t>
            </w:r>
            <w:proofErr w:type="spellEnd"/>
          </w:p>
          <w:p w14:paraId="4DEE7583" w14:textId="77777777" w:rsidR="00E4182D" w:rsidRPr="00E4182D" w:rsidRDefault="00E4182D" w:rsidP="00E4182D">
            <w:pPr>
              <w:jc w:val="center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 xml:space="preserve">Микрофонная 100- канальная радиосистема VOLTA US-102with </w:t>
            </w:r>
            <w:proofErr w:type="spellStart"/>
            <w:r w:rsidRPr="00E4182D">
              <w:rPr>
                <w:sz w:val="20"/>
                <w:szCs w:val="20"/>
              </w:rPr>
              <w:t>aluminuim</w:t>
            </w:r>
            <w:proofErr w:type="spellEnd"/>
            <w:r w:rsidRPr="00E4182D">
              <w:rPr>
                <w:sz w:val="20"/>
                <w:szCs w:val="20"/>
              </w:rPr>
              <w:t xml:space="preserve"> </w:t>
            </w:r>
            <w:proofErr w:type="spellStart"/>
            <w:r w:rsidRPr="00E4182D">
              <w:rPr>
                <w:sz w:val="20"/>
                <w:szCs w:val="20"/>
              </w:rPr>
              <w:t>case</w:t>
            </w:r>
            <w:proofErr w:type="spellEnd"/>
          </w:p>
          <w:p w14:paraId="53D32D9B" w14:textId="77777777" w:rsidR="00E63695" w:rsidRDefault="00E4182D" w:rsidP="00E4182D">
            <w:pPr>
              <w:jc w:val="center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 xml:space="preserve">Микрофонная 100- канальная радиосистема VOLTA US-102with </w:t>
            </w:r>
            <w:proofErr w:type="spellStart"/>
            <w:r w:rsidRPr="00E4182D">
              <w:rPr>
                <w:sz w:val="20"/>
                <w:szCs w:val="20"/>
              </w:rPr>
              <w:t>aluminuim</w:t>
            </w:r>
            <w:proofErr w:type="spellEnd"/>
            <w:r w:rsidRPr="00E4182D">
              <w:rPr>
                <w:sz w:val="20"/>
                <w:szCs w:val="20"/>
              </w:rPr>
              <w:t xml:space="preserve"> </w:t>
            </w:r>
            <w:proofErr w:type="spellStart"/>
            <w:r w:rsidRPr="00E4182D">
              <w:rPr>
                <w:sz w:val="20"/>
                <w:szCs w:val="20"/>
              </w:rPr>
              <w:t>case</w:t>
            </w:r>
            <w:proofErr w:type="spellEnd"/>
          </w:p>
          <w:p w14:paraId="20E55664" w14:textId="3752D9C1" w:rsidR="00E4182D" w:rsidRPr="0099087D" w:rsidRDefault="00E4182D" w:rsidP="00E418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F0B3DF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5AF83782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  <w:r w:rsidR="00E4182D">
              <w:rPr>
                <w:sz w:val="20"/>
                <w:szCs w:val="20"/>
              </w:rPr>
              <w:t xml:space="preserve"> </w:t>
            </w:r>
            <w:r w:rsidR="00E4182D" w:rsidRPr="00E4182D">
              <w:rPr>
                <w:sz w:val="20"/>
                <w:szCs w:val="20"/>
              </w:rPr>
              <w:t>110134040133</w:t>
            </w:r>
            <w:r w:rsidR="00E4182D">
              <w:rPr>
                <w:sz w:val="20"/>
                <w:szCs w:val="20"/>
              </w:rPr>
              <w:t>-</w:t>
            </w:r>
          </w:p>
          <w:p w14:paraId="192FFA8B" w14:textId="716663C8" w:rsidR="00E4182D" w:rsidRPr="00DF0947" w:rsidRDefault="00E4182D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4182D">
              <w:rPr>
                <w:sz w:val="20"/>
                <w:szCs w:val="20"/>
              </w:rPr>
              <w:t>110134040135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AB7385" w14:textId="3C4EC82D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7BAB08" w14:textId="106F49EE" w:rsidR="00E63695" w:rsidRDefault="00AF0EF0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66 210,00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5D1319" w14:textId="571B49FC" w:rsidR="00E63695" w:rsidRPr="00521996" w:rsidRDefault="0060371A" w:rsidP="00E63695">
            <w:pPr>
              <w:jc w:val="center"/>
              <w:rPr>
                <w:sz w:val="20"/>
                <w:szCs w:val="20"/>
              </w:rPr>
            </w:pPr>
            <w:r w:rsidRPr="0060371A">
              <w:rPr>
                <w:sz w:val="20"/>
                <w:szCs w:val="20"/>
              </w:rPr>
              <w:t>Собственность. Муниципальный контракт № 1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0B25A9B" w14:textId="08817753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54AD2CF" w14:textId="69CB5363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2863BA0" w14:textId="384AEB8F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6DA5933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5FED5F4" w14:textId="1ED8D7BF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1E5717" w14:textId="77777777" w:rsidR="00E63695" w:rsidRDefault="00C514EC" w:rsidP="00E63695">
            <w:pPr>
              <w:jc w:val="center"/>
              <w:rPr>
                <w:sz w:val="20"/>
                <w:szCs w:val="20"/>
              </w:rPr>
            </w:pPr>
            <w:r w:rsidRPr="00C514EC">
              <w:rPr>
                <w:sz w:val="20"/>
                <w:szCs w:val="20"/>
              </w:rPr>
              <w:t>Компьютер в сборе</w:t>
            </w:r>
          </w:p>
          <w:p w14:paraId="1C62AC76" w14:textId="74C1C78F" w:rsidR="00C514EC" w:rsidRPr="0099087D" w:rsidRDefault="00C514EC" w:rsidP="00E63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181D4B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107EF4E6" w14:textId="2F86AE95" w:rsidR="00E63695" w:rsidRPr="00DF0947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  <w:r w:rsidR="00C514EC" w:rsidRPr="00C514EC">
              <w:rPr>
                <w:sz w:val="20"/>
                <w:szCs w:val="20"/>
              </w:rPr>
              <w:t>11013403011</w:t>
            </w:r>
            <w:r w:rsidR="00C514EC">
              <w:rPr>
                <w:sz w:val="20"/>
                <w:szCs w:val="20"/>
              </w:rPr>
              <w:t>1-</w:t>
            </w:r>
            <w:r w:rsidR="00C514EC" w:rsidRPr="00C514EC">
              <w:rPr>
                <w:sz w:val="20"/>
                <w:szCs w:val="20"/>
              </w:rPr>
              <w:t>110134030112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85E0B6" w14:textId="35623732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80A990F" w14:textId="48C5C788" w:rsidR="00D4583A" w:rsidRDefault="00D4583A" w:rsidP="00D4583A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EA081" w14:textId="232FCB2A" w:rsidR="00E63695" w:rsidRPr="00521996" w:rsidRDefault="003108D7" w:rsidP="00E63695">
            <w:pPr>
              <w:jc w:val="center"/>
              <w:rPr>
                <w:sz w:val="20"/>
                <w:szCs w:val="20"/>
              </w:rPr>
            </w:pPr>
            <w:r w:rsidRPr="003108D7">
              <w:rPr>
                <w:sz w:val="20"/>
                <w:szCs w:val="20"/>
              </w:rPr>
              <w:t>Собственность. Муниципальный контракт №</w:t>
            </w:r>
            <w:r w:rsidR="002E3D1D">
              <w:rPr>
                <w:sz w:val="20"/>
                <w:szCs w:val="20"/>
              </w:rPr>
              <w:t xml:space="preserve"> 3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80365A" w14:textId="2D3BAAB0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B1EB18" w14:textId="650FDE54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E94CDBD" w14:textId="2CD125CB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58D4542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F358412" w14:textId="064CBE2F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3188972" w14:textId="3354DF2E" w:rsidR="00E63695" w:rsidRPr="0099087D" w:rsidRDefault="00C00C53" w:rsidP="00E63695">
            <w:pPr>
              <w:jc w:val="center"/>
              <w:rPr>
                <w:sz w:val="20"/>
                <w:szCs w:val="20"/>
              </w:rPr>
            </w:pPr>
            <w:r w:rsidRPr="00C00C53">
              <w:rPr>
                <w:sz w:val="20"/>
                <w:szCs w:val="20"/>
              </w:rPr>
              <w:t xml:space="preserve">МФУ Kyocera </w:t>
            </w:r>
            <w:proofErr w:type="spellStart"/>
            <w:r w:rsidRPr="00C00C53">
              <w:rPr>
                <w:sz w:val="20"/>
                <w:szCs w:val="20"/>
              </w:rPr>
              <w:t>Ecosys</w:t>
            </w:r>
            <w:proofErr w:type="spellEnd"/>
            <w:r w:rsidRPr="00C00C53">
              <w:rPr>
                <w:sz w:val="20"/>
                <w:szCs w:val="20"/>
              </w:rPr>
              <w:t xml:space="preserve"> M2735DN лазерный принтер/сканер/копир/факс А4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CC94A1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BEB36E1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6F5DAB42" w14:textId="0AA5DD15" w:rsidR="004E512A" w:rsidRPr="00DF0947" w:rsidRDefault="004E512A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4E512A">
              <w:rPr>
                <w:sz w:val="20"/>
                <w:szCs w:val="20"/>
              </w:rPr>
              <w:t>110134040113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8002CD" w14:textId="13EC52A2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F86E2F" w14:textId="6DDA15B1" w:rsidR="00E63695" w:rsidRDefault="00C00C53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A7B05B" w14:textId="3A30C4D4" w:rsidR="00E63695" w:rsidRPr="00521996" w:rsidRDefault="00CE0638" w:rsidP="00E63695">
            <w:pPr>
              <w:jc w:val="center"/>
              <w:rPr>
                <w:sz w:val="20"/>
                <w:szCs w:val="20"/>
              </w:rPr>
            </w:pPr>
            <w:r w:rsidRPr="00CE0638">
              <w:rPr>
                <w:sz w:val="20"/>
                <w:szCs w:val="20"/>
              </w:rPr>
              <w:t>Собственность. Муниципальный контракт № 3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255E23" w14:textId="6EA39816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993EB4" w14:textId="150E7ECD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075EFF" w14:textId="68234D38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4C07F17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F1E5AB3" w14:textId="7378F070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4.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8A877A" w14:textId="54B058AC" w:rsidR="00E63695" w:rsidRPr="0099087D" w:rsidRDefault="00C00C53" w:rsidP="00E63695">
            <w:pPr>
              <w:jc w:val="center"/>
              <w:rPr>
                <w:sz w:val="20"/>
                <w:szCs w:val="20"/>
              </w:rPr>
            </w:pPr>
            <w:r w:rsidRPr="00C00C53">
              <w:rPr>
                <w:sz w:val="20"/>
                <w:szCs w:val="20"/>
              </w:rPr>
              <w:t xml:space="preserve">Проектор </w:t>
            </w:r>
            <w:proofErr w:type="spellStart"/>
            <w:r w:rsidRPr="00C00C53">
              <w:rPr>
                <w:sz w:val="20"/>
                <w:szCs w:val="20"/>
              </w:rPr>
              <w:t>ViewSonic</w:t>
            </w:r>
            <w:proofErr w:type="spellEnd"/>
            <w:r w:rsidRPr="00C00C53">
              <w:rPr>
                <w:sz w:val="20"/>
                <w:szCs w:val="20"/>
              </w:rPr>
              <w:t xml:space="preserve"> PX701HD белый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7A65DB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1E88A86B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3F7C364D" w14:textId="35B2E973" w:rsidR="00683682" w:rsidRPr="00DF0947" w:rsidRDefault="00683682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683682">
              <w:rPr>
                <w:sz w:val="20"/>
                <w:szCs w:val="20"/>
              </w:rPr>
              <w:t>110134050114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3BFFCB" w14:textId="6C2ABFAE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7D0BDB9" w14:textId="06239659" w:rsidR="00E63695" w:rsidRDefault="00C00C53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0B5E23" w14:textId="6FADCCD3" w:rsidR="00E63695" w:rsidRPr="00521996" w:rsidRDefault="00CE0638" w:rsidP="00E63695">
            <w:pPr>
              <w:jc w:val="center"/>
              <w:rPr>
                <w:sz w:val="20"/>
                <w:szCs w:val="20"/>
              </w:rPr>
            </w:pPr>
            <w:r w:rsidRPr="00CE0638">
              <w:rPr>
                <w:sz w:val="20"/>
                <w:szCs w:val="20"/>
              </w:rPr>
              <w:t>Собственность. Муниципальный контракт № 3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274F31" w14:textId="2D5659E0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15C28B" w14:textId="64C2BBDE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DD55419" w14:textId="1DAE1728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6B952EC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C8BDC18" w14:textId="352804AC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87562B" w14:textId="4A3BBA9B" w:rsidR="00E63695" w:rsidRPr="0099087D" w:rsidRDefault="00C00C53" w:rsidP="00E63695">
            <w:pPr>
              <w:jc w:val="center"/>
              <w:rPr>
                <w:sz w:val="20"/>
                <w:szCs w:val="20"/>
              </w:rPr>
            </w:pPr>
            <w:r w:rsidRPr="00C00C53">
              <w:rPr>
                <w:sz w:val="20"/>
                <w:szCs w:val="20"/>
              </w:rPr>
              <w:t>Ноутбук Dell G515 -9971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0039D3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F68495F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3F01741B" w14:textId="68B68932" w:rsidR="00683682" w:rsidRPr="00DF0947" w:rsidRDefault="00683682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683682">
              <w:rPr>
                <w:sz w:val="20"/>
                <w:szCs w:val="20"/>
              </w:rPr>
              <w:t>110134030115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D00A66" w14:textId="3F086435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92BB5B0" w14:textId="4FE8816D" w:rsidR="00E63695" w:rsidRDefault="00C00C53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E5D11D" w14:textId="1C8D6F1F" w:rsidR="00E63695" w:rsidRPr="00521996" w:rsidRDefault="00CE0638" w:rsidP="00E63695">
            <w:pPr>
              <w:jc w:val="center"/>
              <w:rPr>
                <w:sz w:val="20"/>
                <w:szCs w:val="20"/>
              </w:rPr>
            </w:pPr>
            <w:r w:rsidRPr="00CE0638">
              <w:rPr>
                <w:sz w:val="20"/>
                <w:szCs w:val="20"/>
              </w:rPr>
              <w:t>Собственность. Муниципальный контракт № 3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943DDF" w14:textId="3ABB1566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D166310" w14:textId="3630C8EA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EE3287D" w14:textId="08989134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2733259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4A2D21A" w14:textId="55CF9824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6.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62F520" w14:textId="720F3C1D" w:rsidR="00E63695" w:rsidRPr="0099087D" w:rsidRDefault="00C00C53" w:rsidP="00E63695">
            <w:pPr>
              <w:jc w:val="center"/>
              <w:rPr>
                <w:sz w:val="20"/>
                <w:szCs w:val="20"/>
              </w:rPr>
            </w:pPr>
            <w:r w:rsidRPr="00C00C53">
              <w:rPr>
                <w:sz w:val="20"/>
                <w:szCs w:val="20"/>
              </w:rPr>
              <w:t>МФУ струйное Epson L3100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16539F8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3046778B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2062C9FB" w14:textId="6814AD39" w:rsidR="00487C89" w:rsidRPr="00DF0947" w:rsidRDefault="00487C89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487C89">
              <w:rPr>
                <w:sz w:val="20"/>
                <w:szCs w:val="20"/>
              </w:rPr>
              <w:t>110134040116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EB779B" w14:textId="3FF9119B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C582B7B" w14:textId="3DEF09D1" w:rsidR="00E63695" w:rsidRDefault="00A07740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88F408" w14:textId="0F3E750B" w:rsidR="00E63695" w:rsidRPr="00521996" w:rsidRDefault="00CE0638" w:rsidP="00E63695">
            <w:pPr>
              <w:jc w:val="center"/>
              <w:rPr>
                <w:sz w:val="20"/>
                <w:szCs w:val="20"/>
              </w:rPr>
            </w:pPr>
            <w:r w:rsidRPr="00CE0638">
              <w:rPr>
                <w:sz w:val="20"/>
                <w:szCs w:val="20"/>
              </w:rPr>
              <w:t>Собственность. Муниципальный контракт № 3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06DBC1" w14:textId="6EED260A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2956E7" w14:textId="1AD94DD6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F7A2F4" w14:textId="1D8BDC7E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40DFD36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8E85EEA" w14:textId="7ED6FAB1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7.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522BCB" w14:textId="77777777" w:rsidR="00E63695" w:rsidRDefault="00D17B16" w:rsidP="00E63695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 xml:space="preserve">Профессиональная акустическая система трехполосная </w:t>
            </w:r>
            <w:proofErr w:type="spellStart"/>
            <w:r w:rsidRPr="00D17B16">
              <w:rPr>
                <w:sz w:val="20"/>
                <w:szCs w:val="20"/>
              </w:rPr>
              <w:t>Wharfedale</w:t>
            </w:r>
            <w:proofErr w:type="spellEnd"/>
            <w:r w:rsidRPr="00D17B16">
              <w:rPr>
                <w:sz w:val="20"/>
                <w:szCs w:val="20"/>
              </w:rPr>
              <w:t xml:space="preserve"> Pro </w:t>
            </w:r>
            <w:proofErr w:type="spellStart"/>
            <w:r w:rsidRPr="00D17B16">
              <w:rPr>
                <w:sz w:val="20"/>
                <w:szCs w:val="20"/>
              </w:rPr>
              <w:t>Reason</w:t>
            </w:r>
            <w:proofErr w:type="spellEnd"/>
            <w:r w:rsidRPr="00D17B16">
              <w:rPr>
                <w:sz w:val="20"/>
                <w:szCs w:val="20"/>
              </w:rPr>
              <w:t xml:space="preserve"> -X15</w:t>
            </w:r>
          </w:p>
          <w:p w14:paraId="558DDC19" w14:textId="30452795" w:rsidR="00D17B16" w:rsidRPr="0099087D" w:rsidRDefault="00D17B16" w:rsidP="00E63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3D076F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2A8318D2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09A017EC" w14:textId="77777777" w:rsidR="00114F6E" w:rsidRDefault="00114F6E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114F6E">
              <w:rPr>
                <w:sz w:val="20"/>
                <w:szCs w:val="20"/>
              </w:rPr>
              <w:t>110134040117</w:t>
            </w:r>
            <w:r>
              <w:rPr>
                <w:sz w:val="20"/>
                <w:szCs w:val="20"/>
              </w:rPr>
              <w:t>-</w:t>
            </w:r>
          </w:p>
          <w:p w14:paraId="3E41818D" w14:textId="2FB27C84" w:rsidR="00114F6E" w:rsidRPr="00DF0947" w:rsidRDefault="00114F6E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114F6E">
              <w:rPr>
                <w:sz w:val="20"/>
                <w:szCs w:val="20"/>
              </w:rPr>
              <w:t>110134040118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13C939" w14:textId="512544AB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C1B8916" w14:textId="3EFD5DF3" w:rsidR="00E63695" w:rsidRDefault="00BA05D8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119 270,0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671B16" w14:textId="0E8D1147" w:rsidR="00E63695" w:rsidRPr="00521996" w:rsidRDefault="00D17B16" w:rsidP="00E63695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>Собственность. Муниципальный контракт №</w:t>
            </w:r>
            <w:r>
              <w:rPr>
                <w:sz w:val="20"/>
                <w:szCs w:val="20"/>
              </w:rPr>
              <w:t xml:space="preserve"> 2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86EBD7" w14:textId="199687C5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8127092" w14:textId="3EE35AAC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675663B" w14:textId="331A449D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E63695" w:rsidRPr="00713213" w14:paraId="3BE9477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7886BDD" w14:textId="4898C3AC" w:rsidR="00E63695" w:rsidRPr="00A844A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2.23.10</w:t>
            </w:r>
            <w:r>
              <w:rPr>
                <w:sz w:val="20"/>
                <w:szCs w:val="20"/>
              </w:rPr>
              <w:t>8.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368F5D" w14:textId="77777777" w:rsidR="00E63695" w:rsidRDefault="00E05658" w:rsidP="00E63695">
            <w:pPr>
              <w:jc w:val="center"/>
              <w:rPr>
                <w:sz w:val="20"/>
                <w:szCs w:val="20"/>
              </w:rPr>
            </w:pPr>
            <w:r w:rsidRPr="00E05658">
              <w:rPr>
                <w:sz w:val="20"/>
                <w:szCs w:val="20"/>
              </w:rPr>
              <w:t xml:space="preserve">Низкочастотная акустическая система </w:t>
            </w:r>
            <w:proofErr w:type="spellStart"/>
            <w:r w:rsidRPr="00E05658">
              <w:rPr>
                <w:sz w:val="20"/>
                <w:szCs w:val="20"/>
              </w:rPr>
              <w:t>Wharfedale</w:t>
            </w:r>
            <w:proofErr w:type="spellEnd"/>
            <w:r w:rsidRPr="00E05658">
              <w:rPr>
                <w:sz w:val="20"/>
                <w:szCs w:val="20"/>
              </w:rPr>
              <w:t xml:space="preserve"> Pro DELTA -18B</w:t>
            </w:r>
          </w:p>
          <w:p w14:paraId="479EEA9B" w14:textId="718EB85B" w:rsidR="00E05658" w:rsidRPr="0099087D" w:rsidRDefault="00E05658" w:rsidP="00E63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FA3BFD" w14:textId="77777777" w:rsidR="00E63695" w:rsidRP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7C25FFA4" w14:textId="77777777" w:rsidR="00E63695" w:rsidRDefault="00E63695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679ABD50" w14:textId="77777777" w:rsidR="00E05658" w:rsidRDefault="00E05658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05658">
              <w:rPr>
                <w:sz w:val="20"/>
                <w:szCs w:val="20"/>
              </w:rPr>
              <w:t>110134040119</w:t>
            </w:r>
            <w:r>
              <w:rPr>
                <w:sz w:val="20"/>
                <w:szCs w:val="20"/>
              </w:rPr>
              <w:t>-</w:t>
            </w:r>
          </w:p>
          <w:p w14:paraId="369B16BF" w14:textId="3A7E19FD" w:rsidR="00E05658" w:rsidRPr="00DF0947" w:rsidRDefault="00E05658" w:rsidP="00E63695">
            <w:pPr>
              <w:jc w:val="center"/>
              <w:outlineLvl w:val="2"/>
              <w:rPr>
                <w:sz w:val="20"/>
                <w:szCs w:val="20"/>
              </w:rPr>
            </w:pPr>
            <w:r w:rsidRPr="00E05658">
              <w:rPr>
                <w:sz w:val="20"/>
                <w:szCs w:val="20"/>
              </w:rPr>
              <w:t>110134040120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C48070" w14:textId="1DC83A67" w:rsidR="00E63695" w:rsidRPr="000054E0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B804DD5" w14:textId="2AC6A74E" w:rsidR="00E63695" w:rsidRDefault="00E05658" w:rsidP="00E63695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81 480,0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36DC0A" w14:textId="0D6B6F1B" w:rsidR="00E63695" w:rsidRPr="00521996" w:rsidRDefault="00D17B16" w:rsidP="00E63695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>Собственность. Муниципальный контракт № 2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A4489F" w14:textId="11C7037E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482BF33" w14:textId="1ADDC50E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6EDCD4A" w14:textId="48DD5A1D" w:rsidR="00E63695" w:rsidRPr="00713213" w:rsidRDefault="00E63695" w:rsidP="00E63695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17B16" w:rsidRPr="00713213" w14:paraId="7BE3A48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B70EEE" w14:textId="67E8D55D" w:rsidR="00D17B16" w:rsidRPr="00CE4B5A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rFonts w:eastAsia="Arial"/>
                <w:sz w:val="20"/>
                <w:szCs w:val="20"/>
                <w:lang w:eastAsia="hi-IN" w:bidi="hi-IN"/>
              </w:rPr>
              <w:t>2.23.10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0A332A" w14:textId="77777777" w:rsidR="00D17B16" w:rsidRDefault="006945D9" w:rsidP="00D17B16">
            <w:pPr>
              <w:jc w:val="center"/>
              <w:rPr>
                <w:sz w:val="20"/>
                <w:szCs w:val="20"/>
              </w:rPr>
            </w:pPr>
            <w:r w:rsidRPr="006945D9">
              <w:rPr>
                <w:sz w:val="20"/>
                <w:szCs w:val="20"/>
              </w:rPr>
              <w:t xml:space="preserve">Пассивная  акустическая система </w:t>
            </w:r>
            <w:proofErr w:type="spellStart"/>
            <w:r w:rsidRPr="006945D9">
              <w:rPr>
                <w:sz w:val="20"/>
                <w:szCs w:val="20"/>
              </w:rPr>
              <w:t>Wharfedale</w:t>
            </w:r>
            <w:proofErr w:type="spellEnd"/>
            <w:r w:rsidRPr="006945D9">
              <w:rPr>
                <w:sz w:val="20"/>
                <w:szCs w:val="20"/>
              </w:rPr>
              <w:t xml:space="preserve"> Pro TITAN  -8</w:t>
            </w:r>
          </w:p>
          <w:p w14:paraId="2CC4CCBA" w14:textId="16276AF5" w:rsidR="006945D9" w:rsidRPr="0099087D" w:rsidRDefault="006945D9" w:rsidP="00D17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1754AF" w14:textId="77777777" w:rsidR="00D17B16" w:rsidRPr="00E63695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53841F7E" w14:textId="77777777" w:rsidR="00D17B16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568A5C16" w14:textId="77777777" w:rsidR="006945D9" w:rsidRDefault="006945D9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6945D9">
              <w:rPr>
                <w:sz w:val="20"/>
                <w:szCs w:val="20"/>
              </w:rPr>
              <w:t>110134040121</w:t>
            </w:r>
            <w:r>
              <w:rPr>
                <w:sz w:val="20"/>
                <w:szCs w:val="20"/>
              </w:rPr>
              <w:t>-</w:t>
            </w:r>
          </w:p>
          <w:p w14:paraId="14EED69C" w14:textId="23139189" w:rsidR="006945D9" w:rsidRPr="00DF0947" w:rsidRDefault="006945D9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6945D9">
              <w:rPr>
                <w:sz w:val="20"/>
                <w:szCs w:val="20"/>
              </w:rPr>
              <w:t>110134040122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ABECC0" w14:textId="25753293" w:rsidR="00D17B16" w:rsidRPr="000054E0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A63F91" w14:textId="5DF954AF" w:rsidR="00D17B16" w:rsidRDefault="006945D9" w:rsidP="00D17B1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32 760,0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BE171E5" w14:textId="37A68AF3" w:rsidR="00D17B16" w:rsidRPr="00521996" w:rsidRDefault="00D17B16" w:rsidP="00D17B16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>Собственность. Муниципальный контракт №</w:t>
            </w:r>
            <w:r>
              <w:rPr>
                <w:sz w:val="20"/>
                <w:szCs w:val="20"/>
              </w:rPr>
              <w:t xml:space="preserve"> 2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DB3E52" w14:textId="6ED6F4EE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F2D1B7" w14:textId="477F4BF7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643220" w14:textId="79922628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17B16" w:rsidRPr="00713213" w14:paraId="1777BD1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E6AA6AF" w14:textId="6D434A33" w:rsidR="00D17B16" w:rsidRPr="00A844A0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00DD4D" w14:textId="77777777" w:rsidR="00D17B16" w:rsidRDefault="00C95F0C" w:rsidP="00D17B16">
            <w:pPr>
              <w:jc w:val="center"/>
              <w:rPr>
                <w:sz w:val="20"/>
                <w:szCs w:val="20"/>
              </w:rPr>
            </w:pPr>
            <w:r w:rsidRPr="00C95F0C">
              <w:rPr>
                <w:sz w:val="20"/>
                <w:szCs w:val="20"/>
              </w:rPr>
              <w:t>Профессиональная широкополосная акустическая система VOLTA M-12</w:t>
            </w:r>
          </w:p>
          <w:p w14:paraId="4C8961F0" w14:textId="3E051709" w:rsidR="00C95F0C" w:rsidRPr="0099087D" w:rsidRDefault="00C95F0C" w:rsidP="00D17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A1DDD0" w14:textId="77777777" w:rsidR="00D17B16" w:rsidRPr="00E63695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552089A" w14:textId="77777777" w:rsidR="00D17B16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5A95CE36" w14:textId="77777777" w:rsidR="000354BF" w:rsidRDefault="000354BF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0354BF">
              <w:rPr>
                <w:sz w:val="20"/>
                <w:szCs w:val="20"/>
              </w:rPr>
              <w:t>1013404012</w:t>
            </w:r>
            <w:r>
              <w:rPr>
                <w:sz w:val="20"/>
                <w:szCs w:val="20"/>
              </w:rPr>
              <w:t>-</w:t>
            </w:r>
          </w:p>
          <w:p w14:paraId="1837850B" w14:textId="7F0019EB" w:rsidR="000354BF" w:rsidRDefault="000354BF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0354BF">
              <w:rPr>
                <w:sz w:val="20"/>
                <w:szCs w:val="20"/>
              </w:rPr>
              <w:t>110134040126</w:t>
            </w:r>
            <w:r>
              <w:rPr>
                <w:sz w:val="20"/>
                <w:szCs w:val="20"/>
              </w:rPr>
              <w:t xml:space="preserve"> </w:t>
            </w:r>
          </w:p>
          <w:p w14:paraId="4D7F1046" w14:textId="55D10D7E" w:rsidR="000354BF" w:rsidRPr="00DF0947" w:rsidRDefault="000354BF" w:rsidP="00D17B16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A03056" w14:textId="1C21EAE0" w:rsidR="00D17B16" w:rsidRPr="000054E0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26B2418" w14:textId="0C251E95" w:rsidR="00D17B16" w:rsidRDefault="000354BF" w:rsidP="00D17B1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137 920,0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545FD1" w14:textId="0B2D6FA3" w:rsidR="00D17B16" w:rsidRPr="00521996" w:rsidRDefault="00D17B16" w:rsidP="00D17B16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>Собственность. Муниципальный контракт № 2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ECD07C" w14:textId="76CECE27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0703AF" w14:textId="76C7B7A9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62513DC" w14:textId="66DDB438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17B16" w:rsidRPr="00713213" w14:paraId="13ADD76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6380A109" w14:textId="2E6712F1" w:rsidR="00D17B16" w:rsidRPr="00A844A0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AEB581" w14:textId="37A29CCD" w:rsidR="00D17B16" w:rsidRPr="0099087D" w:rsidRDefault="00516787" w:rsidP="00D17B16">
            <w:pPr>
              <w:jc w:val="center"/>
              <w:rPr>
                <w:sz w:val="20"/>
                <w:szCs w:val="20"/>
              </w:rPr>
            </w:pPr>
            <w:r w:rsidRPr="00516787">
              <w:rPr>
                <w:sz w:val="20"/>
                <w:szCs w:val="20"/>
              </w:rPr>
              <w:t>Цифровой управляющий портальный процессор VOLTA DSP 260 PRO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128563" w14:textId="77777777" w:rsidR="00D17B16" w:rsidRPr="00E63695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2A13F4C0" w14:textId="77777777" w:rsidR="00D17B16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4175EA88" w14:textId="65374D74" w:rsidR="00516787" w:rsidRPr="00DF0947" w:rsidRDefault="00516787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516787">
              <w:rPr>
                <w:sz w:val="20"/>
                <w:szCs w:val="20"/>
              </w:rPr>
              <w:t>110134040127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B346FC" w14:textId="5C3C5310" w:rsidR="00D17B16" w:rsidRPr="000054E0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B71ABE" w14:textId="7FFEC8C7" w:rsidR="00D17B16" w:rsidRDefault="00516787" w:rsidP="00D17B1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89EC20" w14:textId="2B1BB4DE" w:rsidR="00D17B16" w:rsidRPr="00521996" w:rsidRDefault="00D17B16" w:rsidP="00D17B16">
            <w:pPr>
              <w:jc w:val="center"/>
              <w:rPr>
                <w:sz w:val="20"/>
                <w:szCs w:val="20"/>
              </w:rPr>
            </w:pPr>
            <w:r w:rsidRPr="00D17B16">
              <w:rPr>
                <w:sz w:val="20"/>
                <w:szCs w:val="20"/>
              </w:rPr>
              <w:t>Собственность. Муниципальный контракт №</w:t>
            </w:r>
            <w:r>
              <w:rPr>
                <w:sz w:val="20"/>
                <w:szCs w:val="20"/>
              </w:rPr>
              <w:t xml:space="preserve"> 2 от 8 февраля 2022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346043" w14:textId="27027512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5DE5F9" w14:textId="782632F2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D4C5036" w14:textId="21A315E8" w:rsidR="00D17B16" w:rsidRPr="00713213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17B16" w:rsidRPr="00713213" w14:paraId="5E273A8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74A2005" w14:textId="49503C36" w:rsidR="00D17B16" w:rsidRPr="00A844A0" w:rsidRDefault="00D17B16" w:rsidP="00D17B1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</w:t>
            </w:r>
            <w:r w:rsidR="0009185B">
              <w:rPr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80352D" w14:textId="77777777" w:rsidR="00D17B16" w:rsidRDefault="0009185B" w:rsidP="00D17B16">
            <w:pPr>
              <w:jc w:val="center"/>
              <w:rPr>
                <w:sz w:val="20"/>
                <w:szCs w:val="20"/>
              </w:rPr>
            </w:pPr>
            <w:proofErr w:type="spellStart"/>
            <w:r w:rsidRPr="0009185B">
              <w:rPr>
                <w:sz w:val="20"/>
                <w:szCs w:val="20"/>
              </w:rPr>
              <w:t>Involight</w:t>
            </w:r>
            <w:proofErr w:type="spellEnd"/>
            <w:r w:rsidRPr="0009185B">
              <w:rPr>
                <w:sz w:val="20"/>
                <w:szCs w:val="20"/>
              </w:rPr>
              <w:t xml:space="preserve"> PAINTBAR HEX6-светодиодная панель,6х 12ВтRGBWA+UV,DMX512</w:t>
            </w:r>
          </w:p>
          <w:p w14:paraId="51BB47F7" w14:textId="22C8A0B4" w:rsidR="0057600D" w:rsidRPr="0099087D" w:rsidRDefault="0057600D" w:rsidP="00D17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2C5A37" w14:textId="77777777" w:rsidR="00D17B16" w:rsidRPr="00E63695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DABB03F" w14:textId="77777777" w:rsidR="00D17B16" w:rsidRDefault="00D17B16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6665D6F5" w14:textId="77777777" w:rsidR="00BA4ADE" w:rsidRDefault="00BA4ADE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BA4ADE">
              <w:rPr>
                <w:sz w:val="20"/>
                <w:szCs w:val="20"/>
              </w:rPr>
              <w:t>110134030118</w:t>
            </w:r>
            <w:r w:rsidR="0057600D">
              <w:rPr>
                <w:sz w:val="20"/>
                <w:szCs w:val="20"/>
              </w:rPr>
              <w:t>-</w:t>
            </w:r>
          </w:p>
          <w:p w14:paraId="18C4BB01" w14:textId="394FC4E7" w:rsidR="0057600D" w:rsidRPr="00E63695" w:rsidRDefault="0057600D" w:rsidP="00D17B16">
            <w:pPr>
              <w:jc w:val="center"/>
              <w:outlineLvl w:val="2"/>
              <w:rPr>
                <w:sz w:val="20"/>
                <w:szCs w:val="20"/>
              </w:rPr>
            </w:pPr>
            <w:r w:rsidRPr="0057600D">
              <w:rPr>
                <w:sz w:val="20"/>
                <w:szCs w:val="20"/>
              </w:rPr>
              <w:t>110134030121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46DAE5" w14:textId="0A6D9AEA" w:rsidR="00D17B16" w:rsidRPr="000054E0" w:rsidRDefault="00BA4ADE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F48729D" w14:textId="3EBA826A" w:rsidR="00D17B16" w:rsidRDefault="0057600D" w:rsidP="00D17B1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59 876</w:t>
            </w:r>
            <w:r w:rsidR="00BA4ADE" w:rsidRPr="00BA4ADE"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61A854" w14:textId="21F1FC86" w:rsidR="00D17B16" w:rsidRPr="0057600D" w:rsidRDefault="0057600D" w:rsidP="00D17B16">
            <w:pPr>
              <w:jc w:val="center"/>
              <w:rPr>
                <w:sz w:val="20"/>
                <w:szCs w:val="20"/>
              </w:rPr>
            </w:pPr>
            <w:r w:rsidRPr="0057600D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283A0AA" w14:textId="088C3948" w:rsidR="00D17B16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EB78727" w14:textId="067E2406" w:rsidR="00D17B16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1C8C481" w14:textId="3038BBBE" w:rsidR="00D17B16" w:rsidRDefault="00D17B16" w:rsidP="00D17B1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3201AD8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53669A8" w14:textId="1E076076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801ACA" w14:textId="6D840E44" w:rsidR="00A4189E" w:rsidRPr="00D60CDB" w:rsidRDefault="00D60CDB" w:rsidP="00A4189E">
            <w:pPr>
              <w:jc w:val="center"/>
              <w:rPr>
                <w:sz w:val="20"/>
                <w:szCs w:val="20"/>
                <w:lang w:val="en-US"/>
              </w:rPr>
            </w:pPr>
            <w:r w:rsidRPr="00D60CDB">
              <w:rPr>
                <w:sz w:val="20"/>
                <w:szCs w:val="20"/>
              </w:rPr>
              <w:t>Ноутбук</w:t>
            </w:r>
            <w:r w:rsidRPr="00D60CDB">
              <w:rPr>
                <w:sz w:val="20"/>
                <w:szCs w:val="20"/>
                <w:lang w:val="en-US"/>
              </w:rPr>
              <w:t xml:space="preserve"> ASUS </w:t>
            </w:r>
            <w:proofErr w:type="spellStart"/>
            <w:r w:rsidRPr="00D60CDB">
              <w:rPr>
                <w:sz w:val="20"/>
                <w:szCs w:val="20"/>
                <w:lang w:val="en-US"/>
              </w:rPr>
              <w:t>VivoBook</w:t>
            </w:r>
            <w:proofErr w:type="spellEnd"/>
            <w:r w:rsidRPr="00D60CDB">
              <w:rPr>
                <w:sz w:val="20"/>
                <w:szCs w:val="20"/>
                <w:lang w:val="en-US"/>
              </w:rPr>
              <w:t xml:space="preserve"> X1502ZA-BQ2345 15.6, </w:t>
            </w:r>
            <w:proofErr w:type="spellStart"/>
            <w:r w:rsidRPr="00D60CDB">
              <w:rPr>
                <w:sz w:val="20"/>
                <w:szCs w:val="20"/>
                <w:lang w:val="en-US"/>
              </w:rPr>
              <w:t>IPS,Intel</w:t>
            </w:r>
            <w:proofErr w:type="spellEnd"/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1D81A9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4210DC4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6490792B" w14:textId="46753902" w:rsidR="00CD2591" w:rsidRPr="00E63695" w:rsidRDefault="00CD2591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CD2591">
              <w:rPr>
                <w:sz w:val="20"/>
                <w:szCs w:val="20"/>
              </w:rPr>
              <w:t>110134030140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8552E5" w14:textId="5288A605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C9E0BA" w14:textId="0BC010A6" w:rsidR="00A4189E" w:rsidRDefault="00CD2591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CD2591">
              <w:rPr>
                <w:sz w:val="20"/>
                <w:szCs w:val="20"/>
              </w:rPr>
              <w:t>92 090,18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9BF089F" w14:textId="490C54E4" w:rsidR="00A4189E" w:rsidRPr="00521996" w:rsidRDefault="0093238F" w:rsidP="00A4189E">
            <w:pPr>
              <w:jc w:val="center"/>
              <w:rPr>
                <w:sz w:val="20"/>
                <w:szCs w:val="20"/>
              </w:rPr>
            </w:pPr>
            <w:r w:rsidRPr="0093238F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>813</w:t>
            </w:r>
            <w:r w:rsidRPr="0093238F">
              <w:rPr>
                <w:sz w:val="20"/>
                <w:szCs w:val="20"/>
              </w:rPr>
              <w:t xml:space="preserve"> от  </w:t>
            </w:r>
            <w:r>
              <w:rPr>
                <w:sz w:val="20"/>
                <w:szCs w:val="20"/>
              </w:rPr>
              <w:t>27 декабря</w:t>
            </w:r>
            <w:r w:rsidRPr="0093238F">
              <w:rPr>
                <w:sz w:val="20"/>
                <w:szCs w:val="20"/>
              </w:rPr>
              <w:t xml:space="preserve">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BABFC9" w14:textId="0B873F65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5C5DF6" w14:textId="5E97B139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8D54F8" w14:textId="7C76C600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4FED322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BF1CAEF" w14:textId="218FEB25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495351" w14:textId="77777777" w:rsidR="00A4189E" w:rsidRPr="009868F8" w:rsidRDefault="00CD2591" w:rsidP="00A4189E">
            <w:pPr>
              <w:jc w:val="center"/>
              <w:rPr>
                <w:sz w:val="20"/>
                <w:szCs w:val="20"/>
                <w:lang w:val="en-US"/>
              </w:rPr>
            </w:pPr>
            <w:r w:rsidRPr="00CD2591">
              <w:rPr>
                <w:sz w:val="20"/>
                <w:szCs w:val="20"/>
              </w:rPr>
              <w:t>Ноутбук</w:t>
            </w:r>
            <w:r w:rsidRPr="00CD2591">
              <w:rPr>
                <w:sz w:val="20"/>
                <w:szCs w:val="20"/>
                <w:lang w:val="en-US"/>
              </w:rPr>
              <w:t xml:space="preserve"> 15,6 ASUS </w:t>
            </w:r>
            <w:proofErr w:type="spellStart"/>
            <w:r w:rsidRPr="00CD2591">
              <w:rPr>
                <w:sz w:val="20"/>
                <w:szCs w:val="20"/>
                <w:lang w:val="en-US"/>
              </w:rPr>
              <w:t>VivoBook</w:t>
            </w:r>
            <w:proofErr w:type="spellEnd"/>
            <w:r w:rsidRPr="00CD2591">
              <w:rPr>
                <w:sz w:val="20"/>
                <w:szCs w:val="20"/>
                <w:lang w:val="en-US"/>
              </w:rPr>
              <w:t xml:space="preserve"> 15 15.6 ADM RUZEN 3 7320U</w:t>
            </w:r>
          </w:p>
          <w:p w14:paraId="2602E8C6" w14:textId="5B582439" w:rsidR="00CD2591" w:rsidRPr="00CD2591" w:rsidRDefault="00CD2591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015464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1E0D084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0A151ABC" w14:textId="618E95BD" w:rsidR="00CD2591" w:rsidRDefault="00CD2591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CD2591">
              <w:rPr>
                <w:sz w:val="20"/>
                <w:szCs w:val="20"/>
              </w:rPr>
              <w:t>11013403013</w:t>
            </w:r>
            <w:r>
              <w:rPr>
                <w:sz w:val="20"/>
                <w:szCs w:val="20"/>
              </w:rPr>
              <w:t>8-</w:t>
            </w:r>
          </w:p>
          <w:p w14:paraId="58A8C560" w14:textId="080B0AA2" w:rsidR="00CD2591" w:rsidRPr="00E63695" w:rsidRDefault="00CD2591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CD2591">
              <w:rPr>
                <w:sz w:val="20"/>
                <w:szCs w:val="20"/>
              </w:rPr>
              <w:t>110134030139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A8DEB9" w14:textId="5F55E82E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27539CC" w14:textId="52410193" w:rsidR="00A4189E" w:rsidRDefault="00CD2591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98 720,0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3711BD" w14:textId="40AE72A6" w:rsidR="00A4189E" w:rsidRPr="00521996" w:rsidRDefault="0093238F" w:rsidP="00A4189E">
            <w:pPr>
              <w:jc w:val="center"/>
              <w:rPr>
                <w:sz w:val="20"/>
                <w:szCs w:val="20"/>
              </w:rPr>
            </w:pPr>
            <w:r w:rsidRPr="0093238F">
              <w:rPr>
                <w:sz w:val="20"/>
                <w:szCs w:val="20"/>
              </w:rPr>
              <w:t>Собственность. Муниципальный контракт № 813 от 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B05634" w14:textId="7396D639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E7DADD" w14:textId="7CA53C05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C41F30" w14:textId="69FC7AA2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5335FDA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475FCAD" w14:textId="1990C35C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8D8A17" w14:textId="77777777" w:rsidR="00A4189E" w:rsidRDefault="007C10AB" w:rsidP="00A4189E">
            <w:pPr>
              <w:jc w:val="center"/>
              <w:rPr>
                <w:sz w:val="20"/>
                <w:szCs w:val="20"/>
              </w:rPr>
            </w:pPr>
            <w:r w:rsidRPr="007C10AB">
              <w:rPr>
                <w:sz w:val="20"/>
                <w:szCs w:val="20"/>
              </w:rPr>
              <w:t>Сплит-система 9 ROVER RMNS09 BE</w:t>
            </w:r>
          </w:p>
          <w:p w14:paraId="4D6B6EB6" w14:textId="5F5F0D8B" w:rsidR="007C10AB" w:rsidRPr="0099087D" w:rsidRDefault="007C10AB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37B806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02CFEE3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29A51EAA" w14:textId="77777777" w:rsidR="00981A40" w:rsidRDefault="00981A4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981A40">
              <w:rPr>
                <w:sz w:val="20"/>
                <w:szCs w:val="20"/>
              </w:rPr>
              <w:t>110134050124</w:t>
            </w:r>
            <w:r>
              <w:rPr>
                <w:sz w:val="20"/>
                <w:szCs w:val="20"/>
              </w:rPr>
              <w:t>-</w:t>
            </w:r>
          </w:p>
          <w:p w14:paraId="2D830B3E" w14:textId="638A6A46" w:rsidR="00981A40" w:rsidRPr="00E63695" w:rsidRDefault="00981A4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981A40">
              <w:rPr>
                <w:sz w:val="20"/>
                <w:szCs w:val="20"/>
              </w:rPr>
              <w:t>11013405012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531C2C" w14:textId="7DB908CB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6C84DF" w14:textId="6BB11EBF" w:rsidR="00A4189E" w:rsidRDefault="00B35F18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108 960,0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324463" w14:textId="60AD6727" w:rsidR="00A4189E" w:rsidRPr="00521996" w:rsidRDefault="0093238F" w:rsidP="00A4189E">
            <w:pPr>
              <w:jc w:val="center"/>
              <w:rPr>
                <w:sz w:val="20"/>
                <w:szCs w:val="20"/>
              </w:rPr>
            </w:pPr>
            <w:r w:rsidRPr="0093238F">
              <w:rPr>
                <w:sz w:val="20"/>
                <w:szCs w:val="20"/>
              </w:rPr>
              <w:t>Собственность. Муниципальный контракт № 813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7680F4" w14:textId="15F98B92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43DD532" w14:textId="216C170A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328E717" w14:textId="4ABC9A8C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0100983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4D87AE1" w14:textId="50148BC9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</w:t>
            </w:r>
            <w:r w:rsidR="00D60CDB">
              <w:rPr>
                <w:sz w:val="20"/>
                <w:szCs w:val="20"/>
              </w:rPr>
              <w:t>6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AB333C" w14:textId="77777777" w:rsidR="00A4189E" w:rsidRDefault="00F03AD3" w:rsidP="00A4189E">
            <w:pPr>
              <w:jc w:val="center"/>
              <w:rPr>
                <w:sz w:val="20"/>
                <w:szCs w:val="20"/>
              </w:rPr>
            </w:pPr>
            <w:r w:rsidRPr="00F03AD3">
              <w:rPr>
                <w:sz w:val="20"/>
                <w:szCs w:val="20"/>
              </w:rPr>
              <w:t>Сплит-система 12 ROVER RGNS 12BE</w:t>
            </w:r>
          </w:p>
          <w:p w14:paraId="0FEEE5E7" w14:textId="75D0DDA3" w:rsidR="00F03AD3" w:rsidRPr="0099087D" w:rsidRDefault="00F03AD3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E8AEDD0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92DA6C7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5F7CFAF5" w14:textId="77777777" w:rsidR="00981A40" w:rsidRDefault="00981A4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981A40">
              <w:rPr>
                <w:sz w:val="20"/>
                <w:szCs w:val="20"/>
              </w:rPr>
              <w:t>110134050122</w:t>
            </w:r>
            <w:r>
              <w:rPr>
                <w:sz w:val="20"/>
                <w:szCs w:val="20"/>
              </w:rPr>
              <w:t>-</w:t>
            </w:r>
          </w:p>
          <w:p w14:paraId="5AF6926D" w14:textId="63261CF6" w:rsidR="00981A40" w:rsidRPr="00E63695" w:rsidRDefault="00981A4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981A40">
              <w:rPr>
                <w:sz w:val="20"/>
                <w:szCs w:val="20"/>
              </w:rPr>
              <w:t>11013405012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5C52B0" w14:textId="3E935D04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DD03C7" w14:textId="2D99B5F6" w:rsidR="00A4189E" w:rsidRDefault="00981A40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91 040,0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E6BAF7" w14:textId="44ED4965" w:rsidR="00A4189E" w:rsidRPr="00521996" w:rsidRDefault="0093238F" w:rsidP="00A4189E">
            <w:pPr>
              <w:jc w:val="center"/>
              <w:rPr>
                <w:sz w:val="20"/>
                <w:szCs w:val="20"/>
              </w:rPr>
            </w:pPr>
            <w:r w:rsidRPr="0093238F">
              <w:rPr>
                <w:sz w:val="20"/>
                <w:szCs w:val="20"/>
              </w:rPr>
              <w:t>Собственность. Муниципальный контракт № 813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9F6F1F" w14:textId="4081C460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676C67C" w14:textId="4D5776B5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5A97529" w14:textId="2F71E3CF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05F8A26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B061B04" w14:textId="59F7698A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</w:t>
            </w:r>
            <w:r w:rsidR="002852AF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D03D72" w14:textId="77777777" w:rsidR="00A4189E" w:rsidRDefault="00E43EE0" w:rsidP="00A4189E">
            <w:pPr>
              <w:jc w:val="center"/>
              <w:rPr>
                <w:sz w:val="20"/>
                <w:szCs w:val="20"/>
              </w:rPr>
            </w:pPr>
            <w:r w:rsidRPr="00E43EE0">
              <w:rPr>
                <w:sz w:val="20"/>
                <w:szCs w:val="20"/>
              </w:rPr>
              <w:t>Крепление настенное для боковых софитов</w:t>
            </w:r>
          </w:p>
          <w:p w14:paraId="544725D2" w14:textId="7919EC4A" w:rsidR="00E43EE0" w:rsidRPr="0099087D" w:rsidRDefault="00E43EE0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E52718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5243EB26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07FC7659" w14:textId="77777777" w:rsidR="00E43EE0" w:rsidRDefault="00E43EE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43EE0">
              <w:rPr>
                <w:sz w:val="20"/>
                <w:szCs w:val="20"/>
              </w:rPr>
              <w:t>110134040137</w:t>
            </w:r>
            <w:r>
              <w:rPr>
                <w:sz w:val="20"/>
                <w:szCs w:val="20"/>
              </w:rPr>
              <w:t>-</w:t>
            </w:r>
          </w:p>
          <w:p w14:paraId="4882BA10" w14:textId="4C461BF8" w:rsidR="00E43EE0" w:rsidRPr="00E63695" w:rsidRDefault="00E43EE0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43EE0">
              <w:rPr>
                <w:sz w:val="20"/>
                <w:szCs w:val="20"/>
              </w:rPr>
              <w:t>11013404013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28CA4F" w14:textId="3664334D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E61203" w14:textId="377B1DA1" w:rsidR="00A4189E" w:rsidRDefault="00E43EE0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26 832,0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4DEAB6" w14:textId="5E2586B3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 xml:space="preserve">115 </w:t>
            </w:r>
            <w:r w:rsidRPr="001F2C87">
              <w:rPr>
                <w:sz w:val="20"/>
                <w:szCs w:val="20"/>
              </w:rPr>
              <w:t>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3217FD" w14:textId="3F3D3ED0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ECF36E0" w14:textId="2B9F7766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E7913C7" w14:textId="1FB4429F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6E37048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80AED2C" w14:textId="3D5405A4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</w:t>
            </w:r>
            <w:r w:rsidR="00AD532D">
              <w:rPr>
                <w:sz w:val="20"/>
                <w:szCs w:val="20"/>
              </w:rPr>
              <w:t>8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3EEE73F" w14:textId="77777777" w:rsidR="00A4189E" w:rsidRDefault="000510C4" w:rsidP="00A4189E">
            <w:pPr>
              <w:jc w:val="center"/>
              <w:rPr>
                <w:sz w:val="20"/>
                <w:szCs w:val="20"/>
              </w:rPr>
            </w:pPr>
            <w:r w:rsidRPr="000510C4">
              <w:rPr>
                <w:sz w:val="20"/>
                <w:szCs w:val="20"/>
              </w:rPr>
              <w:t>ИМЛАЙТ Р40-2500 Прямой модуль плоской конфигурации  длиной 2500мм</w:t>
            </w:r>
          </w:p>
          <w:p w14:paraId="66397DB5" w14:textId="4D31C99E" w:rsidR="000510C4" w:rsidRPr="0099087D" w:rsidRDefault="000510C4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ED4B9D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6B02B916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67A77E1F" w14:textId="77777777" w:rsidR="000510C4" w:rsidRDefault="000510C4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0510C4">
              <w:rPr>
                <w:sz w:val="20"/>
                <w:szCs w:val="20"/>
              </w:rPr>
              <w:t>110134030132</w:t>
            </w:r>
            <w:r>
              <w:rPr>
                <w:sz w:val="20"/>
                <w:szCs w:val="20"/>
              </w:rPr>
              <w:t>-</w:t>
            </w:r>
          </w:p>
          <w:p w14:paraId="469888F5" w14:textId="5AE66822" w:rsidR="000510C4" w:rsidRPr="00E63695" w:rsidRDefault="000510C4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0510C4">
              <w:rPr>
                <w:sz w:val="20"/>
                <w:szCs w:val="20"/>
              </w:rPr>
              <w:t>11013403013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CAF0AC" w14:textId="3D10EA70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87FF63C" w14:textId="4DC89288" w:rsidR="00A4189E" w:rsidRDefault="001A4B29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57 008,0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165063" w14:textId="4D331DB1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16B1B8" w14:textId="616C9AF0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ACABD3" w14:textId="1E80C67A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348782B" w14:textId="4D4AEF44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28F7E21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55CFA3E" w14:textId="6F24E532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1</w:t>
            </w:r>
            <w:r w:rsidR="00AD532D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F4105A" w14:textId="77777777" w:rsidR="00A4189E" w:rsidRDefault="001A4B29" w:rsidP="00A4189E">
            <w:pPr>
              <w:jc w:val="center"/>
              <w:rPr>
                <w:sz w:val="20"/>
                <w:szCs w:val="20"/>
              </w:rPr>
            </w:pPr>
            <w:r w:rsidRPr="001A4B29">
              <w:rPr>
                <w:sz w:val="20"/>
                <w:szCs w:val="20"/>
              </w:rPr>
              <w:t>Коробка распределительная КР 5-15 SHUKO</w:t>
            </w:r>
          </w:p>
          <w:p w14:paraId="6AF8F2FD" w14:textId="4B0BCE49" w:rsidR="001A4B29" w:rsidRPr="0099087D" w:rsidRDefault="001A4B29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37BE5C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5F15BFAD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7EA0D1E7" w14:textId="77777777" w:rsidR="00C17EE1" w:rsidRDefault="00C17EE1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C17EE1">
              <w:rPr>
                <w:sz w:val="20"/>
                <w:szCs w:val="20"/>
              </w:rPr>
              <w:t>110134030129</w:t>
            </w:r>
            <w:r>
              <w:rPr>
                <w:sz w:val="20"/>
                <w:szCs w:val="20"/>
              </w:rPr>
              <w:t>-</w:t>
            </w:r>
          </w:p>
          <w:p w14:paraId="6B8EC546" w14:textId="6CB7F4D6" w:rsidR="00C17EE1" w:rsidRPr="00E63695" w:rsidRDefault="00C17EE1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C17EE1">
              <w:rPr>
                <w:sz w:val="20"/>
                <w:szCs w:val="20"/>
              </w:rPr>
              <w:t>1101340301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3307E3" w14:textId="4CFE9FE1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3C27A3D" w14:textId="04158AE3" w:rsidR="00A4189E" w:rsidRDefault="001A4B29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53 800,0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D849C8" w14:textId="75F2BDAB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934C69" w14:textId="4EC9DF57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7E707F2" w14:textId="3189EC11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28CAC6" w14:textId="13320B64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6098145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0D94787" w14:textId="5774C477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AD53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459156" w14:textId="77777777" w:rsidR="00A4189E" w:rsidRDefault="006E08DF" w:rsidP="00A4189E">
            <w:pPr>
              <w:jc w:val="center"/>
              <w:rPr>
                <w:sz w:val="20"/>
                <w:szCs w:val="20"/>
              </w:rPr>
            </w:pPr>
            <w:r w:rsidRPr="006E08DF">
              <w:rPr>
                <w:sz w:val="20"/>
                <w:szCs w:val="20"/>
              </w:rPr>
              <w:t xml:space="preserve">Big </w:t>
            </w:r>
            <w:proofErr w:type="spellStart"/>
            <w:r w:rsidRPr="006E08DF">
              <w:rPr>
                <w:sz w:val="20"/>
                <w:szCs w:val="20"/>
              </w:rPr>
              <w:t>Dipper</w:t>
            </w:r>
            <w:proofErr w:type="spellEnd"/>
            <w:r w:rsidRPr="006E08DF">
              <w:rPr>
                <w:sz w:val="20"/>
                <w:szCs w:val="20"/>
              </w:rPr>
              <w:t xml:space="preserve"> LC002-HB светодиодный прожектор ,белый 200Вт</w:t>
            </w:r>
          </w:p>
          <w:p w14:paraId="7A99B10C" w14:textId="489F5AD0" w:rsidR="006E08DF" w:rsidRPr="0099087D" w:rsidRDefault="006E08DF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F0E74DA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70943BB5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0FE1E730" w14:textId="77777777" w:rsidR="006E08DF" w:rsidRDefault="006E08DF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6E08DF">
              <w:rPr>
                <w:sz w:val="20"/>
                <w:szCs w:val="20"/>
              </w:rPr>
              <w:t>110134030126</w:t>
            </w:r>
            <w:r>
              <w:rPr>
                <w:sz w:val="20"/>
                <w:szCs w:val="20"/>
              </w:rPr>
              <w:t>-</w:t>
            </w:r>
          </w:p>
          <w:p w14:paraId="752A2399" w14:textId="198DA684" w:rsidR="006E08DF" w:rsidRPr="00E63695" w:rsidRDefault="006E08DF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6E08DF">
              <w:rPr>
                <w:sz w:val="20"/>
                <w:szCs w:val="20"/>
              </w:rPr>
              <w:t>11013403012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A4A9BA" w14:textId="5F4868BB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103C3C" w14:textId="72DE9160" w:rsidR="00A4189E" w:rsidRDefault="006E08DF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47 720,0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E3806B" w14:textId="3FA740A5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C272AC" w14:textId="01EBAC2F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DB5F63F" w14:textId="49394B09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8B4867C" w14:textId="36006872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3A4D1BD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918A4C6" w14:textId="280E2786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AD532D">
              <w:rPr>
                <w:sz w:val="20"/>
                <w:szCs w:val="20"/>
              </w:rPr>
              <w:t>21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849209" w14:textId="77777777" w:rsidR="00A4189E" w:rsidRDefault="00F939E5" w:rsidP="00A4189E">
            <w:pPr>
              <w:jc w:val="center"/>
              <w:rPr>
                <w:sz w:val="20"/>
                <w:szCs w:val="20"/>
              </w:rPr>
            </w:pPr>
            <w:proofErr w:type="spellStart"/>
            <w:r w:rsidRPr="00F939E5">
              <w:rPr>
                <w:sz w:val="20"/>
                <w:szCs w:val="20"/>
              </w:rPr>
              <w:t>Involight</w:t>
            </w:r>
            <w:proofErr w:type="spellEnd"/>
            <w:r w:rsidRPr="00F939E5">
              <w:rPr>
                <w:sz w:val="20"/>
                <w:szCs w:val="20"/>
              </w:rPr>
              <w:t xml:space="preserve"> </w:t>
            </w:r>
            <w:proofErr w:type="spellStart"/>
            <w:r w:rsidRPr="00F939E5">
              <w:rPr>
                <w:sz w:val="20"/>
                <w:szCs w:val="20"/>
              </w:rPr>
              <w:t>Ventus</w:t>
            </w:r>
            <w:proofErr w:type="spellEnd"/>
            <w:r w:rsidRPr="00F939E5">
              <w:rPr>
                <w:sz w:val="20"/>
                <w:szCs w:val="20"/>
              </w:rPr>
              <w:t xml:space="preserve"> S40-LED вращающаяся </w:t>
            </w:r>
            <w:proofErr w:type="spellStart"/>
            <w:r w:rsidRPr="00F939E5">
              <w:rPr>
                <w:sz w:val="20"/>
                <w:szCs w:val="20"/>
              </w:rPr>
              <w:t>голова,белый</w:t>
            </w:r>
            <w:proofErr w:type="spellEnd"/>
            <w:r w:rsidRPr="00F939E5">
              <w:rPr>
                <w:sz w:val="20"/>
                <w:szCs w:val="20"/>
              </w:rPr>
              <w:t xml:space="preserve"> светодиод 40Вт</w:t>
            </w:r>
          </w:p>
          <w:p w14:paraId="4D5852A5" w14:textId="1F968ABE" w:rsidR="00F939E5" w:rsidRDefault="00F939E5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51762934" w14:textId="71CB0C6F" w:rsidR="00F939E5" w:rsidRPr="0099087D" w:rsidRDefault="00F939E5" w:rsidP="00A41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B7154F9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31796E46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5C8D01B6" w14:textId="77777777" w:rsidR="00F939E5" w:rsidRDefault="00F939E5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F939E5">
              <w:rPr>
                <w:sz w:val="20"/>
                <w:szCs w:val="20"/>
              </w:rPr>
              <w:t>110134030122</w:t>
            </w:r>
            <w:r>
              <w:rPr>
                <w:sz w:val="20"/>
                <w:szCs w:val="20"/>
              </w:rPr>
              <w:t>-</w:t>
            </w:r>
          </w:p>
          <w:p w14:paraId="3D179199" w14:textId="068DA2AE" w:rsidR="00F939E5" w:rsidRPr="00E63695" w:rsidRDefault="00F939E5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F939E5">
              <w:rPr>
                <w:sz w:val="20"/>
                <w:szCs w:val="20"/>
              </w:rPr>
              <w:t>11013403012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C396F07" w14:textId="77E6C0A5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652E38" w14:textId="57E7D5A1" w:rsidR="00A4189E" w:rsidRDefault="00F939E5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149 756,0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AAE98C" w14:textId="0E6C77F5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CE531C" w14:textId="48B3B588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573C4C" w14:textId="3147ED43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B13BB9" w14:textId="2F65E86D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250F10A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1447068" w14:textId="12F69AAD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AF6708">
              <w:rPr>
                <w:sz w:val="20"/>
                <w:szCs w:val="20"/>
              </w:rPr>
              <w:t>2</w:t>
            </w:r>
            <w:r w:rsidR="007073D6">
              <w:rPr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B4DBE9" w14:textId="77777777" w:rsidR="00A4189E" w:rsidRDefault="00293216" w:rsidP="00A4189E">
            <w:pPr>
              <w:jc w:val="center"/>
              <w:rPr>
                <w:sz w:val="20"/>
                <w:szCs w:val="20"/>
              </w:rPr>
            </w:pPr>
            <w:proofErr w:type="spellStart"/>
            <w:r w:rsidRPr="00293216">
              <w:rPr>
                <w:sz w:val="20"/>
                <w:szCs w:val="20"/>
              </w:rPr>
              <w:t>Involight</w:t>
            </w:r>
            <w:proofErr w:type="spellEnd"/>
            <w:r w:rsidRPr="00293216">
              <w:rPr>
                <w:sz w:val="20"/>
                <w:szCs w:val="20"/>
              </w:rPr>
              <w:t xml:space="preserve"> </w:t>
            </w:r>
            <w:proofErr w:type="spellStart"/>
            <w:r w:rsidRPr="00293216">
              <w:rPr>
                <w:sz w:val="20"/>
                <w:szCs w:val="20"/>
              </w:rPr>
              <w:t>EASYControlb</w:t>
            </w:r>
            <w:proofErr w:type="spellEnd"/>
            <w:r w:rsidRPr="00293216">
              <w:rPr>
                <w:sz w:val="20"/>
                <w:szCs w:val="20"/>
              </w:rPr>
              <w:t xml:space="preserve">-Контроллер DMX-512,12 </w:t>
            </w:r>
            <w:proofErr w:type="spellStart"/>
            <w:r w:rsidRPr="00293216">
              <w:rPr>
                <w:sz w:val="20"/>
                <w:szCs w:val="20"/>
              </w:rPr>
              <w:t>прииборов</w:t>
            </w:r>
            <w:proofErr w:type="spellEnd"/>
            <w:r w:rsidRPr="00293216">
              <w:rPr>
                <w:sz w:val="20"/>
                <w:szCs w:val="20"/>
              </w:rPr>
              <w:t xml:space="preserve">/16 </w:t>
            </w:r>
            <w:proofErr w:type="spellStart"/>
            <w:r w:rsidRPr="00293216">
              <w:rPr>
                <w:sz w:val="20"/>
                <w:szCs w:val="20"/>
              </w:rPr>
              <w:t>каналов,MIDI</w:t>
            </w:r>
            <w:proofErr w:type="spellEnd"/>
            <w:r w:rsidRPr="00293216">
              <w:rPr>
                <w:sz w:val="20"/>
                <w:szCs w:val="20"/>
              </w:rPr>
              <w:t>-вход</w:t>
            </w:r>
          </w:p>
          <w:p w14:paraId="3998FC2E" w14:textId="5F2053C9" w:rsidR="00293216" w:rsidRPr="0099087D" w:rsidRDefault="00293216" w:rsidP="00A41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213BAC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3FDFCA8D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3D0F459B" w14:textId="31AD954B" w:rsidR="00293216" w:rsidRPr="00E63695" w:rsidRDefault="00293216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293216">
              <w:rPr>
                <w:sz w:val="20"/>
                <w:szCs w:val="20"/>
              </w:rPr>
              <w:t>110134030116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EE28E6" w14:textId="51D6C92F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4A3AE04" w14:textId="3E8F0AF5" w:rsidR="00A4189E" w:rsidRDefault="00F1547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F1547E">
              <w:rPr>
                <w:sz w:val="20"/>
                <w:szCs w:val="20"/>
              </w:rPr>
              <w:t>10 996,00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57743F" w14:textId="7242B86F" w:rsidR="00A4189E" w:rsidRPr="00521996" w:rsidRDefault="001F2C87" w:rsidP="00A4189E">
            <w:pPr>
              <w:jc w:val="center"/>
              <w:rPr>
                <w:sz w:val="20"/>
                <w:szCs w:val="20"/>
              </w:rPr>
            </w:pPr>
            <w:r w:rsidRPr="001F2C87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>115</w:t>
            </w:r>
            <w:r w:rsidRPr="001F2C87">
              <w:rPr>
                <w:sz w:val="20"/>
                <w:szCs w:val="20"/>
              </w:rPr>
              <w:t xml:space="preserve">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134F7B" w14:textId="3C2C7A0B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3DCFD2B" w14:textId="1152BB82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FE95282" w14:textId="2DF036F4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A4189E" w:rsidRPr="00713213" w14:paraId="68704484" w14:textId="77777777" w:rsidTr="00063C35">
        <w:trPr>
          <w:trHeight w:val="1464"/>
        </w:trPr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56B01A2" w14:textId="0D2C8C16" w:rsidR="00A4189E" w:rsidRPr="00A844A0" w:rsidRDefault="00A4189E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AF6708">
              <w:rPr>
                <w:sz w:val="20"/>
                <w:szCs w:val="20"/>
              </w:rPr>
              <w:t>2</w:t>
            </w:r>
            <w:r w:rsidR="007073D6">
              <w:rPr>
                <w:sz w:val="20"/>
                <w:szCs w:val="20"/>
              </w:rPr>
              <w:t>3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9C72FA" w14:textId="77777777" w:rsidR="00A4189E" w:rsidRDefault="00686336" w:rsidP="00A4189E">
            <w:pPr>
              <w:jc w:val="center"/>
              <w:rPr>
                <w:sz w:val="20"/>
                <w:szCs w:val="20"/>
              </w:rPr>
            </w:pPr>
            <w:r w:rsidRPr="00686336">
              <w:rPr>
                <w:sz w:val="20"/>
                <w:szCs w:val="20"/>
              </w:rPr>
              <w:t>Штора на дверь  160*310</w:t>
            </w:r>
          </w:p>
          <w:p w14:paraId="15374F5E" w14:textId="69A1785B" w:rsidR="006402E4" w:rsidRDefault="006402E4" w:rsidP="00A41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452A5142" w14:textId="0AAA6744" w:rsidR="00860C54" w:rsidRPr="0099087D" w:rsidRDefault="00860C54" w:rsidP="00A41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CD715" w14:textId="77777777" w:rsidR="00A4189E" w:rsidRPr="00E63695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026521EF" w14:textId="77777777" w:rsidR="00A4189E" w:rsidRDefault="00A4189E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206E55C1" w14:textId="3EA84B54" w:rsidR="006402E4" w:rsidRDefault="006402E4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6402E4">
              <w:rPr>
                <w:sz w:val="20"/>
                <w:szCs w:val="20"/>
              </w:rPr>
              <w:t>110136030005</w:t>
            </w:r>
            <w:r>
              <w:rPr>
                <w:sz w:val="20"/>
                <w:szCs w:val="20"/>
              </w:rPr>
              <w:t>-</w:t>
            </w:r>
          </w:p>
          <w:p w14:paraId="037C2DAB" w14:textId="79006D4F" w:rsidR="00860C54" w:rsidRPr="00E63695" w:rsidRDefault="00860C54" w:rsidP="00A4189E">
            <w:pPr>
              <w:jc w:val="center"/>
              <w:outlineLvl w:val="2"/>
              <w:rPr>
                <w:sz w:val="20"/>
                <w:szCs w:val="20"/>
              </w:rPr>
            </w:pPr>
            <w:r w:rsidRPr="00860C54">
              <w:rPr>
                <w:sz w:val="20"/>
                <w:szCs w:val="20"/>
              </w:rPr>
              <w:t>110136030006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DF0A0AF" w14:textId="37F0F587" w:rsidR="00A4189E" w:rsidRPr="000054E0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3512FD2" w14:textId="2385457B" w:rsidR="00A4189E" w:rsidRDefault="006402E4" w:rsidP="00A4189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66 2</w:t>
            </w:r>
            <w:r w:rsidR="00860C54" w:rsidRPr="00860C54">
              <w:rPr>
                <w:sz w:val="20"/>
                <w:szCs w:val="20"/>
              </w:rPr>
              <w:t>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A44162" w14:textId="7517F21C" w:rsidR="00A4189E" w:rsidRPr="00521996" w:rsidRDefault="003D5BE3" w:rsidP="00A4189E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>2024.09</w:t>
            </w:r>
            <w:r w:rsidRPr="003D5BE3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09</w:t>
            </w:r>
            <w:r w:rsidRPr="003D5B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</w:t>
            </w:r>
            <w:r w:rsidRPr="003D5BE3">
              <w:rPr>
                <w:sz w:val="20"/>
                <w:szCs w:val="20"/>
              </w:rPr>
              <w:t>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6D5259" w14:textId="7379087A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0FD0304" w14:textId="0547285C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5696C65" w14:textId="15E4049A" w:rsidR="00A4189E" w:rsidRDefault="00A4189E" w:rsidP="00A4189E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0BF48B5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5023B34" w14:textId="437F7AF4" w:rsidR="00686336" w:rsidRPr="00A844A0" w:rsidRDefault="00686336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EB1E4D" w14:textId="77777777" w:rsidR="00686336" w:rsidRDefault="00686336" w:rsidP="00686336">
            <w:pPr>
              <w:jc w:val="center"/>
              <w:rPr>
                <w:sz w:val="20"/>
                <w:szCs w:val="20"/>
              </w:rPr>
            </w:pPr>
            <w:r w:rsidRPr="00686336">
              <w:rPr>
                <w:sz w:val="20"/>
                <w:szCs w:val="20"/>
              </w:rPr>
              <w:t>Карниз кулисы падуги</w:t>
            </w:r>
          </w:p>
          <w:p w14:paraId="01A62079" w14:textId="68DF08AD" w:rsidR="00686336" w:rsidRPr="0099087D" w:rsidRDefault="00686336" w:rsidP="006863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066EDB" w14:textId="77777777" w:rsidR="00686336" w:rsidRPr="00E63695" w:rsidRDefault="00686336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инвентарный</w:t>
            </w:r>
          </w:p>
          <w:p w14:paraId="1281120A" w14:textId="77777777" w:rsidR="00686336" w:rsidRDefault="00686336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E63695">
              <w:rPr>
                <w:sz w:val="20"/>
                <w:szCs w:val="20"/>
              </w:rPr>
              <w:t>№</w:t>
            </w:r>
          </w:p>
          <w:p w14:paraId="1FE16B24" w14:textId="77777777" w:rsidR="00860C54" w:rsidRDefault="00860C54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860C54">
              <w:rPr>
                <w:sz w:val="20"/>
                <w:szCs w:val="20"/>
              </w:rPr>
              <w:t>110136060003</w:t>
            </w:r>
            <w:r>
              <w:rPr>
                <w:sz w:val="20"/>
                <w:szCs w:val="20"/>
              </w:rPr>
              <w:t>-</w:t>
            </w:r>
          </w:p>
          <w:p w14:paraId="5D38689E" w14:textId="617A83C9" w:rsidR="00860C54" w:rsidRPr="00E63695" w:rsidRDefault="00860C54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860C54">
              <w:rPr>
                <w:sz w:val="20"/>
                <w:szCs w:val="20"/>
              </w:rPr>
              <w:t>11013606000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126B1C" w14:textId="1713BE8C" w:rsidR="00686336" w:rsidRPr="000054E0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A40430" w14:textId="4ECCF763" w:rsidR="00686336" w:rsidRDefault="00860C54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417850" w14:textId="1010F297" w:rsidR="00686336" w:rsidRPr="00521996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B1447E" w14:textId="67913DBE" w:rsidR="00686336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D9D6ECA" w14:textId="49FA8BE6" w:rsidR="00686336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BB00D21" w14:textId="2BD5C348" w:rsidR="00686336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36DDE5D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C1379C0" w14:textId="58DC232F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C98CB4" w14:textId="0D981874" w:rsidR="00686336" w:rsidRPr="00713213" w:rsidRDefault="00C52074" w:rsidP="00686336">
            <w:pPr>
              <w:jc w:val="center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Карниз арлекин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251C7E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5452E10C" w14:textId="77777777" w:rsidR="00686336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0F1AB27D" w14:textId="65CFF4E5" w:rsidR="00AA692D" w:rsidRPr="00713213" w:rsidRDefault="00AA692D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AA692D">
              <w:rPr>
                <w:sz w:val="20"/>
                <w:szCs w:val="20"/>
              </w:rPr>
              <w:t>110136030002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3E0BA1" w14:textId="6B81B648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50C506" w14:textId="235A084E" w:rsidR="00686336" w:rsidRPr="00713213" w:rsidRDefault="00C52074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21 510,00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B50CB5" w14:textId="0937D1A3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B570B8" w14:textId="7C91D34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CB21989" w14:textId="584115F8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78A7CAE" w14:textId="6AE6E7C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695A8D8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9C85A80" w14:textId="4F3D772B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4059F0" w14:textId="77777777" w:rsidR="00686336" w:rsidRDefault="00D07505" w:rsidP="00686336">
            <w:pPr>
              <w:jc w:val="center"/>
              <w:rPr>
                <w:sz w:val="20"/>
                <w:szCs w:val="20"/>
              </w:rPr>
            </w:pPr>
            <w:r w:rsidRPr="00D07505">
              <w:rPr>
                <w:sz w:val="20"/>
                <w:szCs w:val="20"/>
              </w:rPr>
              <w:t xml:space="preserve">Одежда </w:t>
            </w:r>
            <w:proofErr w:type="spellStart"/>
            <w:r w:rsidRPr="00D07505">
              <w:rPr>
                <w:sz w:val="20"/>
                <w:szCs w:val="20"/>
              </w:rPr>
              <w:t>сцены,Кулиса</w:t>
            </w:r>
            <w:proofErr w:type="spellEnd"/>
            <w:r w:rsidRPr="00D07505">
              <w:rPr>
                <w:sz w:val="20"/>
                <w:szCs w:val="20"/>
              </w:rPr>
              <w:t xml:space="preserve">(ткань </w:t>
            </w:r>
            <w:proofErr w:type="spellStart"/>
            <w:r w:rsidRPr="00D07505">
              <w:rPr>
                <w:sz w:val="20"/>
                <w:szCs w:val="20"/>
              </w:rPr>
              <w:t>портьерная,блэкаут</w:t>
            </w:r>
            <w:proofErr w:type="spellEnd"/>
            <w:r w:rsidRPr="00D07505">
              <w:rPr>
                <w:sz w:val="20"/>
                <w:szCs w:val="20"/>
              </w:rPr>
              <w:t>) 150*450</w:t>
            </w:r>
          </w:p>
          <w:p w14:paraId="687C0D05" w14:textId="0693F251" w:rsidR="00D07505" w:rsidRPr="00713213" w:rsidRDefault="00D07505" w:rsidP="006863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48784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528E094E" w14:textId="77777777" w:rsidR="00686336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6EC059B6" w14:textId="77777777" w:rsid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11013603000</w:t>
            </w:r>
            <w:r w:rsidR="00D07505">
              <w:rPr>
                <w:sz w:val="20"/>
                <w:szCs w:val="20"/>
              </w:rPr>
              <w:t>3</w:t>
            </w:r>
            <w:r w:rsidR="008E4A79">
              <w:rPr>
                <w:sz w:val="20"/>
                <w:szCs w:val="20"/>
              </w:rPr>
              <w:t>-</w:t>
            </w:r>
          </w:p>
          <w:p w14:paraId="7A0C5EB7" w14:textId="293547AE" w:rsidR="008E4A79" w:rsidRPr="00713213" w:rsidRDefault="008E4A79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8E4A79">
              <w:rPr>
                <w:sz w:val="20"/>
                <w:szCs w:val="20"/>
              </w:rPr>
              <w:t>11013603000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9A93E2" w14:textId="6A3AD58D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0281341" w14:textId="6410DF9D" w:rsidR="00686336" w:rsidRPr="00713213" w:rsidRDefault="00D07505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D075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D07505">
              <w:rPr>
                <w:sz w:val="20"/>
                <w:szCs w:val="20"/>
              </w:rPr>
              <w:t>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443EC0" w14:textId="06D5A855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282AC2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1FD3A9A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ABE15E3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52074" w:rsidRPr="00713213" w14:paraId="412FA8AC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1F4CC83" w14:textId="2F2F50BD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B36AEF" w14:textId="77777777" w:rsidR="00C52074" w:rsidRDefault="00BA085B" w:rsidP="00C52074">
            <w:pPr>
              <w:ind w:right="33"/>
              <w:jc w:val="center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Штора на дверь160*290</w:t>
            </w:r>
          </w:p>
          <w:p w14:paraId="5BDAC7B0" w14:textId="44E48B01" w:rsidR="00BA085B" w:rsidRPr="00713213" w:rsidRDefault="00BA085B" w:rsidP="00C52074">
            <w:pPr>
              <w:ind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F1761D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3953564B" w14:textId="77777777" w:rsid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3229E70C" w14:textId="125C1DDC" w:rsidR="00BA085B" w:rsidRDefault="00BA085B" w:rsidP="00C52074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A085B">
              <w:rPr>
                <w:sz w:val="20"/>
                <w:szCs w:val="20"/>
              </w:rPr>
              <w:t>10136030007</w:t>
            </w:r>
            <w:r>
              <w:rPr>
                <w:sz w:val="20"/>
                <w:szCs w:val="20"/>
              </w:rPr>
              <w:t>-</w:t>
            </w:r>
          </w:p>
          <w:p w14:paraId="50808259" w14:textId="4D900A5A" w:rsidR="00BA085B" w:rsidRDefault="00BA085B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110136030008</w:t>
            </w:r>
          </w:p>
          <w:p w14:paraId="6A6BB71D" w14:textId="57C8F81A" w:rsidR="00D07505" w:rsidRPr="00713213" w:rsidRDefault="00D07505" w:rsidP="00C52074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5CC859" w14:textId="6E1F638D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7EDEFE" w14:textId="76F08E9D" w:rsidR="00C52074" w:rsidRPr="00713213" w:rsidRDefault="00BA085B" w:rsidP="00C5207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69 900,0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EE56E9" w14:textId="4729461E" w:rsidR="00C52074" w:rsidRPr="00713213" w:rsidRDefault="003D5BE3" w:rsidP="00C52074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890D32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2CC2E61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E1BF269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52074" w:rsidRPr="00713213" w14:paraId="4E36F74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C66A912" w14:textId="3EC1B875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28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137F40" w14:textId="0F49DC18" w:rsidR="00C52074" w:rsidRPr="00713213" w:rsidRDefault="00BA085B" w:rsidP="00C52074">
            <w:pPr>
              <w:ind w:right="33"/>
              <w:jc w:val="center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Штора на дверь 160*270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461B5E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068C7508" w14:textId="77777777" w:rsid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008B69E6" w14:textId="0868626B" w:rsidR="00BA085B" w:rsidRPr="00713213" w:rsidRDefault="00BA085B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11013603000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6A5A71" w14:textId="453B168D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E1CA29B" w14:textId="431C93F3" w:rsidR="00C52074" w:rsidRPr="00713213" w:rsidRDefault="00BA085B" w:rsidP="00C5207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35 100,0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49EA93" w14:textId="06B9E239" w:rsidR="00C52074" w:rsidRPr="00713213" w:rsidRDefault="003D5BE3" w:rsidP="00C52074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B8CFD6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A0A14B1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C89CDE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52074" w:rsidRPr="00713213" w14:paraId="46A036B2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DB9E1D2" w14:textId="0BBDA6D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AB509C" w14:textId="651F7553" w:rsidR="00C52074" w:rsidRPr="00713213" w:rsidRDefault="00BA085B" w:rsidP="00C52074">
            <w:pPr>
              <w:jc w:val="center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Карниз задник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C3CBDF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51F138C5" w14:textId="77777777" w:rsid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421E0CD5" w14:textId="62DA4EC4" w:rsidR="00BA085B" w:rsidRPr="00713213" w:rsidRDefault="00BA085B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110136030001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DF0D24" w14:textId="06DD02A8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907D5AD" w14:textId="7AD2AF99" w:rsidR="00C52074" w:rsidRPr="00713213" w:rsidRDefault="00BA085B" w:rsidP="00C5207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BA085B">
              <w:rPr>
                <w:sz w:val="20"/>
                <w:szCs w:val="20"/>
              </w:rPr>
              <w:t>41 500,00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47A7E86" w14:textId="5D0AD9A1" w:rsidR="00C52074" w:rsidRPr="00713213" w:rsidRDefault="003D5BE3" w:rsidP="00C52074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54CAEB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1F99D52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1527B0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52074" w:rsidRPr="00713213" w14:paraId="06029CCA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B5F2781" w14:textId="167C783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DC8A54" w14:textId="731F3284" w:rsidR="00C52074" w:rsidRPr="00713213" w:rsidRDefault="00937792" w:rsidP="00C52074">
            <w:pPr>
              <w:jc w:val="center"/>
              <w:rPr>
                <w:sz w:val="20"/>
                <w:szCs w:val="20"/>
              </w:rPr>
            </w:pPr>
            <w:r w:rsidRPr="00937792">
              <w:rPr>
                <w:sz w:val="20"/>
                <w:szCs w:val="20"/>
              </w:rPr>
              <w:t>Одежда сцены. Кулиса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572C3D" w14:textId="77777777" w:rsidR="00C52074" w:rsidRP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инвентарный</w:t>
            </w:r>
          </w:p>
          <w:p w14:paraId="37F0934C" w14:textId="77777777" w:rsidR="00C52074" w:rsidRDefault="00C52074" w:rsidP="00C52074">
            <w:pPr>
              <w:jc w:val="center"/>
              <w:outlineLvl w:val="2"/>
              <w:rPr>
                <w:sz w:val="20"/>
                <w:szCs w:val="20"/>
              </w:rPr>
            </w:pPr>
            <w:r w:rsidRPr="00C52074">
              <w:rPr>
                <w:sz w:val="20"/>
                <w:szCs w:val="20"/>
              </w:rPr>
              <w:t>№</w:t>
            </w:r>
          </w:p>
          <w:p w14:paraId="79857727" w14:textId="77777777" w:rsidR="00937792" w:rsidRDefault="00937792" w:rsidP="00C52074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37792">
              <w:rPr>
                <w:sz w:val="20"/>
                <w:szCs w:val="20"/>
              </w:rPr>
              <w:t>10136030011</w:t>
            </w:r>
            <w:r>
              <w:rPr>
                <w:sz w:val="20"/>
                <w:szCs w:val="20"/>
              </w:rPr>
              <w:t>-</w:t>
            </w:r>
          </w:p>
          <w:p w14:paraId="694CB3B8" w14:textId="3A16FED5" w:rsidR="00937792" w:rsidRPr="00713213" w:rsidRDefault="00937792" w:rsidP="00C52074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37792">
              <w:rPr>
                <w:sz w:val="20"/>
                <w:szCs w:val="20"/>
              </w:rPr>
              <w:t>1013603001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978631" w14:textId="67BB9BEE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603D24D" w14:textId="738EC929" w:rsidR="00C52074" w:rsidRPr="00713213" w:rsidRDefault="00D51A40" w:rsidP="00C5207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32 292,0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14F5C9" w14:textId="33924AEB" w:rsidR="00C52074" w:rsidRPr="00713213" w:rsidRDefault="003D5BE3" w:rsidP="00C52074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25FFC6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D25461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6FBD40D" w14:textId="77777777" w:rsidR="00C52074" w:rsidRPr="00713213" w:rsidRDefault="00C52074" w:rsidP="00C5207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56FAEAD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D45AF5A" w14:textId="2410EC2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ED19E4">
              <w:rPr>
                <w:sz w:val="20"/>
                <w:szCs w:val="20"/>
              </w:rPr>
              <w:t>31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653049" w14:textId="6CC2751F" w:rsidR="00686336" w:rsidRPr="00713213" w:rsidRDefault="003E42B4" w:rsidP="00686336">
            <w:pPr>
              <w:jc w:val="center"/>
              <w:rPr>
                <w:sz w:val="20"/>
                <w:szCs w:val="20"/>
              </w:rPr>
            </w:pPr>
            <w:r w:rsidRPr="003E42B4">
              <w:rPr>
                <w:sz w:val="20"/>
                <w:szCs w:val="20"/>
              </w:rPr>
              <w:t>Одежда сцены. Падуга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28BA8A" w14:textId="77777777" w:rsidR="003E42B4" w:rsidRPr="003E42B4" w:rsidRDefault="003E42B4" w:rsidP="003E42B4">
            <w:pPr>
              <w:jc w:val="center"/>
              <w:outlineLvl w:val="2"/>
              <w:rPr>
                <w:sz w:val="20"/>
                <w:szCs w:val="20"/>
              </w:rPr>
            </w:pPr>
            <w:r w:rsidRPr="003E42B4">
              <w:rPr>
                <w:sz w:val="20"/>
                <w:szCs w:val="20"/>
              </w:rPr>
              <w:t>инвентарный</w:t>
            </w:r>
          </w:p>
          <w:p w14:paraId="4C13A63A" w14:textId="46891F97" w:rsidR="003E42B4" w:rsidRDefault="003E42B4" w:rsidP="003E42B4">
            <w:pPr>
              <w:jc w:val="center"/>
              <w:outlineLvl w:val="2"/>
              <w:rPr>
                <w:sz w:val="20"/>
                <w:szCs w:val="20"/>
              </w:rPr>
            </w:pPr>
            <w:r w:rsidRPr="003E42B4">
              <w:rPr>
                <w:sz w:val="20"/>
                <w:szCs w:val="20"/>
              </w:rPr>
              <w:t>№</w:t>
            </w:r>
          </w:p>
          <w:p w14:paraId="2A576851" w14:textId="2A4C4C30" w:rsidR="00686336" w:rsidRDefault="003E42B4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3E42B4">
              <w:rPr>
                <w:sz w:val="20"/>
                <w:szCs w:val="20"/>
              </w:rPr>
              <w:t>110136000001</w:t>
            </w:r>
            <w:r>
              <w:rPr>
                <w:sz w:val="20"/>
                <w:szCs w:val="20"/>
              </w:rPr>
              <w:t>-</w:t>
            </w:r>
          </w:p>
          <w:p w14:paraId="6D5BBB93" w14:textId="66428A66" w:rsidR="003E42B4" w:rsidRPr="00713213" w:rsidRDefault="003E42B4" w:rsidP="00686336">
            <w:pPr>
              <w:jc w:val="center"/>
              <w:outlineLvl w:val="2"/>
              <w:rPr>
                <w:sz w:val="20"/>
                <w:szCs w:val="20"/>
              </w:rPr>
            </w:pPr>
            <w:r w:rsidRPr="003E42B4">
              <w:rPr>
                <w:sz w:val="20"/>
                <w:szCs w:val="20"/>
              </w:rPr>
              <w:t>11013600000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37F75A" w14:textId="2359DC71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1928C3" w14:textId="4EF9AD8B" w:rsidR="00686336" w:rsidRPr="00713213" w:rsidRDefault="003E42B4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36 504,0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F82407" w14:textId="0A9C6BDE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8ADB22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05A934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539017C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4B49C68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30FBFB9" w14:textId="4BC8A644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ED19E4">
              <w:rPr>
                <w:sz w:val="20"/>
                <w:szCs w:val="20"/>
              </w:rPr>
              <w:t>32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7E4B28" w14:textId="7CCB1B0A" w:rsidR="00686336" w:rsidRPr="00713213" w:rsidRDefault="00A94397" w:rsidP="00686336">
            <w:pPr>
              <w:jc w:val="center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Одежда сцены .Занавес рабочий из 2-х частей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5E9213" w14:textId="77777777" w:rsidR="00A94397" w:rsidRPr="00A94397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282586C7" w14:textId="77777777" w:rsidR="00686336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30094FBC" w14:textId="29E8A5FF" w:rsidR="00A94397" w:rsidRPr="00713213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110136030013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44B0AB" w14:textId="496AB2DE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63A7401" w14:textId="49FC199E" w:rsidR="00686336" w:rsidRPr="00713213" w:rsidRDefault="00A94397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102 492,00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13E277" w14:textId="6E95C463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E3D643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E9F7286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F962A3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0445E45B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68521589" w14:textId="16EA80D3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ED19E4">
              <w:rPr>
                <w:sz w:val="20"/>
                <w:szCs w:val="20"/>
              </w:rPr>
              <w:t>33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87DC81" w14:textId="15FB5A65" w:rsidR="00686336" w:rsidRPr="00713213" w:rsidRDefault="00A94397" w:rsidP="00686336">
            <w:pPr>
              <w:jc w:val="center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 xml:space="preserve">Одежда </w:t>
            </w:r>
            <w:proofErr w:type="spellStart"/>
            <w:r w:rsidRPr="00A94397">
              <w:rPr>
                <w:sz w:val="20"/>
                <w:szCs w:val="20"/>
              </w:rPr>
              <w:t>сцены.Арлекин</w:t>
            </w:r>
            <w:proofErr w:type="spellEnd"/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324A15" w14:textId="77777777" w:rsidR="00A94397" w:rsidRPr="00A94397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3ED3D22A" w14:textId="77777777" w:rsidR="00686336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3A231216" w14:textId="603818B8" w:rsidR="00AF532F" w:rsidRPr="00713213" w:rsidRDefault="00AF532F" w:rsidP="00A94397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F532F">
              <w:rPr>
                <w:sz w:val="20"/>
                <w:szCs w:val="20"/>
              </w:rPr>
              <w:t>10136030014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79ABEF" w14:textId="1D5CC3FF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CC5D6C6" w14:textId="5B7A0098" w:rsidR="00686336" w:rsidRPr="00713213" w:rsidRDefault="00AF532F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F532F">
              <w:rPr>
                <w:sz w:val="20"/>
                <w:szCs w:val="20"/>
              </w:rPr>
              <w:t>91 260,00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6CA330" w14:textId="34001B9A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BD3277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745EAC0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4BBAB0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686336" w:rsidRPr="00713213" w14:paraId="7D40DBF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856388D" w14:textId="63DB1B9B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 w:rsidR="00A94397">
              <w:rPr>
                <w:sz w:val="20"/>
                <w:szCs w:val="20"/>
              </w:rPr>
              <w:t>34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C0AE32" w14:textId="1257BA14" w:rsidR="00686336" w:rsidRPr="00713213" w:rsidRDefault="00A94397" w:rsidP="00686336">
            <w:pPr>
              <w:jc w:val="center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Одежда сцены. Задник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F35DD6" w14:textId="77777777" w:rsidR="00A94397" w:rsidRPr="00A94397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56A3FF1E" w14:textId="77777777" w:rsidR="00686336" w:rsidRDefault="00A94397" w:rsidP="00A9439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1A684667" w14:textId="14A97093" w:rsidR="00AF532F" w:rsidRPr="00713213" w:rsidRDefault="00AF532F" w:rsidP="00A94397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F532F">
              <w:rPr>
                <w:sz w:val="20"/>
                <w:szCs w:val="20"/>
              </w:rPr>
              <w:t>1013603001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61928B" w14:textId="0AD7BCD8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33FB005" w14:textId="2B17B75E" w:rsidR="00686336" w:rsidRPr="00713213" w:rsidRDefault="00AF532F" w:rsidP="00686336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AF532F">
              <w:rPr>
                <w:sz w:val="20"/>
                <w:szCs w:val="20"/>
              </w:rPr>
              <w:t>80 028,00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3A3EC7" w14:textId="496F6B86" w:rsidR="00686336" w:rsidRPr="00713213" w:rsidRDefault="003D5BE3" w:rsidP="00686336">
            <w:pPr>
              <w:jc w:val="center"/>
              <w:rPr>
                <w:sz w:val="20"/>
                <w:szCs w:val="20"/>
              </w:rPr>
            </w:pPr>
            <w:r w:rsidRPr="003D5BE3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8704F3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D5C202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1809780" w14:textId="77777777" w:rsidR="00686336" w:rsidRPr="00713213" w:rsidRDefault="00686336" w:rsidP="00686336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4432D7" w:rsidRPr="00713213" w14:paraId="29D22543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C449EF4" w14:textId="3BD8B89D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8BF06E" w14:textId="7725E28D" w:rsidR="004432D7" w:rsidRPr="00713213" w:rsidRDefault="00B16FE7" w:rsidP="004432D7">
            <w:pPr>
              <w:jc w:val="center"/>
              <w:rPr>
                <w:sz w:val="20"/>
                <w:szCs w:val="20"/>
              </w:rPr>
            </w:pPr>
            <w:r w:rsidRPr="00B16FE7">
              <w:rPr>
                <w:sz w:val="20"/>
                <w:szCs w:val="20"/>
              </w:rPr>
              <w:t>Система видеонаблюдения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CF7071" w14:textId="77777777" w:rsidR="004432D7" w:rsidRPr="00A9439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13F1AA6B" w14:textId="77777777" w:rsidR="004432D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32937791" w14:textId="657A08AB" w:rsidR="00B16FE7" w:rsidRPr="00713213" w:rsidRDefault="00B16FE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B16FE7">
              <w:rPr>
                <w:sz w:val="20"/>
                <w:szCs w:val="20"/>
              </w:rPr>
              <w:t>110138000007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5EB3B7" w14:textId="11746E95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2215C9A" w14:textId="1AFE8334" w:rsidR="004432D7" w:rsidRPr="00713213" w:rsidRDefault="00B16FE7" w:rsidP="004432D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B16FE7">
              <w:rPr>
                <w:sz w:val="20"/>
                <w:szCs w:val="20"/>
              </w:rPr>
              <w:t>179 423,00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A7774F" w14:textId="058432F8" w:rsidR="004432D7" w:rsidRPr="00713213" w:rsidRDefault="00B16FE7" w:rsidP="004432D7">
            <w:pPr>
              <w:jc w:val="center"/>
              <w:rPr>
                <w:sz w:val="20"/>
                <w:szCs w:val="20"/>
              </w:rPr>
            </w:pPr>
            <w:r w:rsidRPr="00B16FE7">
              <w:rPr>
                <w:sz w:val="20"/>
                <w:szCs w:val="20"/>
              </w:rPr>
              <w:t xml:space="preserve">Собственность. Муниципальный контракт № </w:t>
            </w:r>
            <w:r w:rsidR="00A83613">
              <w:rPr>
                <w:sz w:val="20"/>
                <w:szCs w:val="20"/>
              </w:rPr>
              <w:t>4</w:t>
            </w:r>
            <w:r w:rsidRPr="00B16FE7">
              <w:rPr>
                <w:sz w:val="20"/>
                <w:szCs w:val="20"/>
              </w:rPr>
              <w:t xml:space="preserve"> от </w:t>
            </w:r>
            <w:r w:rsidR="00A83613">
              <w:rPr>
                <w:sz w:val="20"/>
                <w:szCs w:val="20"/>
              </w:rPr>
              <w:t>20</w:t>
            </w:r>
            <w:r w:rsidRPr="00B16FE7">
              <w:rPr>
                <w:sz w:val="20"/>
                <w:szCs w:val="20"/>
              </w:rPr>
              <w:t xml:space="preserve"> </w:t>
            </w:r>
            <w:r w:rsidR="00A83613">
              <w:rPr>
                <w:sz w:val="20"/>
                <w:szCs w:val="20"/>
              </w:rPr>
              <w:t>янва</w:t>
            </w:r>
            <w:r w:rsidRPr="00B16FE7">
              <w:rPr>
                <w:sz w:val="20"/>
                <w:szCs w:val="20"/>
              </w:rPr>
              <w:t>ря 202</w:t>
            </w:r>
            <w:r w:rsidR="00A83613">
              <w:rPr>
                <w:sz w:val="20"/>
                <w:szCs w:val="20"/>
              </w:rPr>
              <w:t>1</w:t>
            </w:r>
            <w:r w:rsidRPr="00B16FE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B98DFB3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2CAB33E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54B0381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4432D7" w:rsidRPr="00713213" w14:paraId="5B4F7FC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DEC340F" w14:textId="20E26F5A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7A1662" w14:textId="77777777" w:rsidR="004432D7" w:rsidRDefault="00876C50" w:rsidP="004432D7">
            <w:pPr>
              <w:jc w:val="center"/>
              <w:rPr>
                <w:sz w:val="20"/>
                <w:szCs w:val="20"/>
              </w:rPr>
            </w:pPr>
            <w:r w:rsidRPr="00876C50">
              <w:rPr>
                <w:sz w:val="20"/>
                <w:szCs w:val="20"/>
              </w:rPr>
              <w:t xml:space="preserve">Кресло офисное BRABIX Classic EX-685, ткань </w:t>
            </w:r>
            <w:proofErr w:type="spellStart"/>
            <w:r w:rsidRPr="00876C50">
              <w:rPr>
                <w:sz w:val="20"/>
                <w:szCs w:val="20"/>
              </w:rPr>
              <w:t>С,черное</w:t>
            </w:r>
            <w:proofErr w:type="spellEnd"/>
          </w:p>
          <w:p w14:paraId="3D059052" w14:textId="4581D533" w:rsidR="00876C50" w:rsidRPr="00713213" w:rsidRDefault="00876C50" w:rsidP="00443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7B6F54" w14:textId="77777777" w:rsidR="004432D7" w:rsidRPr="00A9439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557465C3" w14:textId="77777777" w:rsidR="004432D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026FB0D0" w14:textId="77777777" w:rsidR="00876C50" w:rsidRDefault="00876C50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876C50">
              <w:rPr>
                <w:sz w:val="20"/>
                <w:szCs w:val="20"/>
              </w:rPr>
              <w:t>110136060212</w:t>
            </w:r>
            <w:r>
              <w:rPr>
                <w:sz w:val="20"/>
                <w:szCs w:val="20"/>
              </w:rPr>
              <w:t>-</w:t>
            </w:r>
          </w:p>
          <w:p w14:paraId="197E5BE1" w14:textId="3D255151" w:rsidR="00876C50" w:rsidRPr="00713213" w:rsidRDefault="00876C50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876C50">
              <w:rPr>
                <w:sz w:val="20"/>
                <w:szCs w:val="20"/>
              </w:rPr>
              <w:t>110136060215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978229" w14:textId="3AC301E0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26913F2" w14:textId="3304781C" w:rsidR="004432D7" w:rsidRPr="00713213" w:rsidRDefault="00876C50" w:rsidP="004432D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53 580,0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2463B7" w14:textId="1B3EC75D" w:rsidR="004432D7" w:rsidRPr="00713213" w:rsidRDefault="00876C50" w:rsidP="004432D7">
            <w:pPr>
              <w:jc w:val="center"/>
              <w:rPr>
                <w:sz w:val="20"/>
                <w:szCs w:val="20"/>
              </w:rPr>
            </w:pPr>
            <w:r w:rsidRPr="00876C50">
              <w:rPr>
                <w:sz w:val="20"/>
                <w:szCs w:val="20"/>
              </w:rPr>
              <w:t>Собственность. Муниципальный контракт № 813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123214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E1817DD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D5830A9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4432D7" w:rsidRPr="00713213" w14:paraId="6E79425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3E62B4C" w14:textId="18AE043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</w:t>
            </w:r>
            <w:r w:rsidR="00876C50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B64EF1" w14:textId="258B5DF7" w:rsidR="004432D7" w:rsidRPr="00713213" w:rsidRDefault="00876C50" w:rsidP="004432D7">
            <w:pPr>
              <w:jc w:val="center"/>
              <w:rPr>
                <w:sz w:val="20"/>
                <w:szCs w:val="20"/>
              </w:rPr>
            </w:pPr>
            <w:r w:rsidRPr="00876C50">
              <w:rPr>
                <w:sz w:val="20"/>
                <w:szCs w:val="20"/>
              </w:rPr>
              <w:t>Кресло руководителя Бруно хром кожзам черный (ультра)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52B5C58" w14:textId="77777777" w:rsidR="004432D7" w:rsidRPr="00A9439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7D40DA58" w14:textId="77777777" w:rsidR="004432D7" w:rsidRDefault="004432D7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4DFF4885" w14:textId="5CDCD0C0" w:rsidR="00671C0D" w:rsidRPr="00713213" w:rsidRDefault="00671C0D" w:rsidP="004432D7">
            <w:pPr>
              <w:jc w:val="center"/>
              <w:outlineLvl w:val="2"/>
              <w:rPr>
                <w:sz w:val="20"/>
                <w:szCs w:val="20"/>
              </w:rPr>
            </w:pPr>
            <w:r w:rsidRPr="00671C0D">
              <w:rPr>
                <w:sz w:val="20"/>
                <w:szCs w:val="20"/>
              </w:rPr>
              <w:t>110136060211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8DEF68" w14:textId="662BCD9B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126417F" w14:textId="28A4281B" w:rsidR="004432D7" w:rsidRPr="00713213" w:rsidRDefault="00671C0D" w:rsidP="004432D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671C0D">
              <w:rPr>
                <w:sz w:val="20"/>
                <w:szCs w:val="20"/>
              </w:rPr>
              <w:t>24 361,00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8D0DD1" w14:textId="6358D101" w:rsidR="004432D7" w:rsidRPr="00713213" w:rsidRDefault="00671C0D" w:rsidP="004432D7">
            <w:pPr>
              <w:jc w:val="center"/>
              <w:rPr>
                <w:sz w:val="20"/>
                <w:szCs w:val="20"/>
              </w:rPr>
            </w:pPr>
            <w:r w:rsidRPr="00671C0D">
              <w:rPr>
                <w:sz w:val="20"/>
                <w:szCs w:val="20"/>
              </w:rPr>
              <w:t>Собственность. Муниципальный контракт № 813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57CCB6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C554E64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FAD17DD" w14:textId="77777777" w:rsidR="004432D7" w:rsidRPr="00713213" w:rsidRDefault="004432D7" w:rsidP="004432D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5F59B4" w:rsidRPr="00713213" w14:paraId="50922A6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CF2E144" w14:textId="62AD8FD4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77EFF" w14:textId="1342C81A" w:rsidR="005F59B4" w:rsidRPr="00713213" w:rsidRDefault="005F59B4" w:rsidP="005F59B4">
            <w:pPr>
              <w:jc w:val="center"/>
              <w:rPr>
                <w:sz w:val="20"/>
                <w:szCs w:val="20"/>
              </w:rPr>
            </w:pPr>
            <w:r w:rsidRPr="005F59B4">
              <w:rPr>
                <w:sz w:val="20"/>
                <w:szCs w:val="20"/>
              </w:rPr>
              <w:t>STAGE4 FASHION PAR 12x10XWAU Светодиодный дизайнерский светильник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5C6C83" w14:textId="77777777" w:rsidR="005F59B4" w:rsidRPr="00A94397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37B22370" w14:textId="77777777" w:rsidR="005F59B4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0E879F01" w14:textId="77777777" w:rsidR="005F59B4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5F59B4">
              <w:rPr>
                <w:sz w:val="20"/>
                <w:szCs w:val="20"/>
              </w:rPr>
              <w:t>110136030016</w:t>
            </w:r>
            <w:r>
              <w:rPr>
                <w:sz w:val="20"/>
                <w:szCs w:val="20"/>
              </w:rPr>
              <w:t>-</w:t>
            </w:r>
          </w:p>
          <w:p w14:paraId="13EFB283" w14:textId="0C4B4D8F" w:rsidR="005F59B4" w:rsidRPr="00713213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5F59B4">
              <w:rPr>
                <w:sz w:val="20"/>
                <w:szCs w:val="20"/>
              </w:rPr>
              <w:t>110136030023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A01611" w14:textId="573F319B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17B7925" w14:textId="76BC9B09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5C12BF" w14:textId="3D85C215" w:rsidR="005F59B4" w:rsidRPr="00713213" w:rsidRDefault="005F59B4" w:rsidP="005F59B4">
            <w:pPr>
              <w:jc w:val="center"/>
              <w:rPr>
                <w:sz w:val="20"/>
                <w:szCs w:val="20"/>
              </w:rPr>
            </w:pPr>
            <w:r w:rsidRPr="005F59B4">
              <w:rPr>
                <w:sz w:val="20"/>
                <w:szCs w:val="20"/>
              </w:rPr>
              <w:t>Собственность. Муниципальный контракт № 115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48204C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00BE791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3BF64FE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5F59B4" w:rsidRPr="00713213" w14:paraId="208A2B0F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271B239" w14:textId="41A933D1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3</w:t>
            </w:r>
            <w:r w:rsidR="00166A91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40FB4D7" w14:textId="3968B026" w:rsidR="005F59B4" w:rsidRPr="00713213" w:rsidRDefault="00166A91" w:rsidP="005F59B4">
            <w:pPr>
              <w:jc w:val="center"/>
              <w:rPr>
                <w:sz w:val="20"/>
                <w:szCs w:val="20"/>
              </w:rPr>
            </w:pPr>
            <w:r w:rsidRPr="00166A91">
              <w:rPr>
                <w:sz w:val="20"/>
                <w:szCs w:val="20"/>
              </w:rPr>
              <w:t>Стол угловой 1 тумбовый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0CBE1D" w14:textId="77777777" w:rsidR="005F59B4" w:rsidRPr="00A94397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7D6E8C2D" w14:textId="77777777" w:rsidR="005F59B4" w:rsidRDefault="005F59B4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4B524088" w14:textId="0DDD5C44" w:rsidR="00C20A13" w:rsidRPr="00713213" w:rsidRDefault="00C20A13" w:rsidP="005F59B4">
            <w:pPr>
              <w:jc w:val="center"/>
              <w:outlineLvl w:val="2"/>
              <w:rPr>
                <w:sz w:val="20"/>
                <w:szCs w:val="20"/>
              </w:rPr>
            </w:pPr>
            <w:r w:rsidRPr="00C20A13">
              <w:rPr>
                <w:sz w:val="20"/>
                <w:szCs w:val="20"/>
              </w:rPr>
              <w:t>110136060242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8271E1" w14:textId="2E5EF3F5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57A1BA" w14:textId="553A1A39" w:rsidR="005F59B4" w:rsidRPr="00713213" w:rsidRDefault="00166A91" w:rsidP="005F59B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166A91">
              <w:rPr>
                <w:sz w:val="20"/>
                <w:szCs w:val="20"/>
              </w:rPr>
              <w:t>22 964,00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482B64" w14:textId="18F6F288" w:rsidR="005F59B4" w:rsidRPr="00713213" w:rsidRDefault="000C324F" w:rsidP="005F59B4">
            <w:pPr>
              <w:jc w:val="center"/>
              <w:rPr>
                <w:sz w:val="20"/>
                <w:szCs w:val="20"/>
              </w:rPr>
            </w:pPr>
            <w:r w:rsidRPr="000C324F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>4684</w:t>
            </w:r>
            <w:r w:rsidRPr="000C324F">
              <w:rPr>
                <w:sz w:val="20"/>
                <w:szCs w:val="20"/>
              </w:rPr>
              <w:t xml:space="preserve">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B58E32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91CD92B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2C451FC" w14:textId="77777777" w:rsidR="005F59B4" w:rsidRPr="00713213" w:rsidRDefault="005F59B4" w:rsidP="005F59B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6A91" w:rsidRPr="00713213" w14:paraId="4D72321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6FA2913F" w14:textId="46792A76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064B46" w14:textId="2781529F" w:rsidR="00166A91" w:rsidRPr="00713213" w:rsidRDefault="00166A91" w:rsidP="00166A91">
            <w:pPr>
              <w:jc w:val="center"/>
              <w:rPr>
                <w:sz w:val="20"/>
                <w:szCs w:val="20"/>
              </w:rPr>
            </w:pPr>
            <w:r w:rsidRPr="00166A91">
              <w:rPr>
                <w:sz w:val="20"/>
                <w:szCs w:val="20"/>
              </w:rPr>
              <w:t>Радиусная стойка ресепшн, размер д1600*в900*г500, столешница ЛДСП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A20360" w14:textId="77777777" w:rsidR="00814E44" w:rsidRPr="00814E44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6D073FD6" w14:textId="77777777" w:rsidR="00166A91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4B82A3C1" w14:textId="4CC14B29" w:rsidR="00C20A13" w:rsidRPr="00713213" w:rsidRDefault="00C20A13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C20A13">
              <w:rPr>
                <w:sz w:val="20"/>
                <w:szCs w:val="20"/>
              </w:rPr>
              <w:t>110136060241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D10F75" w14:textId="0BC1C005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4AEE5F" w14:textId="764AF53B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166A91">
              <w:rPr>
                <w:sz w:val="20"/>
                <w:szCs w:val="20"/>
              </w:rPr>
              <w:t>80 000,00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AF33EF" w14:textId="1BF3A6D0" w:rsidR="00166A91" w:rsidRPr="00713213" w:rsidRDefault="00536BA0" w:rsidP="00166A91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6830FD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52C3998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AA5456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6A91" w:rsidRPr="00713213" w14:paraId="2BD99C6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0F8AE2B" w14:textId="66A71106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A42A20B" w14:textId="45B75A27" w:rsidR="00166A91" w:rsidRPr="00713213" w:rsidRDefault="00814E44" w:rsidP="00166A91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Трибуна 550х505х1250,ЛДСП 16 мм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DD1665" w14:textId="77777777" w:rsidR="00814E44" w:rsidRPr="00814E44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3EA2D8E5" w14:textId="77777777" w:rsidR="00166A91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794F5C28" w14:textId="192A56D6" w:rsidR="00C20A13" w:rsidRPr="00713213" w:rsidRDefault="00C20A13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C20A13">
              <w:rPr>
                <w:sz w:val="20"/>
                <w:szCs w:val="20"/>
              </w:rPr>
              <w:t>110136060236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8F5467" w14:textId="22F03445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9A5E695" w14:textId="7C890033" w:rsidR="00166A91" w:rsidRPr="00713213" w:rsidRDefault="00C20A13" w:rsidP="00166A91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10 130,0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18A0DA" w14:textId="193C4AA2" w:rsidR="00166A91" w:rsidRPr="00713213" w:rsidRDefault="00536BA0" w:rsidP="00166A91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DFAACF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A871FD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4299F85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166A91" w:rsidRPr="00713213" w14:paraId="73B8B9B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6517175" w14:textId="4451A454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196ED1" w14:textId="77777777" w:rsidR="00166A91" w:rsidRDefault="00814E44" w:rsidP="00166A91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Стеллаж объединяющий ,1400*400*1700, ОДСП 16мм</w:t>
            </w:r>
          </w:p>
          <w:p w14:paraId="0D7A7A23" w14:textId="63F89E02" w:rsidR="00814E44" w:rsidRPr="00713213" w:rsidRDefault="00814E44" w:rsidP="00166A91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6EB3B6F" w14:textId="77777777" w:rsidR="00814E44" w:rsidRPr="00814E44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085F76F3" w14:textId="77777777" w:rsidR="00166A91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37C17C55" w14:textId="77777777" w:rsidR="00814E44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110136060234</w:t>
            </w:r>
            <w:r>
              <w:rPr>
                <w:sz w:val="20"/>
                <w:szCs w:val="20"/>
              </w:rPr>
              <w:t>-</w:t>
            </w:r>
          </w:p>
          <w:p w14:paraId="2EAC4205" w14:textId="1FA08868" w:rsidR="00814E44" w:rsidRPr="00713213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11013606023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6D813A" w14:textId="7411F43C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034585" w14:textId="32181773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320C52" w14:textId="501E78B6" w:rsidR="00166A91" w:rsidRPr="00713213" w:rsidRDefault="00536BA0" w:rsidP="00166A91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0F7285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8A90BCB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8363C6C" w14:textId="77777777" w:rsidR="00166A91" w:rsidRPr="00713213" w:rsidRDefault="00166A91" w:rsidP="00166A91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814E44" w:rsidRPr="00713213" w14:paraId="1D3CF0E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0B9DAC8" w14:textId="4BC989D2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0AE5C6" w14:textId="16BF3386" w:rsidR="00814E44" w:rsidRPr="00713213" w:rsidRDefault="009A3267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9A3267">
              <w:rPr>
                <w:sz w:val="20"/>
                <w:szCs w:val="20"/>
              </w:rPr>
              <w:t>Шкаф для одежды, 2 двери, 800*400*2000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C0C859" w14:textId="77777777" w:rsidR="00814E44" w:rsidRPr="00A94397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инвентарный</w:t>
            </w:r>
          </w:p>
          <w:p w14:paraId="0C80AC31" w14:textId="77777777" w:rsidR="00814E44" w:rsidRDefault="00814E44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A94397">
              <w:rPr>
                <w:sz w:val="20"/>
                <w:szCs w:val="20"/>
              </w:rPr>
              <w:t>№</w:t>
            </w:r>
          </w:p>
          <w:p w14:paraId="4E1DC2D5" w14:textId="151C68F4" w:rsidR="00E00948" w:rsidRPr="00713213" w:rsidRDefault="00E00948" w:rsidP="00814E44">
            <w:pPr>
              <w:jc w:val="center"/>
              <w:outlineLvl w:val="2"/>
              <w:rPr>
                <w:sz w:val="20"/>
                <w:szCs w:val="20"/>
              </w:rPr>
            </w:pPr>
            <w:r w:rsidRPr="00E00948">
              <w:rPr>
                <w:sz w:val="20"/>
                <w:szCs w:val="20"/>
              </w:rPr>
              <w:t>110136060233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6C8406A" w14:textId="6FD39256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B5C16F3" w14:textId="17B8A0D5" w:rsidR="00814E44" w:rsidRPr="00713213" w:rsidRDefault="009A3267" w:rsidP="00814E44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22B730" w14:textId="537319F9" w:rsidR="00814E44" w:rsidRPr="00713213" w:rsidRDefault="00536BA0" w:rsidP="00814E44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DA73C5" w14:textId="77777777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F982368" w14:textId="77777777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933AA1" w14:textId="77777777" w:rsidR="00814E44" w:rsidRPr="00713213" w:rsidRDefault="00814E44" w:rsidP="00814E44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3F28712D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5F2B385" w14:textId="38897608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4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DDDAD9" w14:textId="38FB0E03" w:rsidR="009A3267" w:rsidRPr="00713213" w:rsidRDefault="009A3267" w:rsidP="009A3267">
            <w:pPr>
              <w:jc w:val="center"/>
              <w:rPr>
                <w:sz w:val="20"/>
                <w:szCs w:val="20"/>
              </w:rPr>
            </w:pPr>
            <w:r w:rsidRPr="009A3267">
              <w:rPr>
                <w:sz w:val="20"/>
                <w:szCs w:val="20"/>
              </w:rPr>
              <w:t>Шкаф для одежды , узкий, 1 дверь, 400*400*2000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E5506B" w14:textId="77777777" w:rsidR="009A3267" w:rsidRPr="00814E44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6213BD91" w14:textId="77777777" w:rsidR="009A3267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29AD423A" w14:textId="7B861307" w:rsidR="00E00948" w:rsidRPr="00713213" w:rsidRDefault="00E00948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E00948">
              <w:rPr>
                <w:sz w:val="20"/>
                <w:szCs w:val="20"/>
              </w:rPr>
              <w:t>110136060232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6D26716" w14:textId="22A1E6DA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0C9A3CB" w14:textId="60365641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9A3267">
              <w:rPr>
                <w:sz w:val="20"/>
                <w:szCs w:val="20"/>
              </w:rPr>
              <w:t>10 120,00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13DC686" w14:textId="70366B05" w:rsidR="009A3267" w:rsidRPr="00713213" w:rsidRDefault="00536BA0" w:rsidP="009A3267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F5E44F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449E9E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885C6CC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2646E08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D8AA8F0" w14:textId="6FBB4BAF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5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3E8527" w14:textId="77777777" w:rsidR="009A3267" w:rsidRDefault="00F3620E" w:rsidP="009A3267">
            <w:pPr>
              <w:jc w:val="center"/>
              <w:rPr>
                <w:sz w:val="20"/>
                <w:szCs w:val="20"/>
              </w:rPr>
            </w:pPr>
            <w:r w:rsidRPr="00F3620E">
              <w:rPr>
                <w:sz w:val="20"/>
                <w:szCs w:val="20"/>
              </w:rPr>
              <w:t>Шкаф высокий, закрытый , со стеклом сатиновым, 4 двери</w:t>
            </w:r>
          </w:p>
          <w:p w14:paraId="1B7FADA5" w14:textId="61336A5C" w:rsidR="009868F8" w:rsidRPr="00713213" w:rsidRDefault="009868F8" w:rsidP="009A3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E708FA" w14:textId="77777777" w:rsidR="009A3267" w:rsidRPr="00814E44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212FD1C3" w14:textId="77777777" w:rsidR="009A3267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5CAC9305" w14:textId="77777777" w:rsidR="00E00948" w:rsidRDefault="00E00948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E00948">
              <w:rPr>
                <w:sz w:val="20"/>
                <w:szCs w:val="20"/>
              </w:rPr>
              <w:t>110136060229</w:t>
            </w:r>
            <w:r>
              <w:rPr>
                <w:sz w:val="20"/>
                <w:szCs w:val="20"/>
              </w:rPr>
              <w:t>-</w:t>
            </w:r>
          </w:p>
          <w:p w14:paraId="76679FAC" w14:textId="01B0DAD1" w:rsidR="00E00948" w:rsidRPr="00713213" w:rsidRDefault="00E00948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E00948">
              <w:rPr>
                <w:sz w:val="20"/>
                <w:szCs w:val="20"/>
              </w:rPr>
              <w:t>110136060231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0658B57" w14:textId="38220B8B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9F33D7" w14:textId="79AD0AB5" w:rsidR="009A3267" w:rsidRPr="00713213" w:rsidRDefault="00F3620E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84 495,0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E640DF" w14:textId="63E4A77B" w:rsidR="009A3267" w:rsidRPr="00713213" w:rsidRDefault="00536BA0" w:rsidP="009A3267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653AF44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37767BE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D3CC07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26835328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81FF5BC" w14:textId="3F86E50A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6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A5638F" w14:textId="77777777" w:rsidR="009A3267" w:rsidRPr="007D43FA" w:rsidRDefault="003851D4" w:rsidP="009A3267">
            <w:pPr>
              <w:jc w:val="center"/>
              <w:rPr>
                <w:sz w:val="20"/>
                <w:szCs w:val="20"/>
              </w:rPr>
            </w:pPr>
            <w:r w:rsidRPr="003851D4">
              <w:rPr>
                <w:sz w:val="20"/>
                <w:szCs w:val="20"/>
              </w:rPr>
              <w:t>Шкаф высокий 3 открытые полки, 2 двери, 800*400*2000,ЛДСП 16мм</w:t>
            </w:r>
          </w:p>
          <w:p w14:paraId="4B753BDD" w14:textId="00C8C0E1" w:rsidR="009868F8" w:rsidRPr="009868F8" w:rsidRDefault="009868F8" w:rsidP="009A32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(3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F13BB7" w14:textId="77777777" w:rsidR="009A3267" w:rsidRPr="00814E44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инвентарный</w:t>
            </w:r>
          </w:p>
          <w:p w14:paraId="5438D5EC" w14:textId="77777777" w:rsidR="009A3267" w:rsidRDefault="009A3267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814E44">
              <w:rPr>
                <w:sz w:val="20"/>
                <w:szCs w:val="20"/>
              </w:rPr>
              <w:t>№</w:t>
            </w:r>
          </w:p>
          <w:p w14:paraId="642E3BDA" w14:textId="77777777" w:rsidR="00B46CF9" w:rsidRDefault="00B46CF9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B46CF9">
              <w:rPr>
                <w:sz w:val="20"/>
                <w:szCs w:val="20"/>
              </w:rPr>
              <w:t>110136060226</w:t>
            </w:r>
            <w:r>
              <w:rPr>
                <w:sz w:val="20"/>
                <w:szCs w:val="20"/>
              </w:rPr>
              <w:t>-</w:t>
            </w:r>
          </w:p>
          <w:p w14:paraId="1EE70006" w14:textId="6AE9C09B" w:rsidR="00B46CF9" w:rsidRPr="00713213" w:rsidRDefault="00B46CF9" w:rsidP="009A3267">
            <w:pPr>
              <w:jc w:val="center"/>
              <w:outlineLvl w:val="2"/>
              <w:rPr>
                <w:sz w:val="20"/>
                <w:szCs w:val="20"/>
              </w:rPr>
            </w:pPr>
            <w:r w:rsidRPr="00B46CF9">
              <w:rPr>
                <w:sz w:val="20"/>
                <w:szCs w:val="20"/>
              </w:rPr>
              <w:t>110136060228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F89E27" w14:textId="0D219EE1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D80BF2" w14:textId="2EFE5DC8" w:rsidR="009A3267" w:rsidRPr="00713213" w:rsidRDefault="009868F8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31 341,0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5CED2FE" w14:textId="716D63C2" w:rsidR="009A3267" w:rsidRPr="00713213" w:rsidRDefault="00536BA0" w:rsidP="009A3267">
            <w:pPr>
              <w:jc w:val="center"/>
              <w:rPr>
                <w:sz w:val="20"/>
                <w:szCs w:val="20"/>
              </w:rPr>
            </w:pPr>
            <w:r w:rsidRPr="00536BA0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814400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C1A72CA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DB29176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77A71196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719DF9A" w14:textId="622D2525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A3E804" w14:textId="7839A474" w:rsidR="009A3267" w:rsidRPr="00713213" w:rsidRDefault="00C70F3A" w:rsidP="009A3267">
            <w:pPr>
              <w:jc w:val="center"/>
              <w:rPr>
                <w:sz w:val="20"/>
                <w:szCs w:val="20"/>
              </w:rPr>
            </w:pPr>
            <w:proofErr w:type="spellStart"/>
            <w:r w:rsidRPr="00C70F3A">
              <w:rPr>
                <w:sz w:val="20"/>
                <w:szCs w:val="20"/>
              </w:rPr>
              <w:t>Электрокарниз</w:t>
            </w:r>
            <w:proofErr w:type="spellEnd"/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7CECCCD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12199A7C" w14:textId="5393BF3F" w:rsidR="009A3267" w:rsidRPr="00713213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№110138040001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484FCD" w14:textId="5DD8C6DF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2A53A0" w14:textId="6C56BFD6" w:rsidR="009A3267" w:rsidRPr="00713213" w:rsidRDefault="00C70F3A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182 846,00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93C0AC" w14:textId="1659F4A1" w:rsidR="009A3267" w:rsidRPr="00713213" w:rsidRDefault="00C70F3A" w:rsidP="009A3267">
            <w:pPr>
              <w:jc w:val="center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Собственность. Муниципальный контракт № 2024.09 от 09 октября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5364E5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D5279F0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01CB05F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11E91E1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5F5AA8F7" w14:textId="3594DFA2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8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4BA9C7" w14:textId="7D147393" w:rsidR="009A3267" w:rsidRPr="00713213" w:rsidRDefault="00F119B8" w:rsidP="009A3267">
            <w:pPr>
              <w:jc w:val="center"/>
              <w:rPr>
                <w:sz w:val="20"/>
                <w:szCs w:val="20"/>
              </w:rPr>
            </w:pPr>
            <w:proofErr w:type="spellStart"/>
            <w:r w:rsidRPr="00F119B8">
              <w:rPr>
                <w:sz w:val="20"/>
                <w:szCs w:val="20"/>
              </w:rPr>
              <w:t>Involight</w:t>
            </w:r>
            <w:proofErr w:type="spellEnd"/>
            <w:r w:rsidRPr="00F119B8">
              <w:rPr>
                <w:sz w:val="20"/>
                <w:szCs w:val="20"/>
              </w:rPr>
              <w:t xml:space="preserve"> DMXS2-сплиттер DMX сигнала,1 вход XLR, 2 выхода </w:t>
            </w:r>
            <w:proofErr w:type="spellStart"/>
            <w:r w:rsidRPr="00F119B8">
              <w:rPr>
                <w:sz w:val="20"/>
                <w:szCs w:val="20"/>
              </w:rPr>
              <w:t>XLR,гальваническая</w:t>
            </w:r>
            <w:proofErr w:type="spellEnd"/>
            <w:r w:rsidRPr="00F119B8">
              <w:rPr>
                <w:sz w:val="20"/>
                <w:szCs w:val="20"/>
              </w:rPr>
              <w:t xml:space="preserve"> раз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C391C4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45BCE36A" w14:textId="77777777" w:rsidR="009A3267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62BE224A" w14:textId="0817483A" w:rsidR="00F119B8" w:rsidRPr="00713213" w:rsidRDefault="00F119B8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F119B8">
              <w:rPr>
                <w:sz w:val="20"/>
                <w:szCs w:val="20"/>
              </w:rPr>
              <w:t>110134030117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3365E34" w14:textId="60524E7F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7C8CB41" w14:textId="3A788A65" w:rsidR="009A3267" w:rsidRPr="00713213" w:rsidRDefault="001E7C2E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 w:rsidRPr="001E7C2E">
              <w:rPr>
                <w:sz w:val="20"/>
                <w:szCs w:val="20"/>
              </w:rPr>
              <w:t>7 691,00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B27AAD" w14:textId="380FFFA6" w:rsidR="009A3267" w:rsidRPr="00713213" w:rsidRDefault="001E7C2E" w:rsidP="009A3267">
            <w:pPr>
              <w:jc w:val="center"/>
              <w:rPr>
                <w:sz w:val="20"/>
                <w:szCs w:val="20"/>
              </w:rPr>
            </w:pPr>
            <w:r w:rsidRPr="001E7C2E">
              <w:rPr>
                <w:sz w:val="20"/>
                <w:szCs w:val="20"/>
              </w:rPr>
              <w:t>Собственность. Муниципальный контракт № 115 от 27 декабря 2024 г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18F1F2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806CC79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DF05AB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9A3267" w:rsidRPr="00713213" w14:paraId="5E2EC119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3733BE82" w14:textId="53E4A640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4</w:t>
            </w:r>
            <w:r w:rsidR="007D43FA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7E38F4" w14:textId="25A8185D" w:rsidR="009A3267" w:rsidRPr="00713213" w:rsidRDefault="00F119B8" w:rsidP="009A3267">
            <w:pPr>
              <w:jc w:val="center"/>
              <w:rPr>
                <w:sz w:val="20"/>
                <w:szCs w:val="20"/>
              </w:rPr>
            </w:pPr>
            <w:r w:rsidRPr="00F119B8">
              <w:rPr>
                <w:sz w:val="20"/>
                <w:szCs w:val="20"/>
              </w:rPr>
              <w:t>Установочный комплект для подвеса софитных ферм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5E36DD8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61C141EF" w14:textId="77777777" w:rsidR="009A3267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37CCB5EB" w14:textId="77777777" w:rsidR="00F119B8" w:rsidRDefault="00F119B8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F119B8">
              <w:rPr>
                <w:sz w:val="20"/>
                <w:szCs w:val="20"/>
              </w:rPr>
              <w:t>110134030136</w:t>
            </w:r>
            <w:r>
              <w:rPr>
                <w:sz w:val="20"/>
                <w:szCs w:val="20"/>
              </w:rPr>
              <w:t>-</w:t>
            </w:r>
          </w:p>
          <w:p w14:paraId="475075CA" w14:textId="38C8B3C9" w:rsidR="00F119B8" w:rsidRPr="00713213" w:rsidRDefault="00F119B8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F119B8">
              <w:rPr>
                <w:sz w:val="20"/>
                <w:szCs w:val="20"/>
              </w:rPr>
              <w:t>11013403013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C39DBF" w14:textId="509A5725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F87A0A6" w14:textId="69A520A2" w:rsidR="009A3267" w:rsidRPr="00713213" w:rsidRDefault="00F119B8" w:rsidP="009A3267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17 780,0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ABB2F3" w14:textId="78758943" w:rsidR="009A3267" w:rsidRPr="00713213" w:rsidRDefault="001E7C2E" w:rsidP="009A3267">
            <w:pPr>
              <w:jc w:val="center"/>
              <w:rPr>
                <w:sz w:val="20"/>
                <w:szCs w:val="20"/>
              </w:rPr>
            </w:pPr>
            <w:r w:rsidRPr="001E7C2E">
              <w:rPr>
                <w:sz w:val="20"/>
                <w:szCs w:val="20"/>
              </w:rPr>
              <w:t>Собственность. Муниципальный контракт № 115 от 27 декабря 2024 г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FCD611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7AD1015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4EE187" w14:textId="77777777" w:rsidR="009A3267" w:rsidRPr="00713213" w:rsidRDefault="009A3267" w:rsidP="009A3267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70F3A" w:rsidRPr="00713213" w14:paraId="573B80E0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2B2B9BE" w14:textId="0FDDF0B6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A844A0">
              <w:rPr>
                <w:sz w:val="20"/>
                <w:szCs w:val="20"/>
              </w:rPr>
              <w:t>2.23.1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91A5820" w14:textId="77777777" w:rsidR="00C70F3A" w:rsidRDefault="005843F3" w:rsidP="00C70F3A">
            <w:pPr>
              <w:jc w:val="center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Стол письменный 1200*600*750, ЛДСП 16мм</w:t>
            </w:r>
          </w:p>
          <w:p w14:paraId="738FB797" w14:textId="3AF66922" w:rsidR="005843F3" w:rsidRPr="00713213" w:rsidRDefault="005843F3" w:rsidP="00C70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6DA4D3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411B89BB" w14:textId="77777777" w:rsid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3201D23E" w14:textId="77777777" w:rsidR="005843F3" w:rsidRDefault="005843F3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110136060216</w:t>
            </w:r>
            <w:r>
              <w:rPr>
                <w:sz w:val="20"/>
                <w:szCs w:val="20"/>
              </w:rPr>
              <w:t>-</w:t>
            </w:r>
          </w:p>
          <w:p w14:paraId="20F7B044" w14:textId="65B9470B" w:rsidR="005843F3" w:rsidRPr="00713213" w:rsidRDefault="005843F3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11013606021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931E4A9" w14:textId="4C0E0DB1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1E1DEE" w14:textId="2FC26019" w:rsidR="00C70F3A" w:rsidRPr="00713213" w:rsidRDefault="005843F3" w:rsidP="00C70F3A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17 900,0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5A1F6F" w14:textId="19CC3F12" w:rsidR="00C70F3A" w:rsidRPr="00713213" w:rsidRDefault="005843F3" w:rsidP="00C70F3A">
            <w:pPr>
              <w:jc w:val="center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574AB02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7D142B9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F96244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70F3A" w:rsidRPr="00713213" w14:paraId="1A85A4F4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CBF7BB" w14:textId="4A56E1D3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2.23.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151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B04E13" w14:textId="77777777" w:rsidR="00C70F3A" w:rsidRDefault="00095103" w:rsidP="00C70F3A">
            <w:pPr>
              <w:jc w:val="center"/>
              <w:rPr>
                <w:sz w:val="20"/>
                <w:szCs w:val="20"/>
              </w:rPr>
            </w:pPr>
            <w:r w:rsidRPr="00095103">
              <w:rPr>
                <w:sz w:val="20"/>
                <w:szCs w:val="20"/>
              </w:rPr>
              <w:t>Стол письменный 1200*800*750, ЛДСП 16мм, царга по центру</w:t>
            </w:r>
          </w:p>
          <w:p w14:paraId="4BEB900F" w14:textId="1CF682BD" w:rsidR="00095103" w:rsidRPr="00713213" w:rsidRDefault="00095103" w:rsidP="00C70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716AB7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6666D6C5" w14:textId="77777777" w:rsid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6873A656" w14:textId="77777777" w:rsidR="00095103" w:rsidRDefault="00095103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095103">
              <w:rPr>
                <w:sz w:val="20"/>
                <w:szCs w:val="20"/>
              </w:rPr>
              <w:t>110136060220</w:t>
            </w:r>
            <w:r>
              <w:rPr>
                <w:sz w:val="20"/>
                <w:szCs w:val="20"/>
              </w:rPr>
              <w:t>-</w:t>
            </w:r>
          </w:p>
          <w:p w14:paraId="217A19F9" w14:textId="5DB74817" w:rsidR="00095103" w:rsidRPr="00713213" w:rsidRDefault="00095103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095103">
              <w:rPr>
                <w:sz w:val="20"/>
                <w:szCs w:val="20"/>
              </w:rPr>
              <w:t>11013606022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432478" w14:textId="523024AE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EDB0694" w14:textId="3FBB6691" w:rsidR="00C70F3A" w:rsidRPr="00713213" w:rsidRDefault="00095103" w:rsidP="00C70F3A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11 950,0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484183" w14:textId="416C307D" w:rsidR="00C70F3A" w:rsidRPr="00713213" w:rsidRDefault="005843F3" w:rsidP="00C70F3A">
            <w:pPr>
              <w:jc w:val="center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0637E7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9B4F63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1418B32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70F3A" w:rsidRPr="00713213" w14:paraId="62BB0C5E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15E96E" w14:textId="13B1E33C" w:rsidR="00C70F3A" w:rsidRPr="00713213" w:rsidRDefault="009650B8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650B8">
              <w:rPr>
                <w:rFonts w:eastAsia="Arial"/>
                <w:sz w:val="20"/>
                <w:szCs w:val="20"/>
                <w:lang w:eastAsia="hi-IN" w:bidi="hi-IN"/>
              </w:rPr>
              <w:t>2.23.15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3F47337" w14:textId="77777777" w:rsidR="00C70F3A" w:rsidRDefault="009650B8" w:rsidP="00C70F3A">
            <w:pPr>
              <w:jc w:val="center"/>
              <w:rPr>
                <w:sz w:val="20"/>
                <w:szCs w:val="20"/>
              </w:rPr>
            </w:pPr>
            <w:r w:rsidRPr="009650B8">
              <w:rPr>
                <w:sz w:val="20"/>
                <w:szCs w:val="20"/>
              </w:rPr>
              <w:t>Тумба выкатная 404*450*570, ЛДСП 16мм</w:t>
            </w:r>
          </w:p>
          <w:p w14:paraId="27A8CAB3" w14:textId="2DF632C4" w:rsidR="009650B8" w:rsidRPr="00713213" w:rsidRDefault="009650B8" w:rsidP="00C70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DEE0E6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6171F870" w14:textId="77777777" w:rsid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371E9550" w14:textId="77777777" w:rsidR="009650B8" w:rsidRDefault="009650B8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9650B8">
              <w:rPr>
                <w:sz w:val="20"/>
                <w:szCs w:val="20"/>
              </w:rPr>
              <w:t>110136060222</w:t>
            </w:r>
            <w:r>
              <w:rPr>
                <w:sz w:val="20"/>
                <w:szCs w:val="20"/>
              </w:rPr>
              <w:t>-</w:t>
            </w:r>
          </w:p>
          <w:p w14:paraId="4E084306" w14:textId="4E06672E" w:rsidR="009650B8" w:rsidRPr="00713213" w:rsidRDefault="009650B8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9650B8">
              <w:rPr>
                <w:sz w:val="20"/>
                <w:szCs w:val="20"/>
              </w:rPr>
              <w:t>110136060225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E00276E" w14:textId="1BFBF7D6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6F5702A" w14:textId="1024D640" w:rsidR="00C70F3A" w:rsidRPr="00713213" w:rsidRDefault="009650B8" w:rsidP="00C70F3A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625A97" w14:textId="6EF5D89A" w:rsidR="00C70F3A" w:rsidRPr="00713213" w:rsidRDefault="005843F3" w:rsidP="00C70F3A">
            <w:pPr>
              <w:jc w:val="center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3A2D24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8E2B98F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CF589FA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5843F3" w:rsidRPr="00713213" w14:paraId="6BADFA07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CD6561A" w14:textId="53472E2D" w:rsidR="005843F3" w:rsidRPr="00713213" w:rsidRDefault="009650B8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650B8">
              <w:rPr>
                <w:rFonts w:eastAsia="Arial"/>
                <w:sz w:val="20"/>
                <w:szCs w:val="20"/>
                <w:lang w:eastAsia="hi-IN" w:bidi="hi-IN"/>
              </w:rPr>
              <w:t>2.23.15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520C2B" w14:textId="77777777" w:rsidR="005843F3" w:rsidRDefault="00FA3313" w:rsidP="005843F3">
            <w:pPr>
              <w:jc w:val="center"/>
              <w:rPr>
                <w:sz w:val="20"/>
                <w:szCs w:val="20"/>
              </w:rPr>
            </w:pPr>
            <w:r w:rsidRPr="00FA3313">
              <w:rPr>
                <w:sz w:val="20"/>
                <w:szCs w:val="20"/>
              </w:rPr>
              <w:t>Стол с бортиком и отверстием для шнуров , 1000х600х850, ЛДСП 16мм</w:t>
            </w:r>
          </w:p>
          <w:p w14:paraId="05B20920" w14:textId="47E2B85E" w:rsidR="00FA3313" w:rsidRPr="00713213" w:rsidRDefault="00FA3313" w:rsidP="00584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679CF54" w14:textId="77777777" w:rsidR="005843F3" w:rsidRPr="00C70F3A" w:rsidRDefault="005843F3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6A8F2114" w14:textId="77777777" w:rsidR="005843F3" w:rsidRDefault="005843F3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3F8919D2" w14:textId="77777777" w:rsidR="00393212" w:rsidRDefault="00393212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393212">
              <w:rPr>
                <w:sz w:val="20"/>
                <w:szCs w:val="20"/>
              </w:rPr>
              <w:t>110136060237</w:t>
            </w:r>
            <w:r>
              <w:rPr>
                <w:sz w:val="20"/>
                <w:szCs w:val="20"/>
              </w:rPr>
              <w:t>-</w:t>
            </w:r>
          </w:p>
          <w:p w14:paraId="20B1FEC0" w14:textId="1225B56F" w:rsidR="00393212" w:rsidRDefault="00393212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393212">
              <w:rPr>
                <w:sz w:val="20"/>
                <w:szCs w:val="20"/>
              </w:rPr>
              <w:t>110136060240</w:t>
            </w:r>
          </w:p>
          <w:p w14:paraId="2C7FAAEB" w14:textId="2BF63D74" w:rsidR="00393212" w:rsidRPr="00713213" w:rsidRDefault="00393212" w:rsidP="005843F3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CCB610" w14:textId="1BBD2B3E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BA4ADE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716299" w14:textId="5D9602B1" w:rsidR="005843F3" w:rsidRPr="00713213" w:rsidRDefault="00393212" w:rsidP="005843F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19 900,0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E0353E" w14:textId="39F2F2E1" w:rsidR="005843F3" w:rsidRPr="00713213" w:rsidRDefault="005843F3" w:rsidP="005843F3">
            <w:pPr>
              <w:jc w:val="center"/>
              <w:rPr>
                <w:sz w:val="20"/>
                <w:szCs w:val="20"/>
              </w:rPr>
            </w:pPr>
            <w:r w:rsidRPr="005843F3">
              <w:rPr>
                <w:sz w:val="20"/>
                <w:szCs w:val="20"/>
              </w:rPr>
              <w:t>Собственность. Муниципальный контракт № 4684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677B65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FF58C6F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1967BF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5843F3" w:rsidRPr="00713213" w14:paraId="1CACEDE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5DD11D" w14:textId="294246A7" w:rsidR="005843F3" w:rsidRPr="00713213" w:rsidRDefault="00ED7E7F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2.23.154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CD77AB" w14:textId="77777777" w:rsidR="005843F3" w:rsidRDefault="008A2F99" w:rsidP="005843F3">
            <w:pPr>
              <w:jc w:val="center"/>
              <w:rPr>
                <w:sz w:val="20"/>
                <w:szCs w:val="20"/>
              </w:rPr>
            </w:pPr>
            <w:r w:rsidRPr="008A2F99">
              <w:rPr>
                <w:sz w:val="20"/>
                <w:szCs w:val="20"/>
              </w:rPr>
              <w:t xml:space="preserve">Стол офисный .Материал ЛДСП 16 мм, кромка ПВХ противоударная ,цвет </w:t>
            </w:r>
            <w:proofErr w:type="spellStart"/>
            <w:r w:rsidRPr="008A2F99">
              <w:rPr>
                <w:sz w:val="20"/>
                <w:szCs w:val="20"/>
              </w:rPr>
              <w:t>Венге</w:t>
            </w:r>
            <w:proofErr w:type="spellEnd"/>
          </w:p>
          <w:p w14:paraId="062BEEAD" w14:textId="3E673553" w:rsidR="00CC2417" w:rsidRPr="00713213" w:rsidRDefault="00CC2417" w:rsidP="00584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D2C4AE" w14:textId="77777777" w:rsidR="005843F3" w:rsidRPr="00C70F3A" w:rsidRDefault="005843F3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7B7E2EE5" w14:textId="77777777" w:rsidR="005843F3" w:rsidRDefault="005843F3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10B30124" w14:textId="77777777" w:rsidR="008A2F99" w:rsidRDefault="008A2F99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8A2F99">
              <w:rPr>
                <w:sz w:val="20"/>
                <w:szCs w:val="20"/>
              </w:rPr>
              <w:t>110136060001</w:t>
            </w:r>
            <w:r>
              <w:rPr>
                <w:sz w:val="20"/>
                <w:szCs w:val="20"/>
              </w:rPr>
              <w:t>-</w:t>
            </w:r>
          </w:p>
          <w:p w14:paraId="0B7A3252" w14:textId="14ED8B13" w:rsidR="008A2F99" w:rsidRPr="00713213" w:rsidRDefault="008A2F99" w:rsidP="005843F3">
            <w:pPr>
              <w:jc w:val="center"/>
              <w:outlineLvl w:val="2"/>
              <w:rPr>
                <w:sz w:val="20"/>
                <w:szCs w:val="20"/>
              </w:rPr>
            </w:pPr>
            <w:r w:rsidRPr="008A2F99">
              <w:rPr>
                <w:sz w:val="20"/>
                <w:szCs w:val="20"/>
              </w:rPr>
              <w:t>11013606000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E934AD" w14:textId="4330B9C6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0054E0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296B63A" w14:textId="18EF7D92" w:rsidR="005843F3" w:rsidRPr="00713213" w:rsidRDefault="00CC2417" w:rsidP="005843F3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10 784,58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705043" w14:textId="1D74F317" w:rsidR="005843F3" w:rsidRPr="00713213" w:rsidRDefault="00CC2417" w:rsidP="005843F3">
            <w:pPr>
              <w:jc w:val="center"/>
              <w:rPr>
                <w:sz w:val="20"/>
                <w:szCs w:val="20"/>
              </w:rPr>
            </w:pPr>
            <w:r w:rsidRPr="00CC2417">
              <w:rPr>
                <w:sz w:val="20"/>
                <w:szCs w:val="20"/>
              </w:rPr>
              <w:t xml:space="preserve">Собственность. Муниципальный контракт № </w:t>
            </w:r>
            <w:r>
              <w:rPr>
                <w:sz w:val="20"/>
                <w:szCs w:val="20"/>
              </w:rPr>
              <w:t>85</w:t>
            </w:r>
            <w:r w:rsidRPr="00CC2417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31</w:t>
            </w:r>
            <w:r w:rsidRPr="00CC24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</w:t>
            </w:r>
            <w:r w:rsidRPr="00CC2417">
              <w:rPr>
                <w:sz w:val="20"/>
                <w:szCs w:val="20"/>
              </w:rPr>
              <w:t>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C40736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55799D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F272B16" w14:textId="77777777" w:rsidR="005843F3" w:rsidRPr="00713213" w:rsidRDefault="005843F3" w:rsidP="005843F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C70F3A" w:rsidRPr="00713213" w14:paraId="349565C5" w14:textId="77777777" w:rsidTr="00063C35">
        <w:tc>
          <w:tcPr>
            <w:tcW w:w="39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12F2A42" w14:textId="0B8BE312" w:rsidR="00C70F3A" w:rsidRPr="00713213" w:rsidRDefault="009C54D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C54DA">
              <w:rPr>
                <w:rFonts w:eastAsia="Arial"/>
                <w:sz w:val="20"/>
                <w:szCs w:val="20"/>
                <w:lang w:eastAsia="hi-IN" w:bidi="hi-IN"/>
              </w:rPr>
              <w:t>2.23.15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0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EA4B8CA" w14:textId="77777777" w:rsidR="00C70F3A" w:rsidRDefault="009C54DA" w:rsidP="00C70F3A">
            <w:pPr>
              <w:jc w:val="center"/>
              <w:rPr>
                <w:sz w:val="20"/>
                <w:szCs w:val="20"/>
              </w:rPr>
            </w:pPr>
            <w:r w:rsidRPr="009C54DA">
              <w:rPr>
                <w:sz w:val="20"/>
                <w:szCs w:val="20"/>
              </w:rPr>
              <w:t>Стул на металлическом каркасе</w:t>
            </w:r>
          </w:p>
          <w:p w14:paraId="7974E510" w14:textId="61D9C0CF" w:rsidR="00B57E5B" w:rsidRPr="00713213" w:rsidRDefault="00B57E5B" w:rsidP="00C70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(235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C36219D" w14:textId="77777777" w:rsidR="00C70F3A" w:rsidRP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инвентарный</w:t>
            </w:r>
          </w:p>
          <w:p w14:paraId="7029B21C" w14:textId="77777777" w:rsidR="00C70F3A" w:rsidRDefault="00C70F3A" w:rsidP="00C70F3A">
            <w:pPr>
              <w:jc w:val="center"/>
              <w:outlineLvl w:val="2"/>
              <w:rPr>
                <w:sz w:val="20"/>
                <w:szCs w:val="20"/>
              </w:rPr>
            </w:pPr>
            <w:r w:rsidRPr="00C70F3A">
              <w:rPr>
                <w:sz w:val="20"/>
                <w:szCs w:val="20"/>
              </w:rPr>
              <w:t>№</w:t>
            </w:r>
          </w:p>
          <w:p w14:paraId="57622B2E" w14:textId="7B092C25" w:rsidR="00B57E5B" w:rsidRDefault="00B57E5B" w:rsidP="00C70F3A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110136060005-</w:t>
            </w:r>
          </w:p>
          <w:p w14:paraId="62033B6A" w14:textId="0E5CEF17" w:rsidR="00B57E5B" w:rsidRDefault="00B57E5B" w:rsidP="00C70F3A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110136060240</w:t>
            </w:r>
          </w:p>
          <w:p w14:paraId="3D4C0A15" w14:textId="43B4716E" w:rsidR="009C54DA" w:rsidRPr="00713213" w:rsidRDefault="009C54DA" w:rsidP="00C70F3A">
            <w:pPr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2B8A2B" w14:textId="07763D1A" w:rsidR="00C70F3A" w:rsidRPr="00713213" w:rsidRDefault="009C54D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9C54DA">
              <w:rPr>
                <w:rFonts w:eastAsia="Arial"/>
                <w:sz w:val="20"/>
                <w:szCs w:val="20"/>
                <w:lang w:eastAsia="hi-IN" w:bidi="hi-IN"/>
              </w:rPr>
              <w:t>МКУК ЦКД Николенского сельского поселения Гулькевичского района</w:t>
            </w:r>
          </w:p>
        </w:tc>
        <w:tc>
          <w:tcPr>
            <w:tcW w:w="3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660527D" w14:textId="32A24929" w:rsidR="00C70F3A" w:rsidRPr="00713213" w:rsidRDefault="004477EE" w:rsidP="00C70F3A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C3B7A">
              <w:rPr>
                <w:sz w:val="20"/>
                <w:szCs w:val="20"/>
              </w:rPr>
              <w:t> 553 240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6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84C5E8" w14:textId="1B649F89" w:rsidR="00C70F3A" w:rsidRPr="008468AA" w:rsidRDefault="005C3B7A" w:rsidP="00C70F3A">
            <w:pPr>
              <w:jc w:val="center"/>
              <w:rPr>
                <w:sz w:val="20"/>
                <w:szCs w:val="20"/>
              </w:rPr>
            </w:pPr>
            <w:r w:rsidRPr="008468AA">
              <w:rPr>
                <w:sz w:val="20"/>
                <w:szCs w:val="20"/>
              </w:rPr>
              <w:t>Собственность. Муниципальный контракт № 0118300000624000293 от 27 декабря 2024 г.</w:t>
            </w:r>
          </w:p>
        </w:tc>
        <w:tc>
          <w:tcPr>
            <w:tcW w:w="5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A94932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6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169DCEE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54D6129" w14:textId="77777777" w:rsidR="00C70F3A" w:rsidRPr="00713213" w:rsidRDefault="00C70F3A" w:rsidP="00C70F3A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</w:tbl>
    <w:p w14:paraId="73ED20DC" w14:textId="77777777" w:rsidR="00DD4919" w:rsidRPr="00713213" w:rsidRDefault="00DD4919" w:rsidP="00DD4919">
      <w:pPr>
        <w:widowControl w:val="0"/>
        <w:suppressAutoHyphens/>
        <w:autoSpaceDE w:val="0"/>
        <w:ind w:firstLine="720"/>
        <w:jc w:val="both"/>
        <w:rPr>
          <w:rFonts w:eastAsia="Arial"/>
          <w:bCs/>
          <w:sz w:val="28"/>
          <w:szCs w:val="28"/>
          <w:lang w:eastAsia="hi-IN" w:bidi="hi-IN"/>
        </w:rPr>
      </w:pPr>
    </w:p>
    <w:p w14:paraId="6B128EE8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/>
          <w:sz w:val="28"/>
          <w:szCs w:val="28"/>
          <w:shd w:val="clear" w:color="auto" w:fill="FFFFFF"/>
        </w:rPr>
      </w:pPr>
      <w:bookmarkStart w:id="9" w:name="sub_300"/>
      <w:bookmarkEnd w:id="9"/>
      <w:r w:rsidRPr="00713213">
        <w:rPr>
          <w:rFonts w:eastAsia="Arial"/>
          <w:b/>
          <w:sz w:val="28"/>
          <w:szCs w:val="28"/>
          <w:lang w:eastAsia="hi-IN" w:bidi="hi-IN"/>
        </w:rPr>
        <w:t xml:space="preserve">Подраздел 2.4. Сведения </w:t>
      </w:r>
      <w:r w:rsidRPr="00713213">
        <w:rPr>
          <w:b/>
          <w:sz w:val="28"/>
          <w:szCs w:val="28"/>
          <w:shd w:val="clear" w:color="auto" w:fill="FFFFFF"/>
        </w:rPr>
        <w:t xml:space="preserve">о долях в праве общей долевой собственности </w:t>
      </w:r>
    </w:p>
    <w:p w14:paraId="42014534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Cs/>
          <w:sz w:val="28"/>
          <w:szCs w:val="28"/>
          <w:shd w:val="clear" w:color="auto" w:fill="FFFFFF"/>
        </w:rPr>
      </w:pPr>
      <w:r w:rsidRPr="00713213">
        <w:rPr>
          <w:b/>
          <w:sz w:val="28"/>
          <w:szCs w:val="28"/>
          <w:shd w:val="clear" w:color="auto" w:fill="FFFFFF"/>
        </w:rPr>
        <w:t>на объекты недвижимого и (или) движимого имущества</w:t>
      </w:r>
    </w:p>
    <w:p w14:paraId="45C8BD86" w14:textId="77777777" w:rsidR="00DD4919" w:rsidRPr="00713213" w:rsidRDefault="00DD4919" w:rsidP="00DD4919">
      <w:pPr>
        <w:widowControl w:val="0"/>
        <w:suppressAutoHyphens/>
        <w:autoSpaceDE w:val="0"/>
        <w:jc w:val="center"/>
        <w:rPr>
          <w:bCs/>
          <w:sz w:val="28"/>
          <w:szCs w:val="28"/>
          <w:shd w:val="clear" w:color="auto" w:fill="FFFFFF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219"/>
        <w:gridCol w:w="1468"/>
        <w:gridCol w:w="1113"/>
        <w:gridCol w:w="1470"/>
        <w:gridCol w:w="1656"/>
        <w:gridCol w:w="1561"/>
        <w:gridCol w:w="1727"/>
        <w:gridCol w:w="1727"/>
        <w:gridCol w:w="1582"/>
        <w:gridCol w:w="1263"/>
      </w:tblGrid>
      <w:tr w:rsidR="00DD4919" w:rsidRPr="00713213" w14:paraId="07A75161" w14:textId="77777777" w:rsidTr="0003466C">
        <w:tc>
          <w:tcPr>
            <w:tcW w:w="41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1B8B2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Реестровый номер</w:t>
            </w:r>
          </w:p>
        </w:tc>
        <w:tc>
          <w:tcPr>
            <w:tcW w:w="49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8B6505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34755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 стоимости доли</w:t>
            </w:r>
          </w:p>
        </w:tc>
        <w:tc>
          <w:tcPr>
            <w:tcW w:w="49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88667B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об участниках общей долевой собственности</w:t>
            </w:r>
          </w:p>
        </w:tc>
        <w:tc>
          <w:tcPr>
            <w:tcW w:w="5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746B56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правообладателе</w:t>
            </w:r>
          </w:p>
        </w:tc>
        <w:tc>
          <w:tcPr>
            <w:tcW w:w="5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A9C79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5A0AB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35B320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об установленных ограничениях (обременениях)</w:t>
            </w:r>
          </w:p>
        </w:tc>
        <w:tc>
          <w:tcPr>
            <w:tcW w:w="53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C9A2A6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4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015A7E2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DD4919" w:rsidRPr="00713213" w14:paraId="55575744" w14:textId="77777777" w:rsidTr="0003466C">
        <w:tc>
          <w:tcPr>
            <w:tcW w:w="41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E99F3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9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8E40C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D573BF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9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6A4B61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7E998B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93BB6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8A51D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A7267A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3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1FEE3C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4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A763EE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10</w:t>
            </w:r>
          </w:p>
        </w:tc>
      </w:tr>
      <w:tr w:rsidR="00DD4919" w:rsidRPr="00713213" w14:paraId="7D32E14F" w14:textId="77777777" w:rsidTr="0003466C">
        <w:tc>
          <w:tcPr>
            <w:tcW w:w="41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BBAC8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9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D5EB2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7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DAA9DD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9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76322B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6F9F7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2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4698F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267F12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9C78A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3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CDA41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1DD9A1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</w:tbl>
    <w:p w14:paraId="315C30A9" w14:textId="77777777" w:rsidR="00C20B14" w:rsidRDefault="00C20B14" w:rsidP="00DD491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</w:p>
    <w:p w14:paraId="5B7C7F88" w14:textId="4397CB39" w:rsidR="00DD4919" w:rsidRPr="00713213" w:rsidRDefault="00DD4919" w:rsidP="00DD491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r w:rsidRPr="00713213">
        <w:rPr>
          <w:rFonts w:eastAsia="Arial"/>
          <w:b/>
          <w:bCs/>
          <w:sz w:val="28"/>
          <w:szCs w:val="28"/>
          <w:lang w:eastAsia="hi-IN" w:bidi="hi-IN"/>
        </w:rPr>
        <w:t>Раздел 3. Сведения о лицах, обладающих правами на имущество и сведениями о нем</w:t>
      </w:r>
    </w:p>
    <w:p w14:paraId="523562AA" w14:textId="77777777" w:rsidR="00DD4919" w:rsidRPr="00713213" w:rsidRDefault="00DD4919" w:rsidP="00DD4919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0" w:name="sub_3101"/>
      <w:bookmarkStart w:id="11" w:name="sub_3102"/>
      <w:bookmarkEnd w:id="10"/>
      <w:bookmarkEnd w:id="11"/>
    </w:p>
    <w:tbl>
      <w:tblPr>
        <w:tblW w:w="14601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5245"/>
        <w:gridCol w:w="3119"/>
        <w:gridCol w:w="3969"/>
        <w:gridCol w:w="1701"/>
      </w:tblGrid>
      <w:tr w:rsidR="00DD4919" w:rsidRPr="00713213" w14:paraId="1383340A" w14:textId="77777777" w:rsidTr="0003466C">
        <w:trPr>
          <w:jc w:val="center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51700ED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№ </w:t>
            </w:r>
          </w:p>
          <w:p w14:paraId="3E8B76E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п/п</w:t>
            </w:r>
          </w:p>
        </w:tc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5CC6C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Сведения о правообладателях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433BE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39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5DE4CF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sz w:val="20"/>
                <w:szCs w:val="20"/>
                <w:shd w:val="clear" w:color="auto" w:fill="FFFFFF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81FB58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Иные сведения (при необходимости)</w:t>
            </w:r>
          </w:p>
        </w:tc>
      </w:tr>
      <w:tr w:rsidR="00DD4919" w:rsidRPr="00713213" w14:paraId="68CF3DB0" w14:textId="77777777" w:rsidTr="0003466C">
        <w:trPr>
          <w:jc w:val="center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70281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8BFE17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43A430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9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A2AAD2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242695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5</w:t>
            </w:r>
          </w:p>
        </w:tc>
      </w:tr>
      <w:tr w:rsidR="00DD4919" w:rsidRPr="00713213" w14:paraId="2C2FA99F" w14:textId="77777777" w:rsidTr="0003466C">
        <w:trPr>
          <w:jc w:val="center"/>
        </w:trPr>
        <w:tc>
          <w:tcPr>
            <w:tcW w:w="567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717E6D0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5245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1A2A0C40" w14:textId="751BA04F" w:rsidR="00DD4919" w:rsidRPr="00713213" w:rsidRDefault="003E4AF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Николен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>ское сельское поселение Гулькевичского района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24B137" w14:textId="5945BF0C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1.11.1.-1.1.</w:t>
            </w:r>
            <w:r w:rsidR="003E4AF4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969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4CAF6D23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vAlign w:val="center"/>
          </w:tcPr>
          <w:p w14:paraId="00FAAF9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D4919" w:rsidRPr="00713213" w14:paraId="687EFB17" w14:textId="77777777" w:rsidTr="0003466C">
        <w:trPr>
          <w:jc w:val="center"/>
        </w:trPr>
        <w:tc>
          <w:tcPr>
            <w:tcW w:w="567" w:type="dxa"/>
            <w:vMerge/>
            <w:tcBorders>
              <w:left w:val="single" w:sz="0" w:space="0" w:color="000000"/>
            </w:tcBorders>
            <w:vAlign w:val="center"/>
          </w:tcPr>
          <w:p w14:paraId="3B8B0A3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vMerge/>
            <w:tcBorders>
              <w:left w:val="single" w:sz="0" w:space="0" w:color="000000"/>
            </w:tcBorders>
            <w:vAlign w:val="center"/>
          </w:tcPr>
          <w:p w14:paraId="6013899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892C224" w14:textId="001C1666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1.12.</w:t>
            </w:r>
            <w:r w:rsidR="003E4AF4">
              <w:rPr>
                <w:rFonts w:eastAsia="Arial"/>
                <w:sz w:val="20"/>
                <w:szCs w:val="20"/>
                <w:lang w:eastAsia="hi-IN" w:bidi="hi-IN"/>
              </w:rPr>
              <w:t>1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-1.12.</w:t>
            </w:r>
            <w:r w:rsidR="003E4AF4">
              <w:rPr>
                <w:rFonts w:eastAsia="Arial"/>
                <w:sz w:val="20"/>
                <w:szCs w:val="20"/>
                <w:lang w:eastAsia="hi-IN" w:bidi="hi-IN"/>
              </w:rPr>
              <w:t>8; 1.12.10.-1.12.1</w:t>
            </w:r>
            <w:r w:rsidR="004D3FA5">
              <w:rPr>
                <w:rFonts w:eastAsia="Arial"/>
                <w:sz w:val="20"/>
                <w:szCs w:val="20"/>
                <w:lang w:eastAsia="hi-IN" w:bidi="hi-IN"/>
              </w:rPr>
              <w:t>7</w:t>
            </w:r>
            <w:r w:rsidR="003E4AF4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3969" w:type="dxa"/>
            <w:vMerge/>
            <w:tcBorders>
              <w:left w:val="single" w:sz="0" w:space="0" w:color="000000"/>
            </w:tcBorders>
            <w:vAlign w:val="center"/>
          </w:tcPr>
          <w:p w14:paraId="612EE02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left w:val="single" w:sz="0" w:space="0" w:color="000000"/>
              <w:right w:val="single" w:sz="0" w:space="0" w:color="000000"/>
            </w:tcBorders>
            <w:vAlign w:val="center"/>
          </w:tcPr>
          <w:p w14:paraId="5E5B1D46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</w:tr>
      <w:tr w:rsidR="00DD4919" w:rsidRPr="00713213" w14:paraId="32D7806B" w14:textId="77777777" w:rsidTr="0003466C">
        <w:trPr>
          <w:jc w:val="center"/>
        </w:trPr>
        <w:tc>
          <w:tcPr>
            <w:tcW w:w="567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5EA0E22C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5245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5D119B55" w14:textId="047B472A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Администрация </w:t>
            </w:r>
            <w:r w:rsidR="002D5E7A">
              <w:rPr>
                <w:rFonts w:eastAsia="Arial"/>
                <w:sz w:val="20"/>
                <w:szCs w:val="20"/>
                <w:lang w:eastAsia="hi-IN" w:bidi="hi-IN"/>
              </w:rPr>
              <w:t>Николенско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го сельского поселения Гулькевичского района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780F48F" w14:textId="4304ADF6" w:rsidR="00DD4919" w:rsidRPr="00713213" w:rsidRDefault="002D5E7A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3969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7932BBE8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vAlign w:val="center"/>
          </w:tcPr>
          <w:p w14:paraId="2A5FA8B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D4919" w:rsidRPr="00713213" w14:paraId="3870A5CE" w14:textId="77777777" w:rsidTr="0003466C">
        <w:trPr>
          <w:jc w:val="center"/>
        </w:trPr>
        <w:tc>
          <w:tcPr>
            <w:tcW w:w="567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106654D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40D1E9B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FFFE600" w14:textId="0FC09C3D" w:rsidR="00DD4919" w:rsidRPr="00713213" w:rsidRDefault="002D5E7A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2.23.1</w:t>
            </w:r>
            <w:r w:rsidR="006C7694">
              <w:rPr>
                <w:rFonts w:eastAsia="Arial"/>
                <w:sz w:val="20"/>
                <w:szCs w:val="20"/>
                <w:lang w:eastAsia="hi-IN" w:bidi="hi-IN"/>
              </w:rPr>
              <w:t>2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  <w:r w:rsidR="003E4AF4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  <w:r w:rsidR="003E4AF4">
              <w:t xml:space="preserve"> </w:t>
            </w:r>
            <w:r w:rsidR="003E4AF4" w:rsidRPr="003E4AF4">
              <w:rPr>
                <w:rFonts w:eastAsia="Arial"/>
                <w:sz w:val="20"/>
                <w:szCs w:val="20"/>
                <w:lang w:eastAsia="hi-IN" w:bidi="hi-IN"/>
              </w:rPr>
              <w:t>2.23.84.</w:t>
            </w:r>
          </w:p>
        </w:tc>
        <w:tc>
          <w:tcPr>
            <w:tcW w:w="3969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272763A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D267C05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</w:tr>
      <w:tr w:rsidR="00063C35" w:rsidRPr="00713213" w14:paraId="37DB51D4" w14:textId="77777777" w:rsidTr="0003466C">
        <w:trPr>
          <w:jc w:val="center"/>
        </w:trPr>
        <w:tc>
          <w:tcPr>
            <w:tcW w:w="567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633430C2" w14:textId="67CA9179" w:rsidR="00063C35" w:rsidRPr="00713213" w:rsidRDefault="006C769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5245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643F7078" w14:textId="51DDB178" w:rsidR="00063C35" w:rsidRPr="00713213" w:rsidRDefault="006C769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6C7694">
              <w:rPr>
                <w:rFonts w:eastAsia="Arial"/>
                <w:sz w:val="20"/>
                <w:szCs w:val="20"/>
                <w:lang w:eastAsia="hi-IN" w:bidi="hi-IN"/>
              </w:rPr>
              <w:t>МКУ УОД ОМСУ и МУ Николенского сельского поселения Гулькевичского района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0CA9E4E" w14:textId="7E39F032" w:rsidR="00063C35" w:rsidRDefault="006C769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2.23.1-2.23.11</w:t>
            </w:r>
          </w:p>
        </w:tc>
        <w:tc>
          <w:tcPr>
            <w:tcW w:w="396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28281A10" w14:textId="77777777" w:rsidR="00063C35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7C97E1" w14:textId="77777777" w:rsidR="00063C35" w:rsidRPr="00713213" w:rsidRDefault="00063C35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</w:tr>
      <w:tr w:rsidR="00DD4919" w:rsidRPr="00713213" w14:paraId="1BDD35F7" w14:textId="77777777" w:rsidTr="0003466C">
        <w:trPr>
          <w:jc w:val="center"/>
        </w:trPr>
        <w:tc>
          <w:tcPr>
            <w:tcW w:w="567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5495AF72" w14:textId="4AF7F290" w:rsidR="00DD4919" w:rsidRPr="00713213" w:rsidRDefault="006C769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>
              <w:rPr>
                <w:rFonts w:eastAsia="Arial"/>
                <w:sz w:val="20"/>
                <w:szCs w:val="20"/>
                <w:lang w:eastAsia="hi-IN" w:bidi="hi-IN"/>
              </w:rPr>
              <w:t>4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0D787991" w14:textId="147C7AF3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 xml:space="preserve">МКУК ЦКД </w:t>
            </w:r>
            <w:r w:rsidR="00626852">
              <w:rPr>
                <w:rFonts w:eastAsia="Arial"/>
                <w:sz w:val="20"/>
                <w:szCs w:val="20"/>
                <w:lang w:eastAsia="hi-IN" w:bidi="hi-IN"/>
              </w:rPr>
              <w:t>Николен</w:t>
            </w: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ского сельского поселения Гулькевичского района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DC5849" w14:textId="4BF8932A" w:rsidR="00DD4919" w:rsidRPr="00713213" w:rsidRDefault="003E4AF4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3E4AF4">
              <w:rPr>
                <w:rFonts w:eastAsia="Arial"/>
                <w:sz w:val="20"/>
                <w:szCs w:val="20"/>
                <w:lang w:eastAsia="hi-IN" w:bidi="hi-IN"/>
              </w:rPr>
              <w:t>1.12.9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0" w:space="0" w:color="000000"/>
              <w:left w:val="single" w:sz="0" w:space="0" w:color="000000"/>
            </w:tcBorders>
            <w:vAlign w:val="center"/>
          </w:tcPr>
          <w:p w14:paraId="5D33D397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vAlign w:val="center"/>
          </w:tcPr>
          <w:p w14:paraId="2849375A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13213">
              <w:rPr>
                <w:rFonts w:eastAsia="Arial"/>
                <w:sz w:val="20"/>
                <w:szCs w:val="20"/>
                <w:lang w:eastAsia="hi-IN" w:bidi="hi-IN"/>
              </w:rPr>
              <w:t>-</w:t>
            </w:r>
          </w:p>
        </w:tc>
      </w:tr>
      <w:tr w:rsidR="00DD4919" w:rsidRPr="00713213" w14:paraId="510815C9" w14:textId="77777777" w:rsidTr="0003466C">
        <w:trPr>
          <w:jc w:val="center"/>
        </w:trPr>
        <w:tc>
          <w:tcPr>
            <w:tcW w:w="567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106BF609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18CA7EAE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B6A90A9" w14:textId="0AA70DFA" w:rsidR="00DD4919" w:rsidRPr="00713213" w:rsidRDefault="00796D81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  <w:r w:rsidRPr="00796D81">
              <w:rPr>
                <w:rFonts w:eastAsia="Arial"/>
                <w:sz w:val="20"/>
                <w:szCs w:val="20"/>
                <w:lang w:eastAsia="hi-IN" w:bidi="hi-IN"/>
              </w:rPr>
              <w:t>2.23.85.</w:t>
            </w:r>
            <w:r>
              <w:rPr>
                <w:rFonts w:eastAsia="Arial"/>
                <w:sz w:val="20"/>
                <w:szCs w:val="20"/>
                <w:lang w:eastAsia="hi-IN" w:bidi="hi-IN"/>
              </w:rPr>
              <w:t>- 2.</w:t>
            </w:r>
            <w:r w:rsidRPr="00796D81">
              <w:rPr>
                <w:rFonts w:eastAsia="Arial"/>
                <w:sz w:val="20"/>
                <w:szCs w:val="20"/>
                <w:lang w:eastAsia="hi-IN" w:bidi="hi-IN"/>
              </w:rPr>
              <w:t>23.155</w:t>
            </w:r>
            <w:r w:rsidR="00DD4919" w:rsidRPr="00713213">
              <w:rPr>
                <w:rFonts w:eastAsia="Arial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3969" w:type="dxa"/>
            <w:vMerge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14:paraId="323C66C2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23EDF44" w14:textId="77777777" w:rsidR="00DD4919" w:rsidRPr="00713213" w:rsidRDefault="00DD4919" w:rsidP="0003466C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hi-IN" w:bidi="hi-IN"/>
              </w:rPr>
            </w:pPr>
          </w:p>
        </w:tc>
      </w:tr>
    </w:tbl>
    <w:p w14:paraId="3E3890F1" w14:textId="77777777" w:rsidR="00DD4919" w:rsidRPr="00713213" w:rsidRDefault="00DD4919" w:rsidP="00DD4919">
      <w:pPr>
        <w:jc w:val="center"/>
        <w:rPr>
          <w:sz w:val="28"/>
          <w:szCs w:val="28"/>
        </w:rPr>
      </w:pPr>
    </w:p>
    <w:p w14:paraId="1B1D4DFC" w14:textId="69D8C6C6" w:rsidR="00DD4919" w:rsidRPr="00713213" w:rsidRDefault="003E4AF4" w:rsidP="00DD4919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4E458D9E" w14:textId="77777777" w:rsidR="00DD4919" w:rsidRPr="00713213" w:rsidRDefault="00DD4919" w:rsidP="00DD4919">
      <w:pPr>
        <w:jc w:val="both"/>
        <w:rPr>
          <w:sz w:val="28"/>
          <w:szCs w:val="28"/>
        </w:rPr>
      </w:pPr>
      <w:r w:rsidRPr="00713213">
        <w:rPr>
          <w:sz w:val="28"/>
          <w:szCs w:val="28"/>
        </w:rPr>
        <w:t xml:space="preserve">Ведущий специалист администрации </w:t>
      </w:r>
    </w:p>
    <w:p w14:paraId="5D56D4C4" w14:textId="11E1A69C" w:rsidR="00DD4919" w:rsidRPr="00713213" w:rsidRDefault="00C20B14" w:rsidP="00DD4919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</w:t>
      </w:r>
      <w:r w:rsidR="00DD4919" w:rsidRPr="00713213">
        <w:rPr>
          <w:sz w:val="28"/>
          <w:szCs w:val="28"/>
        </w:rPr>
        <w:t xml:space="preserve">ского сельского поселения </w:t>
      </w:r>
    </w:p>
    <w:p w14:paraId="672D5265" w14:textId="2F03E5E8" w:rsidR="00DD4919" w:rsidRPr="00713213" w:rsidRDefault="00DD4919" w:rsidP="00DD4919">
      <w:pPr>
        <w:jc w:val="both"/>
        <w:rPr>
          <w:sz w:val="28"/>
          <w:szCs w:val="28"/>
        </w:rPr>
      </w:pPr>
      <w:r w:rsidRPr="00713213">
        <w:rPr>
          <w:sz w:val="28"/>
          <w:szCs w:val="28"/>
        </w:rPr>
        <w:t xml:space="preserve">Гулькевичского района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713213">
        <w:rPr>
          <w:sz w:val="28"/>
          <w:szCs w:val="28"/>
        </w:rPr>
        <w:t xml:space="preserve">                                        </w:t>
      </w:r>
      <w:r w:rsidR="00C20B14">
        <w:rPr>
          <w:sz w:val="28"/>
          <w:szCs w:val="28"/>
        </w:rPr>
        <w:t>И</w:t>
      </w:r>
      <w:r w:rsidRPr="00713213">
        <w:rPr>
          <w:sz w:val="28"/>
          <w:szCs w:val="28"/>
        </w:rPr>
        <w:t>.</w:t>
      </w:r>
      <w:r w:rsidR="00C20B14">
        <w:rPr>
          <w:sz w:val="28"/>
          <w:szCs w:val="28"/>
        </w:rPr>
        <w:t>Н.</w:t>
      </w:r>
      <w:r w:rsidRPr="00713213">
        <w:rPr>
          <w:sz w:val="28"/>
          <w:szCs w:val="28"/>
        </w:rPr>
        <w:t xml:space="preserve"> </w:t>
      </w:r>
      <w:r w:rsidR="00C20B14">
        <w:rPr>
          <w:sz w:val="28"/>
          <w:szCs w:val="28"/>
        </w:rPr>
        <w:t>Бойко</w:t>
      </w:r>
    </w:p>
    <w:p w14:paraId="50BEDBCF" w14:textId="77777777" w:rsidR="00DD4919" w:rsidRPr="00713213" w:rsidRDefault="00DD4919" w:rsidP="00DD4919">
      <w:pPr>
        <w:jc w:val="both"/>
        <w:rPr>
          <w:sz w:val="28"/>
          <w:szCs w:val="28"/>
        </w:rPr>
      </w:pPr>
      <w:r w:rsidRPr="00713213">
        <w:rPr>
          <w:sz w:val="28"/>
          <w:szCs w:val="28"/>
        </w:rPr>
        <w:t xml:space="preserve">        </w:t>
      </w:r>
    </w:p>
    <w:p w14:paraId="618887EA" w14:textId="77777777" w:rsidR="00097C2A" w:rsidRDefault="00097C2A" w:rsidP="00745799">
      <w:pPr>
        <w:rPr>
          <w:b/>
          <w:bCs/>
          <w:sz w:val="28"/>
          <w:szCs w:val="28"/>
        </w:rPr>
      </w:pPr>
    </w:p>
    <w:sectPr w:rsidR="00097C2A" w:rsidSect="00DD4919">
      <w:headerReference w:type="even" r:id="rId8"/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B07CE" w14:textId="77777777" w:rsidR="009C65DD" w:rsidRDefault="009C65DD">
      <w:r>
        <w:separator/>
      </w:r>
    </w:p>
  </w:endnote>
  <w:endnote w:type="continuationSeparator" w:id="0">
    <w:p w14:paraId="6CB19F59" w14:textId="77777777" w:rsidR="009C65DD" w:rsidRDefault="009C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FA07E" w14:textId="77777777" w:rsidR="009C65DD" w:rsidRDefault="009C65DD">
      <w:r>
        <w:separator/>
      </w:r>
    </w:p>
  </w:footnote>
  <w:footnote w:type="continuationSeparator" w:id="0">
    <w:p w14:paraId="345829FB" w14:textId="77777777" w:rsidR="009C65DD" w:rsidRDefault="009C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56B40" w14:textId="77777777" w:rsidR="00BD7A1D" w:rsidRDefault="009661F3" w:rsidP="00BD7A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7A1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9C08451" w14:textId="77777777"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3B7BA" w14:textId="77777777" w:rsidR="00BD7A1D" w:rsidRDefault="009661F3" w:rsidP="00BD7A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7A1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45FE">
      <w:rPr>
        <w:rStyle w:val="a6"/>
        <w:noProof/>
      </w:rPr>
      <w:t>2</w:t>
    </w:r>
    <w:r>
      <w:rPr>
        <w:rStyle w:val="a6"/>
      </w:rPr>
      <w:fldChar w:fldCharType="end"/>
    </w:r>
  </w:p>
  <w:p w14:paraId="473C2161" w14:textId="77777777"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E02EF"/>
    <w:multiLevelType w:val="singleLevel"/>
    <w:tmpl w:val="8286BF88"/>
    <w:lvl w:ilvl="0">
      <w:start w:val="5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55F3CBD"/>
    <w:multiLevelType w:val="singleLevel"/>
    <w:tmpl w:val="B39845A6"/>
    <w:lvl w:ilvl="0">
      <w:start w:val="1"/>
      <w:numFmt w:val="decimal"/>
      <w:lvlText w:val="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5E01C66"/>
    <w:multiLevelType w:val="singleLevel"/>
    <w:tmpl w:val="470032B4"/>
    <w:lvl w:ilvl="0">
      <w:start w:val="1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CA8358C"/>
    <w:multiLevelType w:val="singleLevel"/>
    <w:tmpl w:val="E910A4E4"/>
    <w:lvl w:ilvl="0">
      <w:start w:val="2"/>
      <w:numFmt w:val="decimal"/>
      <w:lvlText w:val="3.%1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20B63B8"/>
    <w:multiLevelType w:val="singleLevel"/>
    <w:tmpl w:val="98EAE080"/>
    <w:lvl w:ilvl="0">
      <w:start w:val="3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EE54E3E"/>
    <w:multiLevelType w:val="hybridMultilevel"/>
    <w:tmpl w:val="856E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4589F"/>
    <w:multiLevelType w:val="singleLevel"/>
    <w:tmpl w:val="25B882D6"/>
    <w:lvl w:ilvl="0">
      <w:start w:val="1"/>
      <w:numFmt w:val="decimal"/>
      <w:lvlText w:val="4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num w:numId="1" w16cid:durableId="700014363">
    <w:abstractNumId w:val="0"/>
  </w:num>
  <w:num w:numId="2" w16cid:durableId="389160549">
    <w:abstractNumId w:val="3"/>
  </w:num>
  <w:num w:numId="3" w16cid:durableId="1569653424">
    <w:abstractNumId w:val="5"/>
  </w:num>
  <w:num w:numId="4" w16cid:durableId="950665872">
    <w:abstractNumId w:val="1"/>
  </w:num>
  <w:num w:numId="5" w16cid:durableId="1122189431">
    <w:abstractNumId w:val="2"/>
  </w:num>
  <w:num w:numId="6" w16cid:durableId="1477796750">
    <w:abstractNumId w:val="4"/>
  </w:num>
  <w:num w:numId="7" w16cid:durableId="605191757">
    <w:abstractNumId w:val="7"/>
  </w:num>
  <w:num w:numId="8" w16cid:durableId="1261795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111"/>
    <w:rsid w:val="00001E7D"/>
    <w:rsid w:val="000054E0"/>
    <w:rsid w:val="0000769F"/>
    <w:rsid w:val="0000781E"/>
    <w:rsid w:val="000153FC"/>
    <w:rsid w:val="00023E42"/>
    <w:rsid w:val="000316F8"/>
    <w:rsid w:val="000354BF"/>
    <w:rsid w:val="00037364"/>
    <w:rsid w:val="00043616"/>
    <w:rsid w:val="000468E8"/>
    <w:rsid w:val="00050157"/>
    <w:rsid w:val="0005075F"/>
    <w:rsid w:val="000510C4"/>
    <w:rsid w:val="000542FB"/>
    <w:rsid w:val="00054990"/>
    <w:rsid w:val="00060D0F"/>
    <w:rsid w:val="00063C35"/>
    <w:rsid w:val="000646F3"/>
    <w:rsid w:val="000704CB"/>
    <w:rsid w:val="00075CE6"/>
    <w:rsid w:val="00076B33"/>
    <w:rsid w:val="0008752A"/>
    <w:rsid w:val="000875BF"/>
    <w:rsid w:val="00090164"/>
    <w:rsid w:val="0009185B"/>
    <w:rsid w:val="00094B82"/>
    <w:rsid w:val="00094E79"/>
    <w:rsid w:val="00095103"/>
    <w:rsid w:val="00097C2A"/>
    <w:rsid w:val="000A4BAD"/>
    <w:rsid w:val="000B087A"/>
    <w:rsid w:val="000B3E60"/>
    <w:rsid w:val="000B575C"/>
    <w:rsid w:val="000C0136"/>
    <w:rsid w:val="000C3100"/>
    <w:rsid w:val="000C324F"/>
    <w:rsid w:val="000C3826"/>
    <w:rsid w:val="000D154B"/>
    <w:rsid w:val="000D1899"/>
    <w:rsid w:val="000D3ED3"/>
    <w:rsid w:val="000D5B3A"/>
    <w:rsid w:val="000E2328"/>
    <w:rsid w:val="000E2FA7"/>
    <w:rsid w:val="000E5FC9"/>
    <w:rsid w:val="000F4593"/>
    <w:rsid w:val="000F7ADC"/>
    <w:rsid w:val="0010185B"/>
    <w:rsid w:val="0010273C"/>
    <w:rsid w:val="00103B88"/>
    <w:rsid w:val="00104471"/>
    <w:rsid w:val="00110F94"/>
    <w:rsid w:val="00114F6E"/>
    <w:rsid w:val="001170D3"/>
    <w:rsid w:val="00117FFB"/>
    <w:rsid w:val="00121274"/>
    <w:rsid w:val="00122795"/>
    <w:rsid w:val="0013269F"/>
    <w:rsid w:val="0013749C"/>
    <w:rsid w:val="00137932"/>
    <w:rsid w:val="00146CA7"/>
    <w:rsid w:val="00154735"/>
    <w:rsid w:val="00155E4D"/>
    <w:rsid w:val="001655BA"/>
    <w:rsid w:val="00166A91"/>
    <w:rsid w:val="0017246D"/>
    <w:rsid w:val="0018251E"/>
    <w:rsid w:val="00182535"/>
    <w:rsid w:val="00186E22"/>
    <w:rsid w:val="00194CF5"/>
    <w:rsid w:val="00195CC3"/>
    <w:rsid w:val="001A09B5"/>
    <w:rsid w:val="001A268B"/>
    <w:rsid w:val="001A4B29"/>
    <w:rsid w:val="001B02AC"/>
    <w:rsid w:val="001B5860"/>
    <w:rsid w:val="001B5C8B"/>
    <w:rsid w:val="001B7BF4"/>
    <w:rsid w:val="001B7FE0"/>
    <w:rsid w:val="001C2663"/>
    <w:rsid w:val="001C3BD7"/>
    <w:rsid w:val="001C7C71"/>
    <w:rsid w:val="001D14E2"/>
    <w:rsid w:val="001D5EE2"/>
    <w:rsid w:val="001E31B3"/>
    <w:rsid w:val="001E7C2E"/>
    <w:rsid w:val="001F2C87"/>
    <w:rsid w:val="001F515A"/>
    <w:rsid w:val="0020090B"/>
    <w:rsid w:val="00206B76"/>
    <w:rsid w:val="00206CED"/>
    <w:rsid w:val="00212F3D"/>
    <w:rsid w:val="002169DC"/>
    <w:rsid w:val="002179B3"/>
    <w:rsid w:val="00222BE8"/>
    <w:rsid w:val="002237F1"/>
    <w:rsid w:val="00223F0D"/>
    <w:rsid w:val="002248F3"/>
    <w:rsid w:val="0023569C"/>
    <w:rsid w:val="002445FE"/>
    <w:rsid w:val="002500C5"/>
    <w:rsid w:val="00250E09"/>
    <w:rsid w:val="00254968"/>
    <w:rsid w:val="00261802"/>
    <w:rsid w:val="00262D68"/>
    <w:rsid w:val="00263A08"/>
    <w:rsid w:val="00267323"/>
    <w:rsid w:val="002712B9"/>
    <w:rsid w:val="00272EC5"/>
    <w:rsid w:val="0027651C"/>
    <w:rsid w:val="00276E84"/>
    <w:rsid w:val="00280A3A"/>
    <w:rsid w:val="00280F24"/>
    <w:rsid w:val="002852AF"/>
    <w:rsid w:val="002910E6"/>
    <w:rsid w:val="00292280"/>
    <w:rsid w:val="00293216"/>
    <w:rsid w:val="00293D61"/>
    <w:rsid w:val="002A326B"/>
    <w:rsid w:val="002B2803"/>
    <w:rsid w:val="002B2E34"/>
    <w:rsid w:val="002B3ED2"/>
    <w:rsid w:val="002B5DBA"/>
    <w:rsid w:val="002B66E9"/>
    <w:rsid w:val="002C0D51"/>
    <w:rsid w:val="002C4063"/>
    <w:rsid w:val="002C44C7"/>
    <w:rsid w:val="002D0948"/>
    <w:rsid w:val="002D418A"/>
    <w:rsid w:val="002D5D97"/>
    <w:rsid w:val="002D5E7A"/>
    <w:rsid w:val="002D7887"/>
    <w:rsid w:val="002E07BC"/>
    <w:rsid w:val="002E090B"/>
    <w:rsid w:val="002E18A8"/>
    <w:rsid w:val="002E1A53"/>
    <w:rsid w:val="002E3D1D"/>
    <w:rsid w:val="002E474E"/>
    <w:rsid w:val="002E64EA"/>
    <w:rsid w:val="002E6F02"/>
    <w:rsid w:val="002F6C1F"/>
    <w:rsid w:val="003018BF"/>
    <w:rsid w:val="00301991"/>
    <w:rsid w:val="00307FBD"/>
    <w:rsid w:val="003108D7"/>
    <w:rsid w:val="0031154D"/>
    <w:rsid w:val="00313F7C"/>
    <w:rsid w:val="003208CC"/>
    <w:rsid w:val="0033400B"/>
    <w:rsid w:val="00335260"/>
    <w:rsid w:val="003414EC"/>
    <w:rsid w:val="00341ED5"/>
    <w:rsid w:val="003505E5"/>
    <w:rsid w:val="00360D0A"/>
    <w:rsid w:val="00365301"/>
    <w:rsid w:val="00371AE3"/>
    <w:rsid w:val="00371C3C"/>
    <w:rsid w:val="0037307B"/>
    <w:rsid w:val="0037538D"/>
    <w:rsid w:val="00377259"/>
    <w:rsid w:val="00381ABA"/>
    <w:rsid w:val="00382383"/>
    <w:rsid w:val="00383359"/>
    <w:rsid w:val="00383690"/>
    <w:rsid w:val="003851D4"/>
    <w:rsid w:val="003860FE"/>
    <w:rsid w:val="00386766"/>
    <w:rsid w:val="003870DA"/>
    <w:rsid w:val="00393212"/>
    <w:rsid w:val="00394313"/>
    <w:rsid w:val="00395041"/>
    <w:rsid w:val="0039645B"/>
    <w:rsid w:val="00396FE3"/>
    <w:rsid w:val="003A0D36"/>
    <w:rsid w:val="003A2A8B"/>
    <w:rsid w:val="003B1A96"/>
    <w:rsid w:val="003B4373"/>
    <w:rsid w:val="003C30B8"/>
    <w:rsid w:val="003C36DF"/>
    <w:rsid w:val="003C498A"/>
    <w:rsid w:val="003C78AC"/>
    <w:rsid w:val="003D12FD"/>
    <w:rsid w:val="003D49D8"/>
    <w:rsid w:val="003D4BD6"/>
    <w:rsid w:val="003D5BE3"/>
    <w:rsid w:val="003E13B7"/>
    <w:rsid w:val="003E1B68"/>
    <w:rsid w:val="003E42B4"/>
    <w:rsid w:val="003E4AF4"/>
    <w:rsid w:val="003E6878"/>
    <w:rsid w:val="003F2AAE"/>
    <w:rsid w:val="003F323A"/>
    <w:rsid w:val="003F7BED"/>
    <w:rsid w:val="00402034"/>
    <w:rsid w:val="004020F4"/>
    <w:rsid w:val="00402422"/>
    <w:rsid w:val="0040263E"/>
    <w:rsid w:val="00407A8D"/>
    <w:rsid w:val="004201A4"/>
    <w:rsid w:val="00421802"/>
    <w:rsid w:val="004225D1"/>
    <w:rsid w:val="00431C56"/>
    <w:rsid w:val="00434DA5"/>
    <w:rsid w:val="00440169"/>
    <w:rsid w:val="004432D7"/>
    <w:rsid w:val="004477EE"/>
    <w:rsid w:val="00451DC8"/>
    <w:rsid w:val="004528EC"/>
    <w:rsid w:val="0046040E"/>
    <w:rsid w:val="0046710A"/>
    <w:rsid w:val="00471894"/>
    <w:rsid w:val="00473FE5"/>
    <w:rsid w:val="004759B0"/>
    <w:rsid w:val="004768A1"/>
    <w:rsid w:val="0048017C"/>
    <w:rsid w:val="00482F0D"/>
    <w:rsid w:val="00484211"/>
    <w:rsid w:val="004858AD"/>
    <w:rsid w:val="00485A4A"/>
    <w:rsid w:val="004865D4"/>
    <w:rsid w:val="00487C89"/>
    <w:rsid w:val="0049164D"/>
    <w:rsid w:val="0049202B"/>
    <w:rsid w:val="004941B1"/>
    <w:rsid w:val="004A02DA"/>
    <w:rsid w:val="004A398B"/>
    <w:rsid w:val="004A458E"/>
    <w:rsid w:val="004A5B60"/>
    <w:rsid w:val="004A6964"/>
    <w:rsid w:val="004B7A35"/>
    <w:rsid w:val="004B7D2E"/>
    <w:rsid w:val="004C0019"/>
    <w:rsid w:val="004C550E"/>
    <w:rsid w:val="004D299E"/>
    <w:rsid w:val="004D3FA5"/>
    <w:rsid w:val="004D420F"/>
    <w:rsid w:val="004D6FB3"/>
    <w:rsid w:val="004D7214"/>
    <w:rsid w:val="004D7719"/>
    <w:rsid w:val="004E037F"/>
    <w:rsid w:val="004E3B20"/>
    <w:rsid w:val="004E4047"/>
    <w:rsid w:val="004E512A"/>
    <w:rsid w:val="004E6111"/>
    <w:rsid w:val="004F3FA3"/>
    <w:rsid w:val="004F43D7"/>
    <w:rsid w:val="00511125"/>
    <w:rsid w:val="00514333"/>
    <w:rsid w:val="00515473"/>
    <w:rsid w:val="00516787"/>
    <w:rsid w:val="005203EC"/>
    <w:rsid w:val="00521996"/>
    <w:rsid w:val="005246A5"/>
    <w:rsid w:val="00525647"/>
    <w:rsid w:val="00525B56"/>
    <w:rsid w:val="00532C71"/>
    <w:rsid w:val="00536BA0"/>
    <w:rsid w:val="005377EB"/>
    <w:rsid w:val="00541683"/>
    <w:rsid w:val="00542813"/>
    <w:rsid w:val="00553B35"/>
    <w:rsid w:val="00555267"/>
    <w:rsid w:val="005609DE"/>
    <w:rsid w:val="00562D9A"/>
    <w:rsid w:val="00572659"/>
    <w:rsid w:val="005744AF"/>
    <w:rsid w:val="0057600D"/>
    <w:rsid w:val="00583438"/>
    <w:rsid w:val="00584105"/>
    <w:rsid w:val="00584210"/>
    <w:rsid w:val="005843F3"/>
    <w:rsid w:val="00591121"/>
    <w:rsid w:val="005937D6"/>
    <w:rsid w:val="0059572E"/>
    <w:rsid w:val="005A1047"/>
    <w:rsid w:val="005A335E"/>
    <w:rsid w:val="005A53E7"/>
    <w:rsid w:val="005A6B8F"/>
    <w:rsid w:val="005A702E"/>
    <w:rsid w:val="005C1B53"/>
    <w:rsid w:val="005C2EC0"/>
    <w:rsid w:val="005C3B7A"/>
    <w:rsid w:val="005C469F"/>
    <w:rsid w:val="005D27AA"/>
    <w:rsid w:val="005D79B8"/>
    <w:rsid w:val="005E3574"/>
    <w:rsid w:val="005E35D6"/>
    <w:rsid w:val="005E7019"/>
    <w:rsid w:val="005F54B2"/>
    <w:rsid w:val="005F59B4"/>
    <w:rsid w:val="005F7156"/>
    <w:rsid w:val="0060371A"/>
    <w:rsid w:val="00610B44"/>
    <w:rsid w:val="006125C3"/>
    <w:rsid w:val="0061404E"/>
    <w:rsid w:val="00616CD0"/>
    <w:rsid w:val="006172B0"/>
    <w:rsid w:val="00617440"/>
    <w:rsid w:val="00622E56"/>
    <w:rsid w:val="00626852"/>
    <w:rsid w:val="00627D60"/>
    <w:rsid w:val="00630D93"/>
    <w:rsid w:val="00633DCF"/>
    <w:rsid w:val="00636193"/>
    <w:rsid w:val="006402E4"/>
    <w:rsid w:val="006526F1"/>
    <w:rsid w:val="00653127"/>
    <w:rsid w:val="00653AF5"/>
    <w:rsid w:val="00653F64"/>
    <w:rsid w:val="00653F6E"/>
    <w:rsid w:val="006633EE"/>
    <w:rsid w:val="00667778"/>
    <w:rsid w:val="0066799D"/>
    <w:rsid w:val="00671C0D"/>
    <w:rsid w:val="00672D02"/>
    <w:rsid w:val="00683682"/>
    <w:rsid w:val="00686336"/>
    <w:rsid w:val="006945D9"/>
    <w:rsid w:val="006A3155"/>
    <w:rsid w:val="006A64E5"/>
    <w:rsid w:val="006B1A88"/>
    <w:rsid w:val="006B2256"/>
    <w:rsid w:val="006B4E4D"/>
    <w:rsid w:val="006B65EF"/>
    <w:rsid w:val="006C10A8"/>
    <w:rsid w:val="006C7694"/>
    <w:rsid w:val="006E08DF"/>
    <w:rsid w:val="006E0A49"/>
    <w:rsid w:val="006F403E"/>
    <w:rsid w:val="006F403F"/>
    <w:rsid w:val="006F56D6"/>
    <w:rsid w:val="006F7FC5"/>
    <w:rsid w:val="007017CE"/>
    <w:rsid w:val="00701F45"/>
    <w:rsid w:val="00705C97"/>
    <w:rsid w:val="00706E9C"/>
    <w:rsid w:val="00706FD6"/>
    <w:rsid w:val="007073D6"/>
    <w:rsid w:val="0071567F"/>
    <w:rsid w:val="00716DC7"/>
    <w:rsid w:val="0072299C"/>
    <w:rsid w:val="00726121"/>
    <w:rsid w:val="00733B23"/>
    <w:rsid w:val="007367FC"/>
    <w:rsid w:val="00744560"/>
    <w:rsid w:val="00744C6A"/>
    <w:rsid w:val="00745799"/>
    <w:rsid w:val="0074584B"/>
    <w:rsid w:val="00746BEB"/>
    <w:rsid w:val="00757788"/>
    <w:rsid w:val="00767517"/>
    <w:rsid w:val="00774115"/>
    <w:rsid w:val="007757C2"/>
    <w:rsid w:val="00785BF3"/>
    <w:rsid w:val="00787C42"/>
    <w:rsid w:val="00787CA2"/>
    <w:rsid w:val="007911A3"/>
    <w:rsid w:val="00792E4B"/>
    <w:rsid w:val="00793977"/>
    <w:rsid w:val="0079610F"/>
    <w:rsid w:val="00796428"/>
    <w:rsid w:val="00796D81"/>
    <w:rsid w:val="007A25BE"/>
    <w:rsid w:val="007A3F41"/>
    <w:rsid w:val="007A4DB9"/>
    <w:rsid w:val="007A7462"/>
    <w:rsid w:val="007C10AB"/>
    <w:rsid w:val="007C2E71"/>
    <w:rsid w:val="007D22C2"/>
    <w:rsid w:val="007D43FA"/>
    <w:rsid w:val="007E0E3F"/>
    <w:rsid w:val="007F3ABE"/>
    <w:rsid w:val="007F73D5"/>
    <w:rsid w:val="007F7BCA"/>
    <w:rsid w:val="0080036F"/>
    <w:rsid w:val="00802859"/>
    <w:rsid w:val="008034CB"/>
    <w:rsid w:val="00810765"/>
    <w:rsid w:val="008119D1"/>
    <w:rsid w:val="00813BD2"/>
    <w:rsid w:val="0081408B"/>
    <w:rsid w:val="00814E44"/>
    <w:rsid w:val="008217A3"/>
    <w:rsid w:val="00821CE9"/>
    <w:rsid w:val="00824CF5"/>
    <w:rsid w:val="00826412"/>
    <w:rsid w:val="0083458B"/>
    <w:rsid w:val="00836AA2"/>
    <w:rsid w:val="00840190"/>
    <w:rsid w:val="008468AA"/>
    <w:rsid w:val="00847624"/>
    <w:rsid w:val="00857346"/>
    <w:rsid w:val="00860C54"/>
    <w:rsid w:val="00865A98"/>
    <w:rsid w:val="00870725"/>
    <w:rsid w:val="008723FF"/>
    <w:rsid w:val="008727D8"/>
    <w:rsid w:val="00873EC5"/>
    <w:rsid w:val="00875FB7"/>
    <w:rsid w:val="00876C33"/>
    <w:rsid w:val="00876C50"/>
    <w:rsid w:val="00877796"/>
    <w:rsid w:val="008819DB"/>
    <w:rsid w:val="0088607A"/>
    <w:rsid w:val="0088676A"/>
    <w:rsid w:val="008876E9"/>
    <w:rsid w:val="0089114D"/>
    <w:rsid w:val="008944EA"/>
    <w:rsid w:val="008A04A2"/>
    <w:rsid w:val="008A2A4B"/>
    <w:rsid w:val="008A2F99"/>
    <w:rsid w:val="008A6771"/>
    <w:rsid w:val="008C3F5C"/>
    <w:rsid w:val="008C6F5A"/>
    <w:rsid w:val="008D143C"/>
    <w:rsid w:val="008D3053"/>
    <w:rsid w:val="008D6585"/>
    <w:rsid w:val="008E4A79"/>
    <w:rsid w:val="008F1C7A"/>
    <w:rsid w:val="008F3463"/>
    <w:rsid w:val="008F394E"/>
    <w:rsid w:val="008F5A8B"/>
    <w:rsid w:val="008F6FF1"/>
    <w:rsid w:val="00900159"/>
    <w:rsid w:val="00904381"/>
    <w:rsid w:val="009051A5"/>
    <w:rsid w:val="009051D4"/>
    <w:rsid w:val="0090547D"/>
    <w:rsid w:val="009118D5"/>
    <w:rsid w:val="00914D0C"/>
    <w:rsid w:val="009169AA"/>
    <w:rsid w:val="00921A12"/>
    <w:rsid w:val="00923900"/>
    <w:rsid w:val="00924242"/>
    <w:rsid w:val="0092561E"/>
    <w:rsid w:val="00926046"/>
    <w:rsid w:val="00926C4A"/>
    <w:rsid w:val="00930AAC"/>
    <w:rsid w:val="0093238F"/>
    <w:rsid w:val="0093685F"/>
    <w:rsid w:val="00937792"/>
    <w:rsid w:val="0093799E"/>
    <w:rsid w:val="00940317"/>
    <w:rsid w:val="00940AEB"/>
    <w:rsid w:val="00943402"/>
    <w:rsid w:val="009556E9"/>
    <w:rsid w:val="009634F9"/>
    <w:rsid w:val="009650B8"/>
    <w:rsid w:val="00965110"/>
    <w:rsid w:val="009661F3"/>
    <w:rsid w:val="009720D0"/>
    <w:rsid w:val="00974FD7"/>
    <w:rsid w:val="00975324"/>
    <w:rsid w:val="00980DB3"/>
    <w:rsid w:val="00981701"/>
    <w:rsid w:val="00981A40"/>
    <w:rsid w:val="009868F8"/>
    <w:rsid w:val="0099087D"/>
    <w:rsid w:val="009922E9"/>
    <w:rsid w:val="00995B23"/>
    <w:rsid w:val="009A1966"/>
    <w:rsid w:val="009A3267"/>
    <w:rsid w:val="009A706C"/>
    <w:rsid w:val="009B06A7"/>
    <w:rsid w:val="009B0DA7"/>
    <w:rsid w:val="009B4AD8"/>
    <w:rsid w:val="009B7F47"/>
    <w:rsid w:val="009C3C8F"/>
    <w:rsid w:val="009C52B9"/>
    <w:rsid w:val="009C54DA"/>
    <w:rsid w:val="009C65DD"/>
    <w:rsid w:val="009C6C7E"/>
    <w:rsid w:val="009C7F20"/>
    <w:rsid w:val="009D6A89"/>
    <w:rsid w:val="009E02E7"/>
    <w:rsid w:val="009E1DE2"/>
    <w:rsid w:val="009E664E"/>
    <w:rsid w:val="009F387F"/>
    <w:rsid w:val="009F7EDB"/>
    <w:rsid w:val="00A04336"/>
    <w:rsid w:val="00A06387"/>
    <w:rsid w:val="00A065D2"/>
    <w:rsid w:val="00A07740"/>
    <w:rsid w:val="00A16310"/>
    <w:rsid w:val="00A17C3F"/>
    <w:rsid w:val="00A245B0"/>
    <w:rsid w:val="00A26E18"/>
    <w:rsid w:val="00A26E4B"/>
    <w:rsid w:val="00A274ED"/>
    <w:rsid w:val="00A27CD3"/>
    <w:rsid w:val="00A32B0C"/>
    <w:rsid w:val="00A33016"/>
    <w:rsid w:val="00A41365"/>
    <w:rsid w:val="00A4189E"/>
    <w:rsid w:val="00A45EEF"/>
    <w:rsid w:val="00A6058F"/>
    <w:rsid w:val="00A6231C"/>
    <w:rsid w:val="00A63985"/>
    <w:rsid w:val="00A7020E"/>
    <w:rsid w:val="00A82269"/>
    <w:rsid w:val="00A83613"/>
    <w:rsid w:val="00A844A0"/>
    <w:rsid w:val="00A879D2"/>
    <w:rsid w:val="00A92859"/>
    <w:rsid w:val="00A93D5E"/>
    <w:rsid w:val="00A94397"/>
    <w:rsid w:val="00AA692D"/>
    <w:rsid w:val="00AB0D02"/>
    <w:rsid w:val="00AB22BD"/>
    <w:rsid w:val="00AB2B4D"/>
    <w:rsid w:val="00AC4C1C"/>
    <w:rsid w:val="00AD3823"/>
    <w:rsid w:val="00AD3D37"/>
    <w:rsid w:val="00AD4B91"/>
    <w:rsid w:val="00AD532D"/>
    <w:rsid w:val="00AD79A4"/>
    <w:rsid w:val="00AF0EF0"/>
    <w:rsid w:val="00AF532F"/>
    <w:rsid w:val="00AF56AB"/>
    <w:rsid w:val="00AF6708"/>
    <w:rsid w:val="00B014A5"/>
    <w:rsid w:val="00B0293C"/>
    <w:rsid w:val="00B04D41"/>
    <w:rsid w:val="00B12A3C"/>
    <w:rsid w:val="00B1587D"/>
    <w:rsid w:val="00B16FE7"/>
    <w:rsid w:val="00B20EAB"/>
    <w:rsid w:val="00B22A37"/>
    <w:rsid w:val="00B25BD4"/>
    <w:rsid w:val="00B2666D"/>
    <w:rsid w:val="00B34A9D"/>
    <w:rsid w:val="00B35CBC"/>
    <w:rsid w:val="00B35F18"/>
    <w:rsid w:val="00B46CF9"/>
    <w:rsid w:val="00B47BB5"/>
    <w:rsid w:val="00B47DEA"/>
    <w:rsid w:val="00B50705"/>
    <w:rsid w:val="00B53F48"/>
    <w:rsid w:val="00B57E5B"/>
    <w:rsid w:val="00B72711"/>
    <w:rsid w:val="00B728FD"/>
    <w:rsid w:val="00B72CB7"/>
    <w:rsid w:val="00B74050"/>
    <w:rsid w:val="00B74D0A"/>
    <w:rsid w:val="00B8494F"/>
    <w:rsid w:val="00B86287"/>
    <w:rsid w:val="00B866CB"/>
    <w:rsid w:val="00B87937"/>
    <w:rsid w:val="00B9629D"/>
    <w:rsid w:val="00B96737"/>
    <w:rsid w:val="00BA05D8"/>
    <w:rsid w:val="00BA085B"/>
    <w:rsid w:val="00BA217A"/>
    <w:rsid w:val="00BA3CBC"/>
    <w:rsid w:val="00BA4391"/>
    <w:rsid w:val="00BA4ADE"/>
    <w:rsid w:val="00BA72C3"/>
    <w:rsid w:val="00BB01C2"/>
    <w:rsid w:val="00BB0D0A"/>
    <w:rsid w:val="00BC0A3E"/>
    <w:rsid w:val="00BC59F9"/>
    <w:rsid w:val="00BC793A"/>
    <w:rsid w:val="00BD4ECD"/>
    <w:rsid w:val="00BD5814"/>
    <w:rsid w:val="00BD7A1D"/>
    <w:rsid w:val="00BE0B4A"/>
    <w:rsid w:val="00BE194B"/>
    <w:rsid w:val="00BE3986"/>
    <w:rsid w:val="00BE57DD"/>
    <w:rsid w:val="00BE59BD"/>
    <w:rsid w:val="00BE7990"/>
    <w:rsid w:val="00BF0AE8"/>
    <w:rsid w:val="00BF0F37"/>
    <w:rsid w:val="00BF5749"/>
    <w:rsid w:val="00BF70AA"/>
    <w:rsid w:val="00C00C53"/>
    <w:rsid w:val="00C107FD"/>
    <w:rsid w:val="00C17EE1"/>
    <w:rsid w:val="00C20A13"/>
    <w:rsid w:val="00C20B14"/>
    <w:rsid w:val="00C22425"/>
    <w:rsid w:val="00C229D2"/>
    <w:rsid w:val="00C237E9"/>
    <w:rsid w:val="00C350CD"/>
    <w:rsid w:val="00C501BE"/>
    <w:rsid w:val="00C514EC"/>
    <w:rsid w:val="00C52074"/>
    <w:rsid w:val="00C55731"/>
    <w:rsid w:val="00C60961"/>
    <w:rsid w:val="00C656EB"/>
    <w:rsid w:val="00C67A9E"/>
    <w:rsid w:val="00C70AAF"/>
    <w:rsid w:val="00C70F3A"/>
    <w:rsid w:val="00C7164F"/>
    <w:rsid w:val="00C7262B"/>
    <w:rsid w:val="00C72CDE"/>
    <w:rsid w:val="00C768B3"/>
    <w:rsid w:val="00C831D5"/>
    <w:rsid w:val="00C85DB9"/>
    <w:rsid w:val="00C90A84"/>
    <w:rsid w:val="00C92F2C"/>
    <w:rsid w:val="00C94058"/>
    <w:rsid w:val="00C943CE"/>
    <w:rsid w:val="00C95F0C"/>
    <w:rsid w:val="00C97F7D"/>
    <w:rsid w:val="00CA06A6"/>
    <w:rsid w:val="00CB14B9"/>
    <w:rsid w:val="00CB31E3"/>
    <w:rsid w:val="00CB4C09"/>
    <w:rsid w:val="00CC2417"/>
    <w:rsid w:val="00CC35A1"/>
    <w:rsid w:val="00CD2591"/>
    <w:rsid w:val="00CD56A1"/>
    <w:rsid w:val="00CE0638"/>
    <w:rsid w:val="00CE4518"/>
    <w:rsid w:val="00CE4612"/>
    <w:rsid w:val="00CE4B5A"/>
    <w:rsid w:val="00CE5B0E"/>
    <w:rsid w:val="00D07505"/>
    <w:rsid w:val="00D119D5"/>
    <w:rsid w:val="00D12715"/>
    <w:rsid w:val="00D1757D"/>
    <w:rsid w:val="00D17B16"/>
    <w:rsid w:val="00D202EE"/>
    <w:rsid w:val="00D30A7D"/>
    <w:rsid w:val="00D3229D"/>
    <w:rsid w:val="00D32AA4"/>
    <w:rsid w:val="00D32E16"/>
    <w:rsid w:val="00D34E02"/>
    <w:rsid w:val="00D363F7"/>
    <w:rsid w:val="00D40C34"/>
    <w:rsid w:val="00D41B6E"/>
    <w:rsid w:val="00D4583A"/>
    <w:rsid w:val="00D471AE"/>
    <w:rsid w:val="00D50522"/>
    <w:rsid w:val="00D50A69"/>
    <w:rsid w:val="00D51A40"/>
    <w:rsid w:val="00D5278E"/>
    <w:rsid w:val="00D57C6E"/>
    <w:rsid w:val="00D60909"/>
    <w:rsid w:val="00D60CDB"/>
    <w:rsid w:val="00D651AA"/>
    <w:rsid w:val="00D70095"/>
    <w:rsid w:val="00D723CB"/>
    <w:rsid w:val="00D75B8B"/>
    <w:rsid w:val="00D85FA2"/>
    <w:rsid w:val="00D909EF"/>
    <w:rsid w:val="00D90CBB"/>
    <w:rsid w:val="00D92886"/>
    <w:rsid w:val="00D94C59"/>
    <w:rsid w:val="00DA01A4"/>
    <w:rsid w:val="00DA1766"/>
    <w:rsid w:val="00DA3C88"/>
    <w:rsid w:val="00DB3561"/>
    <w:rsid w:val="00DB42BE"/>
    <w:rsid w:val="00DC395A"/>
    <w:rsid w:val="00DC4517"/>
    <w:rsid w:val="00DD42EB"/>
    <w:rsid w:val="00DD4919"/>
    <w:rsid w:val="00DD56FB"/>
    <w:rsid w:val="00DE1110"/>
    <w:rsid w:val="00DE2209"/>
    <w:rsid w:val="00DE3DDD"/>
    <w:rsid w:val="00DE76AD"/>
    <w:rsid w:val="00DF0947"/>
    <w:rsid w:val="00DF0C11"/>
    <w:rsid w:val="00DF5550"/>
    <w:rsid w:val="00DF6081"/>
    <w:rsid w:val="00E00948"/>
    <w:rsid w:val="00E05658"/>
    <w:rsid w:val="00E05875"/>
    <w:rsid w:val="00E10251"/>
    <w:rsid w:val="00E21ED5"/>
    <w:rsid w:val="00E22ABB"/>
    <w:rsid w:val="00E2345E"/>
    <w:rsid w:val="00E23A50"/>
    <w:rsid w:val="00E26903"/>
    <w:rsid w:val="00E26FA4"/>
    <w:rsid w:val="00E31630"/>
    <w:rsid w:val="00E33484"/>
    <w:rsid w:val="00E36843"/>
    <w:rsid w:val="00E4182D"/>
    <w:rsid w:val="00E41E7B"/>
    <w:rsid w:val="00E42C6D"/>
    <w:rsid w:val="00E43EE0"/>
    <w:rsid w:val="00E536E4"/>
    <w:rsid w:val="00E55BDD"/>
    <w:rsid w:val="00E63695"/>
    <w:rsid w:val="00E80267"/>
    <w:rsid w:val="00E80855"/>
    <w:rsid w:val="00E9524D"/>
    <w:rsid w:val="00E967A8"/>
    <w:rsid w:val="00EA30D0"/>
    <w:rsid w:val="00EA3E96"/>
    <w:rsid w:val="00EA5D9E"/>
    <w:rsid w:val="00EB16B7"/>
    <w:rsid w:val="00EB5C3E"/>
    <w:rsid w:val="00EB5F5C"/>
    <w:rsid w:val="00EB73C6"/>
    <w:rsid w:val="00EC264F"/>
    <w:rsid w:val="00EC2F49"/>
    <w:rsid w:val="00EC37A8"/>
    <w:rsid w:val="00EC703E"/>
    <w:rsid w:val="00ED15DE"/>
    <w:rsid w:val="00ED19E4"/>
    <w:rsid w:val="00ED7E7F"/>
    <w:rsid w:val="00EF46F6"/>
    <w:rsid w:val="00EF5B3F"/>
    <w:rsid w:val="00F01940"/>
    <w:rsid w:val="00F0332F"/>
    <w:rsid w:val="00F03AD3"/>
    <w:rsid w:val="00F03C93"/>
    <w:rsid w:val="00F04400"/>
    <w:rsid w:val="00F10016"/>
    <w:rsid w:val="00F119B8"/>
    <w:rsid w:val="00F148EA"/>
    <w:rsid w:val="00F1547E"/>
    <w:rsid w:val="00F1593A"/>
    <w:rsid w:val="00F15B4C"/>
    <w:rsid w:val="00F170EA"/>
    <w:rsid w:val="00F21200"/>
    <w:rsid w:val="00F2277F"/>
    <w:rsid w:val="00F2579B"/>
    <w:rsid w:val="00F3061B"/>
    <w:rsid w:val="00F3290D"/>
    <w:rsid w:val="00F3620E"/>
    <w:rsid w:val="00F36371"/>
    <w:rsid w:val="00F44035"/>
    <w:rsid w:val="00F4425C"/>
    <w:rsid w:val="00F45FE5"/>
    <w:rsid w:val="00F5147C"/>
    <w:rsid w:val="00F51E85"/>
    <w:rsid w:val="00F564B5"/>
    <w:rsid w:val="00F60F20"/>
    <w:rsid w:val="00F6705D"/>
    <w:rsid w:val="00F7381E"/>
    <w:rsid w:val="00F76A60"/>
    <w:rsid w:val="00F90C42"/>
    <w:rsid w:val="00F9285E"/>
    <w:rsid w:val="00F92F49"/>
    <w:rsid w:val="00F939E5"/>
    <w:rsid w:val="00F9512E"/>
    <w:rsid w:val="00FA09FA"/>
    <w:rsid w:val="00FA1FBD"/>
    <w:rsid w:val="00FA3313"/>
    <w:rsid w:val="00FB1E47"/>
    <w:rsid w:val="00FB4376"/>
    <w:rsid w:val="00FB78BE"/>
    <w:rsid w:val="00FC2AAF"/>
    <w:rsid w:val="00FC728F"/>
    <w:rsid w:val="00FD7771"/>
    <w:rsid w:val="00FE1625"/>
    <w:rsid w:val="00FE5396"/>
    <w:rsid w:val="00FF2E68"/>
    <w:rsid w:val="00FF37DA"/>
    <w:rsid w:val="00FF37E5"/>
    <w:rsid w:val="00FF464C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BA7D9"/>
  <w15:docId w15:val="{70EB8C47-5851-4A2B-8A61-6DBF2D73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61F3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D7A1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D7A1D"/>
  </w:style>
  <w:style w:type="paragraph" w:customStyle="1" w:styleId="10">
    <w:name w:val="Заголовок1"/>
    <w:basedOn w:val="a"/>
    <w:next w:val="a7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7017CE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link w:val="a7"/>
    <w:rsid w:val="007017CE"/>
    <w:rPr>
      <w:sz w:val="24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b">
    <w:name w:val="Заголовок Знак"/>
    <w:link w:val="a9"/>
    <w:rsid w:val="007017CE"/>
    <w:rPr>
      <w:b/>
      <w:bCs/>
      <w:sz w:val="32"/>
      <w:szCs w:val="24"/>
      <w:lang w:eastAsia="ar-SA"/>
    </w:rPr>
  </w:style>
  <w:style w:type="paragraph" w:styleId="aa">
    <w:name w:val="Subtitle"/>
    <w:basedOn w:val="a"/>
    <w:next w:val="a7"/>
    <w:link w:val="ac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c">
    <w:name w:val="Подзаголовок Знак"/>
    <w:link w:val="aa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er"/>
    <w:basedOn w:val="a"/>
    <w:link w:val="ae"/>
    <w:rsid w:val="00097C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97C2A"/>
    <w:rPr>
      <w:sz w:val="24"/>
      <w:szCs w:val="24"/>
    </w:rPr>
  </w:style>
  <w:style w:type="character" w:styleId="af">
    <w:name w:val="Strong"/>
    <w:uiPriority w:val="22"/>
    <w:qFormat/>
    <w:rsid w:val="00745799"/>
    <w:rPr>
      <w:b/>
      <w:bCs/>
    </w:rPr>
  </w:style>
  <w:style w:type="paragraph" w:styleId="af0">
    <w:name w:val="Body Text Indent"/>
    <w:basedOn w:val="a"/>
    <w:link w:val="af1"/>
    <w:rsid w:val="00672D02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672D02"/>
    <w:rPr>
      <w:sz w:val="24"/>
      <w:szCs w:val="24"/>
    </w:rPr>
  </w:style>
  <w:style w:type="paragraph" w:styleId="af2">
    <w:name w:val="No Spacing"/>
    <w:uiPriority w:val="1"/>
    <w:qFormat/>
    <w:rsid w:val="00DD4919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DD4919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DD491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af3">
    <w:name w:val="Hyperlink"/>
    <w:basedOn w:val="a0"/>
    <w:unhideWhenUsed/>
    <w:rsid w:val="00DD4919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D4919"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0"/>
    <w:link w:val="a4"/>
    <w:uiPriority w:val="99"/>
    <w:rsid w:val="00DD4919"/>
    <w:rPr>
      <w:sz w:val="24"/>
      <w:szCs w:val="24"/>
    </w:rPr>
  </w:style>
  <w:style w:type="table" w:styleId="af5">
    <w:name w:val="Table Grid"/>
    <w:basedOn w:val="a1"/>
    <w:rsid w:val="00DD4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D49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1644-559B-4927-9737-BA631FB4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2010год.dot</Template>
  <TotalTime>1461</TotalTime>
  <Pages>24</Pages>
  <Words>9304</Words>
  <Characters>53038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62218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user</cp:lastModifiedBy>
  <cp:revision>497</cp:revision>
  <cp:lastPrinted>2024-04-01T05:43:00Z</cp:lastPrinted>
  <dcterms:created xsi:type="dcterms:W3CDTF">2019-05-29T10:25:00Z</dcterms:created>
  <dcterms:modified xsi:type="dcterms:W3CDTF">2025-03-14T06:24:00Z</dcterms:modified>
</cp:coreProperties>
</file>